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AF" w:rsidRDefault="000944AF" w:rsidP="00BC2E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44AF" w:rsidRPr="00F225B9" w:rsidRDefault="000944AF" w:rsidP="00BC2E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5B9">
        <w:rPr>
          <w:rFonts w:ascii="Times New Roman" w:hAnsi="Times New Roman"/>
          <w:b/>
          <w:sz w:val="28"/>
          <w:szCs w:val="28"/>
        </w:rPr>
        <w:t>Сведения о доходах, имуществе и обязательствах имущественного характера</w:t>
      </w:r>
    </w:p>
    <w:p w:rsidR="000944AF" w:rsidRPr="00F225B9" w:rsidRDefault="000944AF" w:rsidP="00BC2E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5B9">
        <w:rPr>
          <w:rFonts w:ascii="Times New Roman" w:hAnsi="Times New Roman"/>
          <w:b/>
          <w:sz w:val="28"/>
          <w:szCs w:val="28"/>
        </w:rPr>
        <w:t xml:space="preserve"> руководителей образовательных учреждений Спасского муниципального района</w:t>
      </w:r>
    </w:p>
    <w:p w:rsidR="000944AF" w:rsidRDefault="000944AF" w:rsidP="00BC2E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5B9">
        <w:rPr>
          <w:rFonts w:ascii="Times New Roman" w:hAnsi="Times New Roman"/>
          <w:b/>
          <w:sz w:val="28"/>
          <w:szCs w:val="28"/>
        </w:rPr>
        <w:t xml:space="preserve"> и членов их семей за период с 01 января по 31 декабря 201</w:t>
      </w:r>
      <w:r>
        <w:rPr>
          <w:rFonts w:ascii="Times New Roman" w:hAnsi="Times New Roman"/>
          <w:b/>
          <w:sz w:val="28"/>
          <w:szCs w:val="28"/>
        </w:rPr>
        <w:t>5</w:t>
      </w:r>
      <w:r w:rsidRPr="00F225B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944AF" w:rsidRDefault="000944AF" w:rsidP="00BC2E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44AF" w:rsidRPr="00BC2E20" w:rsidRDefault="000944AF" w:rsidP="00BC2E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51"/>
        <w:gridCol w:w="1701"/>
        <w:gridCol w:w="1559"/>
        <w:gridCol w:w="1276"/>
        <w:gridCol w:w="1249"/>
        <w:gridCol w:w="1728"/>
        <w:gridCol w:w="1559"/>
        <w:gridCol w:w="1150"/>
        <w:gridCol w:w="1479"/>
      </w:tblGrid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Merge w:val="restart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за 2013 год (рубли)</w:t>
            </w:r>
          </w:p>
        </w:tc>
        <w:tc>
          <w:tcPr>
            <w:tcW w:w="5812" w:type="dxa"/>
            <w:gridSpan w:val="4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188" w:type="dxa"/>
            <w:gridSpan w:val="3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Болсуновская </w:t>
            </w:r>
            <w:r>
              <w:rPr>
                <w:rFonts w:ascii="Times New Roman" w:hAnsi="Times New Roman"/>
                <w:sz w:val="24"/>
                <w:szCs w:val="24"/>
              </w:rPr>
              <w:t>Татьяна Петровна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- директор 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СОШ № 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с. Буссевка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1 011 408,75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791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3272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54,2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</w:t>
            </w:r>
          </w:p>
          <w:p w:rsidR="000944AF" w:rsidRPr="0010564D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791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AIRWAY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Субару </w:t>
            </w:r>
            <w:r w:rsidRPr="00674C8C">
              <w:rPr>
                <w:rFonts w:ascii="Times New Roman" w:hAnsi="Times New Roman"/>
                <w:sz w:val="24"/>
                <w:szCs w:val="24"/>
              </w:rPr>
              <w:t>FORESTER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ИСУЗУ</w:t>
            </w:r>
            <w:r>
              <w:t xml:space="preserve"> </w:t>
            </w:r>
            <w:r w:rsidRPr="004A08F8">
              <w:rPr>
                <w:rFonts w:ascii="Times New Roman" w:hAnsi="Times New Roman"/>
                <w:sz w:val="24"/>
                <w:szCs w:val="24"/>
              </w:rPr>
              <w:t>RODEO</w:t>
            </w:r>
          </w:p>
          <w:p w:rsidR="000944AF" w:rsidRPr="004A08F8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Pr="007915C9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187,4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5759,7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399 302,74</w:t>
            </w:r>
          </w:p>
        </w:tc>
        <w:tc>
          <w:tcPr>
            <w:tcW w:w="1559" w:type="dxa"/>
          </w:tcPr>
          <w:p w:rsidR="000944AF" w:rsidRDefault="000944AF" w:rsidP="00791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791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791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791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187,4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5759,7</w:t>
            </w:r>
          </w:p>
          <w:p w:rsidR="000944AF" w:rsidRPr="00C94850" w:rsidRDefault="000944AF" w:rsidP="00674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0944AF" w:rsidRDefault="000944AF" w:rsidP="0010564D">
            <w:pPr>
              <w:pStyle w:val="Heading1"/>
              <w:shd w:val="clear" w:color="auto" w:fill="FFFFFF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10564D">
                  <w:rPr>
                    <w:b w:val="0"/>
                    <w:sz w:val="24"/>
                    <w:szCs w:val="24"/>
                    <w:lang w:val="en-US"/>
                  </w:rPr>
                  <w:t>TOYOTA</w:t>
                </w:r>
              </w:smartTag>
            </w:smartTag>
          </w:p>
          <w:p w:rsidR="000944AF" w:rsidRPr="0010564D" w:rsidRDefault="000944AF" w:rsidP="0010564D">
            <w:pPr>
              <w:pStyle w:val="Heading1"/>
              <w:shd w:val="clear" w:color="auto" w:fill="FFFFFF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color w:val="DB001B"/>
                <w:sz w:val="45"/>
                <w:szCs w:val="45"/>
              </w:rPr>
            </w:pPr>
            <w:r w:rsidRPr="0010564D">
              <w:rPr>
                <w:rFonts w:ascii="Verdana" w:hAnsi="Verdana"/>
                <w:b w:val="0"/>
                <w:bCs w:val="0"/>
                <w:sz w:val="24"/>
                <w:szCs w:val="24"/>
              </w:rPr>
              <w:t>Lite Ace</w:t>
            </w:r>
          </w:p>
          <w:p w:rsidR="000944AF" w:rsidRPr="0010564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54,2</w:t>
            </w: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3272</w:t>
            </w:r>
          </w:p>
          <w:p w:rsidR="000944AF" w:rsidRPr="00C94850" w:rsidRDefault="000944AF" w:rsidP="005618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8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Сивер Андрей Александрович – директор 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СОШ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с. Прохоры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692 150,77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674C8C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НИССАН </w:t>
            </w:r>
            <w:r w:rsidRPr="00674C8C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ERRANO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499 751,95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очь</w:t>
            </w:r>
          </w:p>
          <w:p w:rsidR="000944AF" w:rsidRPr="00E24373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Pr="000A6C1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4A5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944AF" w:rsidRPr="00E54A57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A57">
              <w:rPr>
                <w:rFonts w:ascii="Times New Roman" w:hAnsi="Times New Roman"/>
                <w:sz w:val="24"/>
                <w:szCs w:val="24"/>
              </w:rPr>
              <w:t>Ковальчук Галина Владимировна – директор МБОУ «ООШ № 6» с. Духовское</w:t>
            </w:r>
          </w:p>
          <w:p w:rsidR="000944AF" w:rsidRPr="00E54A57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A57">
              <w:rPr>
                <w:rFonts w:ascii="Times New Roman" w:hAnsi="Times New Roman"/>
                <w:sz w:val="24"/>
                <w:szCs w:val="24"/>
              </w:rPr>
              <w:t>603 991,36</w:t>
            </w:r>
          </w:p>
        </w:tc>
        <w:tc>
          <w:tcPr>
            <w:tcW w:w="1559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A57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r w:rsidRPr="00E54A57">
                <w:rPr>
                  <w:rFonts w:ascii="Times New Roman" w:hAnsi="Times New Roman"/>
                  <w:sz w:val="24"/>
                  <w:szCs w:val="24"/>
                  <w:lang w:val="en-US"/>
                </w:rPr>
                <w:t>TOYOTA</w:t>
              </w:r>
            </w:smartTag>
            <w:r w:rsidRPr="00E54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4A57">
              <w:rPr>
                <w:rFonts w:ascii="Times New Roman" w:hAnsi="Times New Roman"/>
                <w:sz w:val="24"/>
                <w:szCs w:val="24"/>
                <w:lang w:val="en-US"/>
              </w:rPr>
              <w:t>VITZ</w:t>
            </w:r>
          </w:p>
        </w:tc>
        <w:tc>
          <w:tcPr>
            <w:tcW w:w="1559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A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Pr="00E54A5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A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4A788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Лукьянова Ирина Борисовна - </w:t>
            </w:r>
          </w:p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СОШ № 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с. Чкаловское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1 167 995,89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262 025,36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E51709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HARRIER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Грузовой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ISUZU</w:t>
            </w:r>
            <w:r w:rsidRPr="001F2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ELF</w:t>
            </w:r>
          </w:p>
          <w:p w:rsidR="000944AF" w:rsidRPr="00BE2DC5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4A788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 Игорь Владимирович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– директор 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СОШ № 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с. Спасское</w:t>
            </w:r>
          </w:p>
        </w:tc>
        <w:tc>
          <w:tcPr>
            <w:tcW w:w="1701" w:type="dxa"/>
          </w:tcPr>
          <w:p w:rsidR="000944AF" w:rsidRPr="00D27D09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641 297,04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58A">
              <w:rPr>
                <w:rFonts w:ascii="Times New Roman" w:hAnsi="Times New Roman"/>
                <w:sz w:val="24"/>
                <w:szCs w:val="24"/>
                <w:lang w:val="en-US"/>
              </w:rPr>
              <w:t>RACTIS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0944AF" w:rsidRDefault="000944AF" w:rsidP="0092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  <w:p w:rsidR="000944AF" w:rsidRPr="00C94850" w:rsidRDefault="000944AF" w:rsidP="0092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Pr="00C94850" w:rsidRDefault="000944AF" w:rsidP="0092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  <w:tc>
          <w:tcPr>
            <w:tcW w:w="1479" w:type="dxa"/>
          </w:tcPr>
          <w:p w:rsidR="000944AF" w:rsidRDefault="000944AF" w:rsidP="0092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944AF" w:rsidRPr="00C94850" w:rsidRDefault="000944AF" w:rsidP="0092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197 716,95</w:t>
            </w:r>
          </w:p>
        </w:tc>
        <w:tc>
          <w:tcPr>
            <w:tcW w:w="1559" w:type="dxa"/>
          </w:tcPr>
          <w:p w:rsidR="000944AF" w:rsidRPr="000E3D3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BF358A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92303C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Pr="000E3D3D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0944AF" w:rsidRPr="00C94850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E2437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  <w:tc>
          <w:tcPr>
            <w:tcW w:w="1479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E2437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  <w:tc>
          <w:tcPr>
            <w:tcW w:w="1479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4A788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Рой Сергей Николаевич – директор 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СОШ № 9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с. Хвалынка</w:t>
            </w:r>
          </w:p>
          <w:p w:rsidR="000944AF" w:rsidRPr="009F517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9F517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729 105,34</w:t>
            </w:r>
          </w:p>
        </w:tc>
        <w:tc>
          <w:tcPr>
            <w:tcW w:w="1559" w:type="dxa"/>
          </w:tcPr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E2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BF358A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r w:rsidRPr="00BF358A">
              <w:rPr>
                <w:rFonts w:ascii="Times New Roman" w:hAnsi="Times New Roman"/>
                <w:sz w:val="24"/>
                <w:szCs w:val="24"/>
                <w:lang w:val="en-US"/>
              </w:rPr>
              <w:t>STREAM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733 890,62</w:t>
            </w:r>
          </w:p>
        </w:tc>
        <w:tc>
          <w:tcPr>
            <w:tcW w:w="1559" w:type="dxa"/>
          </w:tcPr>
          <w:p w:rsidR="000944AF" w:rsidRPr="00E2437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0944AF" w:rsidRPr="00E2437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9" w:type="dxa"/>
          </w:tcPr>
          <w:p w:rsidR="000944AF" w:rsidRPr="00E2437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105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STREAM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NOTE</w:t>
            </w:r>
          </w:p>
          <w:p w:rsidR="000944AF" w:rsidRPr="006315C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E24373" w:rsidRDefault="000944AF" w:rsidP="00BF3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9066A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551" w:type="dxa"/>
          </w:tcPr>
          <w:p w:rsidR="000944AF" w:rsidRDefault="000944AF" w:rsidP="000E3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Ильина Елена Васильевна – директор МБОУ «СОШ № 15» с. Кронштадтка</w:t>
            </w:r>
          </w:p>
          <w:p w:rsidR="000944AF" w:rsidRPr="00C94850" w:rsidRDefault="000944AF" w:rsidP="000E3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6315C7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570 962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59" w:type="dxa"/>
          </w:tcPr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Pr="00C94850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420000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420000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944AF" w:rsidRPr="006315C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TOYOTA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IA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BB0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ATLAS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Сельскохоз-ая техника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Зерноуборочный комбайн</w:t>
            </w:r>
            <w:r>
              <w:t xml:space="preserve"> </w:t>
            </w:r>
            <w:r w:rsidRPr="004E5772">
              <w:rPr>
                <w:rFonts w:ascii="Times New Roman" w:hAnsi="Times New Roman"/>
                <w:sz w:val="24"/>
                <w:szCs w:val="24"/>
              </w:rPr>
              <w:t>СКД-5М</w:t>
            </w:r>
          </w:p>
          <w:p w:rsidR="000944AF" w:rsidRPr="004E5772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0" w:type="dxa"/>
          </w:tcPr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</w:t>
            </w:r>
          </w:p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  <w:tc>
          <w:tcPr>
            <w:tcW w:w="1479" w:type="dxa"/>
          </w:tcPr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906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9066A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551" w:type="dxa"/>
          </w:tcPr>
          <w:p w:rsidR="000944AF" w:rsidRPr="004A788D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Головина Ирина Францевна – директор МБОУ «СОШ № 18» с. Новорусановка</w:t>
            </w: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751 834,99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479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4A788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225 060,35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017F3B" w:rsidRDefault="000944AF" w:rsidP="00493C77">
            <w:pPr>
              <w:pStyle w:val="Heading3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color w:val="181818"/>
                <w:sz w:val="24"/>
                <w:szCs w:val="24"/>
              </w:rPr>
            </w:pPr>
            <w:r w:rsidRPr="00017F3B">
              <w:rPr>
                <w:rFonts w:ascii="Times New Roman" w:hAnsi="Times New Roman"/>
                <w:b w:val="0"/>
                <w:sz w:val="24"/>
                <w:szCs w:val="24"/>
              </w:rPr>
              <w:t xml:space="preserve">Легковой автомобиль </w:t>
            </w:r>
            <w:r w:rsidRPr="00017F3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TOYOTA</w:t>
            </w:r>
            <w:r w:rsidRPr="00017F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7F3B">
              <w:rPr>
                <w:rFonts w:ascii="Times New Roman" w:hAnsi="Times New Roman"/>
                <w:b w:val="0"/>
                <w:bCs w:val="0"/>
                <w:color w:val="181818"/>
                <w:sz w:val="24"/>
                <w:szCs w:val="24"/>
              </w:rPr>
              <w:t>Corolla Fielder</w:t>
            </w:r>
          </w:p>
          <w:p w:rsidR="000944AF" w:rsidRDefault="000944AF" w:rsidP="00493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0944AF" w:rsidRPr="00E321CE" w:rsidRDefault="000944AF" w:rsidP="00493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C77">
              <w:rPr>
                <w:rFonts w:ascii="Times New Roman" w:hAnsi="Times New Roman"/>
                <w:sz w:val="24"/>
                <w:szCs w:val="24"/>
                <w:lang w:val="en-US"/>
              </w:rPr>
              <w:t>ISUZU</w:t>
            </w:r>
            <w:r w:rsidRPr="00E32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C77">
              <w:rPr>
                <w:rFonts w:ascii="Times New Roman" w:hAnsi="Times New Roman"/>
                <w:sz w:val="24"/>
                <w:szCs w:val="24"/>
                <w:lang w:val="en-US"/>
              </w:rPr>
              <w:t>ELF</w:t>
            </w:r>
          </w:p>
          <w:p w:rsidR="000944AF" w:rsidRPr="00493C77" w:rsidRDefault="000944AF" w:rsidP="00493C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ММВЗ Минск</w:t>
            </w:r>
          </w:p>
        </w:tc>
        <w:tc>
          <w:tcPr>
            <w:tcW w:w="1559" w:type="dxa"/>
          </w:tcPr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4A788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0944AF" w:rsidRPr="009066AD" w:rsidRDefault="000944AF" w:rsidP="000F7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Супрунюк Екатерина Владимировна – директор МБОУ «ООШ № 19» с. Славинка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529 771,89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C94850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TOYOTA</w:t>
              </w:r>
            </w:smartTag>
            <w:r w:rsidRPr="003C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4AF" w:rsidRPr="00017F3B" w:rsidRDefault="000944AF" w:rsidP="00493C77">
            <w:pPr>
              <w:pStyle w:val="Heading3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color w:val="181818"/>
                <w:sz w:val="24"/>
                <w:szCs w:val="24"/>
                <w:lang w:val="en-US"/>
              </w:rPr>
            </w:pPr>
            <w:r w:rsidRPr="00017F3B">
              <w:rPr>
                <w:rFonts w:ascii="Times New Roman" w:hAnsi="Times New Roman"/>
                <w:b w:val="0"/>
                <w:bCs w:val="0"/>
                <w:color w:val="181818"/>
                <w:sz w:val="24"/>
                <w:szCs w:val="24"/>
              </w:rPr>
              <w:t>P</w:t>
            </w:r>
            <w:r w:rsidRPr="00017F3B">
              <w:rPr>
                <w:rFonts w:ascii="Times New Roman" w:hAnsi="Times New Roman"/>
                <w:b w:val="0"/>
                <w:bCs w:val="0"/>
                <w:color w:val="181818"/>
                <w:sz w:val="24"/>
                <w:szCs w:val="24"/>
                <w:lang w:val="en-US"/>
              </w:rPr>
              <w:t>ROBOX</w:t>
            </w:r>
          </w:p>
          <w:p w:rsidR="000944AF" w:rsidRPr="004E5772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4E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3C4E8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3804,2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4E5772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479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3C4E83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0944AF" w:rsidRPr="003C4E83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944AF" w:rsidRPr="0087508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193 666,11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3C4E8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BB04F3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3804,2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3C4E83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479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3C4E83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3804,2</w:t>
            </w:r>
          </w:p>
          <w:p w:rsidR="000944AF" w:rsidRDefault="000944AF" w:rsidP="00F87F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479" w:type="dxa"/>
          </w:tcPr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F87F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493C7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Холудеева Ольга Васильевна – директор МБОУ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НШ-ДС № 24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с. Чкаловское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813 341,25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Pr="00C94850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350 954,34</w:t>
            </w:r>
          </w:p>
        </w:tc>
        <w:tc>
          <w:tcPr>
            <w:tcW w:w="1559" w:type="dxa"/>
          </w:tcPr>
          <w:p w:rsidR="000944AF" w:rsidRDefault="000944AF" w:rsidP="00C36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C36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C36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  <w:p w:rsidR="000944AF" w:rsidRPr="00C94850" w:rsidRDefault="000944AF" w:rsidP="00C36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0944AF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 PAJERO</w:t>
            </w:r>
          </w:p>
          <w:p w:rsidR="000944AF" w:rsidRPr="00E24373" w:rsidRDefault="000944AF" w:rsidP="0087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Pr="00C365E9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50" w:type="dxa"/>
          </w:tcPr>
          <w:p w:rsidR="000944AF" w:rsidRPr="00C365E9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79" w:type="dxa"/>
          </w:tcPr>
          <w:p w:rsidR="000944AF" w:rsidRPr="00C365E9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493C77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Лапина Любо</w:t>
            </w:r>
            <w:r>
              <w:rPr>
                <w:rFonts w:ascii="Times New Roman" w:hAnsi="Times New Roman"/>
                <w:sz w:val="24"/>
                <w:szCs w:val="24"/>
              </w:rPr>
              <w:t>вь Георгиевна – директор МБОУ «ОС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Спасского района</w:t>
            </w:r>
          </w:p>
        </w:tc>
        <w:tc>
          <w:tcPr>
            <w:tcW w:w="1701" w:type="dxa"/>
          </w:tcPr>
          <w:p w:rsidR="000944AF" w:rsidRPr="0087508D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783 708,52</w:t>
            </w:r>
          </w:p>
        </w:tc>
        <w:tc>
          <w:tcPr>
            <w:tcW w:w="1559" w:type="dxa"/>
          </w:tcPr>
          <w:p w:rsidR="000944AF" w:rsidRDefault="000944AF" w:rsidP="00C36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1A4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944AF" w:rsidRDefault="000944AF" w:rsidP="001A4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A4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Pr="00C94850" w:rsidRDefault="000944AF" w:rsidP="001A4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0944AF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EF1BE4" w:rsidRDefault="000944AF" w:rsidP="00F8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351 682,98</w:t>
            </w:r>
          </w:p>
        </w:tc>
        <w:tc>
          <w:tcPr>
            <w:tcW w:w="1559" w:type="dxa"/>
          </w:tcPr>
          <w:p w:rsidR="000944AF" w:rsidRDefault="000944AF" w:rsidP="001A4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1A4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A4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944AF" w:rsidRDefault="000944AF" w:rsidP="00F87F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</w:p>
          <w:p w:rsidR="000944AF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1A47F8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CARIB</w:t>
            </w:r>
          </w:p>
        </w:tc>
        <w:tc>
          <w:tcPr>
            <w:tcW w:w="1559" w:type="dxa"/>
          </w:tcPr>
          <w:p w:rsidR="000944AF" w:rsidRPr="001A47F8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493C77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Кравцова Ольга Юрьевна – заведующ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МБДОУ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Центр развития ребенка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детский сад № 1 «Ромашка» с. Спасское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630 376,30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C42CB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0944AF" w:rsidRPr="00C42CB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50" w:type="dxa"/>
          </w:tcPr>
          <w:p w:rsidR="000944AF" w:rsidRPr="00C42CB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79" w:type="dxa"/>
          </w:tcPr>
          <w:p w:rsidR="000944AF" w:rsidRPr="00C42CB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175 767,30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  <w:p w:rsidR="000944AF" w:rsidRPr="00BE2DC5" w:rsidRDefault="000944AF" w:rsidP="00631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Default="000944AF" w:rsidP="00C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Pr="00C94850" w:rsidRDefault="000944AF" w:rsidP="00C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C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</w:t>
            </w:r>
          </w:p>
          <w:p w:rsidR="000944AF" w:rsidRPr="00C94850" w:rsidRDefault="000944AF" w:rsidP="00C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0944AF" w:rsidRDefault="000944AF" w:rsidP="00C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0944AF" w:rsidRDefault="000944AF" w:rsidP="00A7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Иванюк Ирина Анатольевна – заведующий МБДОУ «Детский сад № 2 «Лучик» с. Летно-Хвалынское </w:t>
            </w:r>
          </w:p>
          <w:p w:rsidR="000944AF" w:rsidRDefault="000944AF" w:rsidP="00A7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511 794,87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190 416,28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1249" w:type="dxa"/>
          </w:tcPr>
          <w:p w:rsidR="000944AF" w:rsidRPr="00C94850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944AF" w:rsidRPr="000F7861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4C8C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ERRANO</w:t>
            </w: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Pr="00A719BA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50" w:type="dxa"/>
          </w:tcPr>
          <w:p w:rsidR="000944AF" w:rsidRPr="00A719BA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79" w:type="dxa"/>
          </w:tcPr>
          <w:p w:rsidR="000944AF" w:rsidRPr="00A719BA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A719BA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0944AF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Примак Елена Александровна – заведующий МБДОУ «Детский сад № 3 «Рябинка» с. Прохоры</w:t>
            </w:r>
          </w:p>
          <w:p w:rsidR="000944AF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814 401,36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3607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537 228,33</w:t>
            </w:r>
          </w:p>
        </w:tc>
        <w:tc>
          <w:tcPr>
            <w:tcW w:w="1559" w:type="dxa"/>
          </w:tcPr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3607</w:t>
            </w: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249" w:type="dxa"/>
          </w:tcPr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A71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3607</w:t>
            </w: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3607</w:t>
            </w: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47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0F7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</w:tcPr>
          <w:p w:rsidR="000944AF" w:rsidRPr="00C94850" w:rsidRDefault="000944AF" w:rsidP="00C94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0944AF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 Екатерина Александровна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– заведующ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МБДОУ </w:t>
            </w:r>
            <w:r>
              <w:rPr>
                <w:rFonts w:ascii="Times New Roman" w:hAnsi="Times New Roman"/>
                <w:sz w:val="24"/>
                <w:szCs w:val="24"/>
              </w:rPr>
              <w:t>«Д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етский сад № 10 «Росинка» с. Спасское</w:t>
            </w:r>
          </w:p>
          <w:p w:rsidR="000944AF" w:rsidRPr="00C94850" w:rsidRDefault="000944AF" w:rsidP="00C4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344 019,68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 w:val="restart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0944AF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Авдеева Светлана </w:t>
            </w:r>
            <w:r>
              <w:rPr>
                <w:rFonts w:ascii="Times New Roman" w:hAnsi="Times New Roman"/>
                <w:sz w:val="24"/>
                <w:szCs w:val="24"/>
              </w:rPr>
              <w:t>Валентиновна – директор МБОУ ДО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«Центр детского творчества» Спасского района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394 694,11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TOYOTA</w:t>
              </w:r>
            </w:smartTag>
            <w:r w:rsidRPr="00BB04F3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OROLLA</w:t>
            </w:r>
          </w:p>
          <w:p w:rsidR="000944AF" w:rsidRPr="00BB04F3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Pr="00C94850" w:rsidRDefault="000944AF" w:rsidP="00BB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0944AF" w:rsidRPr="00C94850" w:rsidRDefault="000944AF" w:rsidP="00BB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0944AF" w:rsidRPr="00C94850" w:rsidRDefault="000944AF" w:rsidP="00BB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305 708,02</w:t>
            </w:r>
          </w:p>
        </w:tc>
        <w:tc>
          <w:tcPr>
            <w:tcW w:w="1559" w:type="dxa"/>
          </w:tcPr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49" w:type="dxa"/>
          </w:tcPr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EA6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HIACE</w:t>
            </w:r>
          </w:p>
          <w:p w:rsidR="000944AF" w:rsidRPr="00E321CE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TOYOTA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04F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OROLLA</w:t>
            </w:r>
          </w:p>
          <w:p w:rsidR="000944AF" w:rsidRPr="00BE2DC5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44AF" w:rsidRPr="00C94850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0944AF" w:rsidRPr="009F517F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0944AF" w:rsidRPr="001F5952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79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  <w:vMerge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0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79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4AF" w:rsidRPr="00C94850" w:rsidTr="00C94850">
        <w:trPr>
          <w:jc w:val="center"/>
        </w:trPr>
        <w:tc>
          <w:tcPr>
            <w:tcW w:w="534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0944AF" w:rsidRPr="00C94850" w:rsidRDefault="000944AF" w:rsidP="00A7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 xml:space="preserve">Арасланов Роберт Римович – директор МБУ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етский оздоровительный лагерь</w:t>
            </w:r>
            <w:r w:rsidRPr="00C94850">
              <w:rPr>
                <w:rFonts w:ascii="Times New Roman" w:hAnsi="Times New Roman"/>
                <w:sz w:val="24"/>
                <w:szCs w:val="24"/>
              </w:rPr>
              <w:t xml:space="preserve"> «Горный»</w:t>
            </w:r>
          </w:p>
        </w:tc>
        <w:tc>
          <w:tcPr>
            <w:tcW w:w="1701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846 080,04</w:t>
            </w:r>
          </w:p>
        </w:tc>
        <w:tc>
          <w:tcPr>
            <w:tcW w:w="155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Победа М20</w:t>
            </w:r>
          </w:p>
        </w:tc>
        <w:tc>
          <w:tcPr>
            <w:tcW w:w="155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64,9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79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44AF" w:rsidRPr="00C94850" w:rsidTr="00C94850">
        <w:trPr>
          <w:jc w:val="center"/>
        </w:trPr>
        <w:tc>
          <w:tcPr>
            <w:tcW w:w="534" w:type="dxa"/>
          </w:tcPr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0944AF" w:rsidRPr="00C94850" w:rsidRDefault="000944AF" w:rsidP="00C9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F" w:rsidRPr="00C94850" w:rsidRDefault="000944AF" w:rsidP="009F5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342 009,95</w:t>
            </w:r>
          </w:p>
        </w:tc>
        <w:tc>
          <w:tcPr>
            <w:tcW w:w="1559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944AF" w:rsidRPr="00C94850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49" w:type="dxa"/>
          </w:tcPr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8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28" w:type="dxa"/>
          </w:tcPr>
          <w:p w:rsidR="000944AF" w:rsidRPr="009F517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TOYOTA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944A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4AF" w:rsidRPr="009F517F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X-TRAIL</w:t>
            </w:r>
          </w:p>
        </w:tc>
        <w:tc>
          <w:tcPr>
            <w:tcW w:w="1559" w:type="dxa"/>
          </w:tcPr>
          <w:p w:rsidR="000944AF" w:rsidRDefault="000944AF" w:rsidP="001F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44AF" w:rsidRPr="00C94850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944AF" w:rsidRPr="001F5952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79" w:type="dxa"/>
          </w:tcPr>
          <w:p w:rsidR="000944AF" w:rsidRPr="001F5952" w:rsidRDefault="000944AF" w:rsidP="00C9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</w:tbl>
    <w:p w:rsidR="000944AF" w:rsidRDefault="000944AF"/>
    <w:sectPr w:rsidR="000944AF" w:rsidSect="000B1A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A07"/>
    <w:rsid w:val="00017F3B"/>
    <w:rsid w:val="000944AF"/>
    <w:rsid w:val="000A6C1D"/>
    <w:rsid w:val="000B1A07"/>
    <w:rsid w:val="000E3D3D"/>
    <w:rsid w:val="000F7861"/>
    <w:rsid w:val="00101975"/>
    <w:rsid w:val="0010564D"/>
    <w:rsid w:val="00192359"/>
    <w:rsid w:val="00197618"/>
    <w:rsid w:val="001A47F8"/>
    <w:rsid w:val="001F20C5"/>
    <w:rsid w:val="001F5952"/>
    <w:rsid w:val="00201D87"/>
    <w:rsid w:val="002174A8"/>
    <w:rsid w:val="00224865"/>
    <w:rsid w:val="002669CD"/>
    <w:rsid w:val="002E0B78"/>
    <w:rsid w:val="003A0E13"/>
    <w:rsid w:val="003C4E83"/>
    <w:rsid w:val="003D61E4"/>
    <w:rsid w:val="004150CF"/>
    <w:rsid w:val="00426878"/>
    <w:rsid w:val="00455111"/>
    <w:rsid w:val="00493C77"/>
    <w:rsid w:val="004A08F8"/>
    <w:rsid w:val="004A788D"/>
    <w:rsid w:val="004E5772"/>
    <w:rsid w:val="004F0A65"/>
    <w:rsid w:val="004F16D2"/>
    <w:rsid w:val="00510BC9"/>
    <w:rsid w:val="00530E3E"/>
    <w:rsid w:val="005618E9"/>
    <w:rsid w:val="006315C7"/>
    <w:rsid w:val="00674C8C"/>
    <w:rsid w:val="00687753"/>
    <w:rsid w:val="006C1ADD"/>
    <w:rsid w:val="00723BAB"/>
    <w:rsid w:val="00747D5D"/>
    <w:rsid w:val="0075378F"/>
    <w:rsid w:val="007915C9"/>
    <w:rsid w:val="007B26EA"/>
    <w:rsid w:val="007B59D3"/>
    <w:rsid w:val="0087508D"/>
    <w:rsid w:val="0089349D"/>
    <w:rsid w:val="009066AD"/>
    <w:rsid w:val="0092303C"/>
    <w:rsid w:val="009F517F"/>
    <w:rsid w:val="00A21D50"/>
    <w:rsid w:val="00A719BA"/>
    <w:rsid w:val="00AE4047"/>
    <w:rsid w:val="00B47ABE"/>
    <w:rsid w:val="00B90A41"/>
    <w:rsid w:val="00BB04F3"/>
    <w:rsid w:val="00BC2E20"/>
    <w:rsid w:val="00BC622E"/>
    <w:rsid w:val="00BD4AE6"/>
    <w:rsid w:val="00BE2DC5"/>
    <w:rsid w:val="00BF358A"/>
    <w:rsid w:val="00C365E9"/>
    <w:rsid w:val="00C42CBF"/>
    <w:rsid w:val="00C94850"/>
    <w:rsid w:val="00CF101A"/>
    <w:rsid w:val="00D27D09"/>
    <w:rsid w:val="00D51421"/>
    <w:rsid w:val="00D73190"/>
    <w:rsid w:val="00DB37E5"/>
    <w:rsid w:val="00E24373"/>
    <w:rsid w:val="00E321CE"/>
    <w:rsid w:val="00E36D20"/>
    <w:rsid w:val="00E51709"/>
    <w:rsid w:val="00E54A57"/>
    <w:rsid w:val="00EA6011"/>
    <w:rsid w:val="00EF1BE4"/>
    <w:rsid w:val="00F225B9"/>
    <w:rsid w:val="00F87F1A"/>
    <w:rsid w:val="00FF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7E5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locked/>
    <w:rsid w:val="0010564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A78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564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788D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0B1A0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1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446</TotalTime>
  <Pages>9</Pages>
  <Words>948</Words>
  <Characters>5407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23kab</cp:lastModifiedBy>
  <cp:revision>16</cp:revision>
  <cp:lastPrinted>2014-04-21T06:56:00Z</cp:lastPrinted>
  <dcterms:created xsi:type="dcterms:W3CDTF">2014-04-17T09:17:00Z</dcterms:created>
  <dcterms:modified xsi:type="dcterms:W3CDTF">2016-04-28T03:32:00Z</dcterms:modified>
</cp:coreProperties>
</file>