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50" w:rsidRPr="00F93F98" w:rsidRDefault="00833950" w:rsidP="006A168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93F98">
        <w:rPr>
          <w:rFonts w:ascii="Times New Roman" w:hAnsi="Times New Roman"/>
          <w:sz w:val="24"/>
          <w:szCs w:val="24"/>
        </w:rPr>
        <w:t>Сведения</w:t>
      </w:r>
    </w:p>
    <w:p w:rsidR="00833950" w:rsidRPr="00F93F98" w:rsidRDefault="00833950" w:rsidP="006A168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93F98"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 лиц, включенных в перечень должностей муниципальной службы в </w:t>
      </w:r>
      <w:r>
        <w:rPr>
          <w:rFonts w:ascii="Times New Roman" w:hAnsi="Times New Roman"/>
          <w:sz w:val="24"/>
          <w:szCs w:val="24"/>
        </w:rPr>
        <w:t xml:space="preserve">Управлении городского хозяйства </w:t>
      </w:r>
      <w:r w:rsidRPr="00F93F98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 xml:space="preserve">и города Кунгура Пермского края, </w:t>
      </w:r>
      <w:r w:rsidRPr="00F93F98">
        <w:rPr>
          <w:rFonts w:ascii="Times New Roman" w:hAnsi="Times New Roman"/>
          <w:sz w:val="24"/>
          <w:szCs w:val="24"/>
        </w:rPr>
        <w:t>связанных с коррупционными рисками, за отчетный период</w:t>
      </w:r>
    </w:p>
    <w:p w:rsidR="00833950" w:rsidRPr="00F93F98" w:rsidRDefault="00833950" w:rsidP="006A168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93F98">
        <w:rPr>
          <w:rFonts w:ascii="Times New Roman" w:hAnsi="Times New Roman"/>
          <w:sz w:val="24"/>
          <w:szCs w:val="24"/>
        </w:rPr>
        <w:t xml:space="preserve">с 01 января 2014 года по 31 декабря 2014 года. </w:t>
      </w:r>
    </w:p>
    <w:p w:rsidR="00833950" w:rsidRDefault="00833950" w:rsidP="006A16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1559"/>
        <w:gridCol w:w="992"/>
        <w:gridCol w:w="1843"/>
        <w:gridCol w:w="709"/>
        <w:gridCol w:w="1134"/>
        <w:gridCol w:w="1276"/>
        <w:gridCol w:w="1134"/>
        <w:gridCol w:w="850"/>
        <w:gridCol w:w="1418"/>
        <w:gridCol w:w="1275"/>
        <w:gridCol w:w="1277"/>
      </w:tblGrid>
      <w:tr w:rsidR="00833950" w:rsidRPr="00324E02" w:rsidTr="00D41E5D">
        <w:trPr>
          <w:cantSplit/>
          <w:trHeight w:val="720"/>
        </w:trPr>
        <w:tc>
          <w:tcPr>
            <w:tcW w:w="1985" w:type="dxa"/>
            <w:vMerge w:val="restart"/>
          </w:tcPr>
          <w:p w:rsidR="00833950" w:rsidRPr="00F93F98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93F98">
              <w:rPr>
                <w:rFonts w:ascii="Times New Roman" w:hAnsi="Times New Roman" w:cs="Times New Roman"/>
              </w:rPr>
              <w:t>Фамилия, имя,</w:t>
            </w:r>
            <w:r w:rsidRPr="00F93F98">
              <w:rPr>
                <w:rFonts w:ascii="Times New Roman" w:hAnsi="Times New Roman" w:cs="Times New Roman"/>
              </w:rPr>
              <w:br/>
              <w:t xml:space="preserve">отчество     </w:t>
            </w:r>
            <w:r w:rsidRPr="00F93F98">
              <w:rPr>
                <w:rFonts w:ascii="Times New Roman" w:hAnsi="Times New Roman" w:cs="Times New Roman"/>
              </w:rPr>
              <w:br/>
              <w:t xml:space="preserve">муниципального </w:t>
            </w:r>
            <w:r w:rsidRPr="00F93F98">
              <w:rPr>
                <w:rFonts w:ascii="Times New Roman" w:hAnsi="Times New Roman" w:cs="Times New Roman"/>
              </w:rPr>
              <w:br/>
              <w:t>служащего</w:t>
            </w:r>
          </w:p>
          <w:p w:rsidR="00833950" w:rsidRPr="00F93F98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833950" w:rsidRPr="003D015C" w:rsidRDefault="00833950" w:rsidP="00F93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Должность</w:t>
            </w:r>
            <w:r w:rsidRPr="003D01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  <w:vMerge w:val="restart"/>
          </w:tcPr>
          <w:p w:rsidR="00833950" w:rsidRPr="003D015C" w:rsidRDefault="00833950" w:rsidP="00AB70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Деклари-</w:t>
            </w:r>
            <w:r w:rsidRPr="003D015C">
              <w:rPr>
                <w:rFonts w:ascii="Times New Roman" w:hAnsi="Times New Roman" w:cs="Times New Roman"/>
              </w:rPr>
              <w:br/>
              <w:t>рованный</w:t>
            </w:r>
            <w:r w:rsidRPr="003D015C">
              <w:rPr>
                <w:rFonts w:ascii="Times New Roman" w:hAnsi="Times New Roman" w:cs="Times New Roman"/>
              </w:rPr>
              <w:br/>
              <w:t xml:space="preserve">годовой </w:t>
            </w:r>
            <w:r w:rsidRPr="003D015C">
              <w:rPr>
                <w:rFonts w:ascii="Times New Roman" w:hAnsi="Times New Roman" w:cs="Times New Roman"/>
              </w:rPr>
              <w:br/>
              <w:t>доход за</w:t>
            </w:r>
            <w:r w:rsidRPr="003D015C">
              <w:rPr>
                <w:rFonts w:ascii="Times New Roman" w:hAnsi="Times New Roman" w:cs="Times New Roman"/>
              </w:rPr>
              <w:br/>
              <w:t xml:space="preserve">2014 год </w:t>
            </w:r>
            <w:r w:rsidRPr="003D015C">
              <w:rPr>
                <w:rFonts w:ascii="Times New Roman" w:hAnsi="Times New Roman" w:cs="Times New Roman"/>
              </w:rPr>
              <w:br/>
              <w:t xml:space="preserve">(тыс.   </w:t>
            </w:r>
            <w:r w:rsidRPr="003D015C">
              <w:rPr>
                <w:rFonts w:ascii="Times New Roman" w:hAnsi="Times New Roman" w:cs="Times New Roman"/>
              </w:rPr>
              <w:br/>
              <w:t>руб.)</w:t>
            </w:r>
          </w:p>
        </w:tc>
        <w:tc>
          <w:tcPr>
            <w:tcW w:w="3686" w:type="dxa"/>
            <w:gridSpan w:val="3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3D015C">
              <w:rPr>
                <w:rFonts w:ascii="Times New Roman" w:hAnsi="Times New Roman" w:cs="Times New Roman"/>
              </w:rPr>
              <w:br/>
              <w:t xml:space="preserve">недвижимости,     </w:t>
            </w:r>
            <w:r w:rsidRPr="003D015C">
              <w:rPr>
                <w:rFonts w:ascii="Times New Roman" w:hAnsi="Times New Roman" w:cs="Times New Roman"/>
              </w:rPr>
              <w:br/>
              <w:t xml:space="preserve">принадлежащих на праве </w:t>
            </w:r>
            <w:r w:rsidRPr="003D015C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  <w:tc>
          <w:tcPr>
            <w:tcW w:w="3260" w:type="dxa"/>
            <w:gridSpan w:val="3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3D015C">
              <w:rPr>
                <w:rFonts w:ascii="Times New Roman" w:hAnsi="Times New Roman" w:cs="Times New Roman"/>
              </w:rPr>
              <w:br/>
              <w:t xml:space="preserve">недвижимости,     </w:t>
            </w:r>
            <w:r w:rsidRPr="003D015C">
              <w:rPr>
                <w:rFonts w:ascii="Times New Roman" w:hAnsi="Times New Roman" w:cs="Times New Roman"/>
              </w:rPr>
              <w:br/>
              <w:t xml:space="preserve">находящихся в     </w:t>
            </w:r>
            <w:r w:rsidRPr="003D015C">
              <w:rPr>
                <w:rFonts w:ascii="Times New Roman" w:hAnsi="Times New Roman" w:cs="Times New Roman"/>
              </w:rPr>
              <w:br/>
              <w:t>пользовании</w:t>
            </w:r>
          </w:p>
        </w:tc>
        <w:tc>
          <w:tcPr>
            <w:tcW w:w="2693" w:type="dxa"/>
            <w:gridSpan w:val="2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Транспортные </w:t>
            </w:r>
            <w:r w:rsidRPr="003D015C">
              <w:rPr>
                <w:rFonts w:ascii="Times New Roman" w:hAnsi="Times New Roman" w:cs="Times New Roman"/>
              </w:rPr>
              <w:br/>
              <w:t xml:space="preserve">средства,  </w:t>
            </w:r>
            <w:r w:rsidRPr="003D015C">
              <w:rPr>
                <w:rFonts w:ascii="Times New Roman" w:hAnsi="Times New Roman" w:cs="Times New Roman"/>
              </w:rPr>
              <w:br/>
              <w:t>принадлежащие</w:t>
            </w:r>
            <w:r w:rsidRPr="003D015C">
              <w:rPr>
                <w:rFonts w:ascii="Times New Roman" w:hAnsi="Times New Roman" w:cs="Times New Roman"/>
              </w:rPr>
              <w:br/>
              <w:t xml:space="preserve">на праве   </w:t>
            </w:r>
            <w:r w:rsidRPr="003D015C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  <w:tc>
          <w:tcPr>
            <w:tcW w:w="1277" w:type="dxa"/>
          </w:tcPr>
          <w:p w:rsidR="00833950" w:rsidRPr="003D015C" w:rsidRDefault="00833950" w:rsidP="003D01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  <w:vMerge/>
          </w:tcPr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вид    </w:t>
            </w:r>
            <w:r w:rsidRPr="003D015C">
              <w:rPr>
                <w:rFonts w:ascii="Times New Roman" w:hAnsi="Times New Roman" w:cs="Times New Roman"/>
              </w:rPr>
              <w:br/>
              <w:t xml:space="preserve">объек- </w:t>
            </w:r>
            <w:r w:rsidRPr="003D015C">
              <w:rPr>
                <w:rFonts w:ascii="Times New Roman" w:hAnsi="Times New Roman" w:cs="Times New Roman"/>
              </w:rPr>
              <w:br/>
              <w:t xml:space="preserve">тов    </w:t>
            </w:r>
            <w:r w:rsidRPr="003D015C">
              <w:rPr>
                <w:rFonts w:ascii="Times New Roman" w:hAnsi="Times New Roman" w:cs="Times New Roman"/>
              </w:rPr>
              <w:br/>
              <w:t xml:space="preserve">недви- </w:t>
            </w:r>
            <w:r w:rsidRPr="003D015C">
              <w:rPr>
                <w:rFonts w:ascii="Times New Roman" w:hAnsi="Times New Roman" w:cs="Times New Roman"/>
              </w:rPr>
              <w:br/>
              <w:t>жимости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площадь</w:t>
            </w:r>
            <w:r w:rsidRPr="003D015C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34" w:type="dxa"/>
          </w:tcPr>
          <w:p w:rsidR="00833950" w:rsidRPr="003D015C" w:rsidRDefault="00833950" w:rsidP="00F93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страна </w:t>
            </w:r>
            <w:r w:rsidRPr="003D015C">
              <w:rPr>
                <w:rFonts w:ascii="Times New Roman" w:hAnsi="Times New Roman" w:cs="Times New Roman"/>
              </w:rPr>
              <w:br/>
              <w:t xml:space="preserve">распо- </w:t>
            </w:r>
            <w:r w:rsidRPr="003D015C">
              <w:rPr>
                <w:rFonts w:ascii="Times New Roman" w:hAnsi="Times New Roman" w:cs="Times New Roman"/>
              </w:rPr>
              <w:br/>
              <w:t>ложения</w:t>
            </w:r>
            <w:r w:rsidRPr="003D01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вид    </w:t>
            </w:r>
            <w:r w:rsidRPr="003D015C">
              <w:rPr>
                <w:rFonts w:ascii="Times New Roman" w:hAnsi="Times New Roman" w:cs="Times New Roman"/>
              </w:rPr>
              <w:br/>
              <w:t xml:space="preserve">объек- </w:t>
            </w:r>
            <w:r w:rsidRPr="003D015C">
              <w:rPr>
                <w:rFonts w:ascii="Times New Roman" w:hAnsi="Times New Roman" w:cs="Times New Roman"/>
              </w:rPr>
              <w:br/>
              <w:t xml:space="preserve">тов    </w:t>
            </w:r>
            <w:r w:rsidRPr="003D015C">
              <w:rPr>
                <w:rFonts w:ascii="Times New Roman" w:hAnsi="Times New Roman" w:cs="Times New Roman"/>
              </w:rPr>
              <w:br/>
              <w:t xml:space="preserve">недви- </w:t>
            </w:r>
            <w:r w:rsidRPr="003D015C">
              <w:rPr>
                <w:rFonts w:ascii="Times New Roman" w:hAnsi="Times New Roman" w:cs="Times New Roman"/>
              </w:rPr>
              <w:br/>
              <w:t>жимости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площадь</w:t>
            </w:r>
            <w:r w:rsidRPr="003D015C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850" w:type="dxa"/>
          </w:tcPr>
          <w:p w:rsidR="00833950" w:rsidRPr="003D015C" w:rsidRDefault="00833950" w:rsidP="00F93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страна </w:t>
            </w:r>
            <w:r w:rsidRPr="003D015C">
              <w:rPr>
                <w:rFonts w:ascii="Times New Roman" w:hAnsi="Times New Roman" w:cs="Times New Roman"/>
              </w:rPr>
              <w:br/>
              <w:t xml:space="preserve">распо- </w:t>
            </w:r>
            <w:r w:rsidRPr="003D015C">
              <w:rPr>
                <w:rFonts w:ascii="Times New Roman" w:hAnsi="Times New Roman" w:cs="Times New Roman"/>
              </w:rPr>
              <w:br/>
              <w:t>ложени</w:t>
            </w:r>
            <w:r>
              <w:rPr>
                <w:rFonts w:ascii="Times New Roman" w:hAnsi="Times New Roman" w:cs="Times New Roman"/>
              </w:rPr>
              <w:t xml:space="preserve">я   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277" w:type="dxa"/>
          </w:tcPr>
          <w:p w:rsidR="00833950" w:rsidRPr="00715DC5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3F98">
              <w:rPr>
                <w:rFonts w:ascii="Times New Roman" w:hAnsi="Times New Roman" w:cs="Times New Roman"/>
              </w:rPr>
              <w:t>Никищенкова</w:t>
            </w:r>
          </w:p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3F98">
              <w:rPr>
                <w:rFonts w:ascii="Times New Roman" w:hAnsi="Times New Roman" w:cs="Times New Roman"/>
              </w:rPr>
              <w:t>Ольга</w:t>
            </w:r>
          </w:p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93F98">
              <w:rPr>
                <w:rFonts w:ascii="Times New Roman" w:hAnsi="Times New Roman" w:cs="Times New Roman"/>
              </w:rPr>
              <w:t>Васильевна</w:t>
            </w:r>
          </w:p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Pr="00F93F98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Заместитель начальника Управления городс</w:t>
            </w:r>
            <w:r>
              <w:rPr>
                <w:rFonts w:ascii="Times New Roman" w:hAnsi="Times New Roman" w:cs="Times New Roman"/>
              </w:rPr>
              <w:t>к</w:t>
            </w:r>
            <w:r w:rsidRPr="003D015C">
              <w:rPr>
                <w:rFonts w:ascii="Times New Roman" w:hAnsi="Times New Roman" w:cs="Times New Roman"/>
              </w:rPr>
              <w:t>ого хозяйства администрации города Кунгура</w:t>
            </w:r>
          </w:p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Пермского края</w:t>
            </w: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608,1</w:t>
            </w:r>
          </w:p>
        </w:tc>
        <w:tc>
          <w:tcPr>
            <w:tcW w:w="1843" w:type="dxa"/>
          </w:tcPr>
          <w:p w:rsidR="00833950" w:rsidRDefault="00833950" w:rsidP="00F93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</w:t>
            </w:r>
            <w:r w:rsidRPr="003D015C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33950" w:rsidRPr="003D015C" w:rsidRDefault="00833950" w:rsidP="00F93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4522,5</w:t>
            </w: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015C">
              <w:rPr>
                <w:rFonts w:ascii="Times New Roman" w:hAnsi="Times New Roman" w:cs="Times New Roman"/>
                <w:lang w:val="en-US"/>
              </w:rPr>
              <w:t>Honda Accord</w:t>
            </w: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B00D9D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Теленков</w:t>
            </w: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Евгений</w:t>
            </w: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Заместитель начальника Управления городс</w:t>
            </w:r>
            <w:r>
              <w:rPr>
                <w:rFonts w:ascii="Times New Roman" w:hAnsi="Times New Roman" w:cs="Times New Roman"/>
              </w:rPr>
              <w:t>к</w:t>
            </w:r>
            <w:r w:rsidRPr="003D015C">
              <w:rPr>
                <w:rFonts w:ascii="Times New Roman" w:hAnsi="Times New Roman" w:cs="Times New Roman"/>
              </w:rPr>
              <w:t>ого хозяйства администрации города Кунгура</w:t>
            </w:r>
          </w:p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Пермского края</w:t>
            </w: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015C">
              <w:rPr>
                <w:rFonts w:ascii="Times New Roman" w:hAnsi="Times New Roman" w:cs="Times New Roman"/>
                <w:lang w:val="en-US"/>
              </w:rPr>
              <w:t>Ssangyong Musso</w:t>
            </w:r>
          </w:p>
        </w:tc>
        <w:tc>
          <w:tcPr>
            <w:tcW w:w="1277" w:type="dxa"/>
          </w:tcPr>
          <w:p w:rsidR="00833950" w:rsidRPr="00B00D9D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833950" w:rsidRPr="00B00D9D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833950" w:rsidRPr="00B00D9D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Коновалов Игорь Викторович</w:t>
            </w: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33950" w:rsidRPr="003D015C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Начальник инспекционного отдела Управления городского хозяйства администрации города Кунгура</w:t>
            </w:r>
          </w:p>
          <w:p w:rsidR="00833950" w:rsidRPr="003D015C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Пермского края</w:t>
            </w: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334,1</w:t>
            </w:r>
          </w:p>
        </w:tc>
        <w:tc>
          <w:tcPr>
            <w:tcW w:w="1843" w:type="dxa"/>
          </w:tcPr>
          <w:p w:rsidR="00833950" w:rsidRDefault="00833950" w:rsidP="00B00D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1-комн.к</w:t>
            </w:r>
            <w:r w:rsidRPr="003D015C">
              <w:rPr>
                <w:rFonts w:ascii="Times New Roman" w:hAnsi="Times New Roman" w:cs="Times New Roman"/>
              </w:rPr>
              <w:t>вартира</w:t>
            </w:r>
          </w:p>
          <w:p w:rsidR="00833950" w:rsidRPr="003D015C" w:rsidRDefault="00833950" w:rsidP="00B00D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</w:t>
            </w:r>
          </w:p>
          <w:p w:rsidR="00833950" w:rsidRDefault="00833950" w:rsidP="00B00D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1/2 </w:t>
            </w:r>
          </w:p>
          <w:p w:rsidR="00833950" w:rsidRPr="003D015C" w:rsidRDefault="00833950" w:rsidP="00B00D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1045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3-комн.к</w:t>
            </w:r>
            <w:r w:rsidRPr="003D015C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3D015C">
              <w:rPr>
                <w:rFonts w:ascii="Times New Roman" w:hAnsi="Times New Roman" w:cs="Times New Roman"/>
              </w:rPr>
              <w:t xml:space="preserve"> совместн</w:t>
            </w:r>
            <w:r>
              <w:rPr>
                <w:rFonts w:ascii="Times New Roman" w:hAnsi="Times New Roman" w:cs="Times New Roman"/>
              </w:rPr>
              <w:t>ая</w:t>
            </w:r>
            <w:r w:rsidRPr="003D015C">
              <w:rPr>
                <w:rFonts w:ascii="Times New Roman" w:hAnsi="Times New Roman" w:cs="Times New Roman"/>
              </w:rPr>
              <w:t xml:space="preserve"> с супругой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33,1 </w:t>
            </w: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sol</w:t>
            </w:r>
            <w:r w:rsidRPr="003D015C">
              <w:rPr>
                <w:rFonts w:ascii="Times New Roman" w:hAnsi="Times New Roman" w:cs="Times New Roman"/>
                <w:lang w:val="en-US"/>
              </w:rPr>
              <w:t>aris</w:t>
            </w: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146,9</w:t>
            </w:r>
          </w:p>
        </w:tc>
        <w:tc>
          <w:tcPr>
            <w:tcW w:w="1843" w:type="dxa"/>
          </w:tcPr>
          <w:p w:rsidR="00833950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1. Дачный земельный участок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33950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33950" w:rsidRPr="003D015C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015C">
              <w:rPr>
                <w:rFonts w:ascii="Times New Roman" w:hAnsi="Times New Roman" w:cs="Times New Roman"/>
              </w:rPr>
              <w:t>Садовый домик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33950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33950" w:rsidRPr="003D015C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2-комн.к</w:t>
            </w:r>
            <w:r w:rsidRPr="003D015C">
              <w:rPr>
                <w:rFonts w:ascii="Times New Roman" w:hAnsi="Times New Roman" w:cs="Times New Roman"/>
              </w:rPr>
              <w:t>вартира</w:t>
            </w:r>
          </w:p>
          <w:p w:rsidR="00833950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долевая, доля ¼ </w:t>
            </w:r>
          </w:p>
          <w:p w:rsidR="00833950" w:rsidRPr="003D015C" w:rsidRDefault="00833950" w:rsidP="00DD30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1045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3-комн.квартира, </w:t>
            </w:r>
            <w:r w:rsidRPr="003D015C">
              <w:rPr>
                <w:rFonts w:ascii="Times New Roman" w:hAnsi="Times New Roman" w:cs="Times New Roman"/>
              </w:rPr>
              <w:t>совместн</w:t>
            </w:r>
            <w:r>
              <w:rPr>
                <w:rFonts w:ascii="Times New Roman" w:hAnsi="Times New Roman" w:cs="Times New Roman"/>
              </w:rPr>
              <w:t>ая</w:t>
            </w:r>
            <w:r w:rsidRPr="003D015C">
              <w:rPr>
                <w:rFonts w:ascii="Times New Roman" w:hAnsi="Times New Roman" w:cs="Times New Roman"/>
              </w:rPr>
              <w:t xml:space="preserve"> с супругом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600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17,8</w:t>
            </w: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49</w:t>
            </w: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826048">
        <w:trPr>
          <w:cantSplit/>
          <w:trHeight w:val="1138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48.8</w:t>
            </w:r>
          </w:p>
        </w:tc>
        <w:tc>
          <w:tcPr>
            <w:tcW w:w="1843" w:type="dxa"/>
          </w:tcPr>
          <w:p w:rsidR="00833950" w:rsidRDefault="00833950" w:rsidP="000879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3-комн.квартира,</w:t>
            </w:r>
          </w:p>
          <w:p w:rsidR="00833950" w:rsidRPr="003D015C" w:rsidRDefault="00833950" w:rsidP="000879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 1/100</w:t>
            </w:r>
          </w:p>
        </w:tc>
        <w:tc>
          <w:tcPr>
            <w:tcW w:w="709" w:type="dxa"/>
          </w:tcPr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</w:t>
            </w:r>
          </w:p>
          <w:p w:rsidR="00833950" w:rsidRPr="003D015C" w:rsidRDefault="00833950" w:rsidP="000879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2E0AA1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33950" w:rsidRPr="00CE5CB3" w:rsidRDefault="00833950" w:rsidP="00CE5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7714E4">
        <w:trPr>
          <w:cantSplit/>
          <w:trHeight w:val="932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Несовершеннолетние дети (дочь) 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B00D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0A59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Медведева Ольга Васильевна</w:t>
            </w: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3A3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33950" w:rsidRPr="003D015C" w:rsidRDefault="00833950" w:rsidP="009B405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Начальник отдела по жилищной политике Управления городского хозяйства администрации города Кунгура</w:t>
            </w:r>
          </w:p>
          <w:p w:rsidR="00833950" w:rsidRPr="003D015C" w:rsidRDefault="00833950" w:rsidP="009B405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Пермского края</w:t>
            </w:r>
          </w:p>
        </w:tc>
        <w:tc>
          <w:tcPr>
            <w:tcW w:w="992" w:type="dxa"/>
          </w:tcPr>
          <w:p w:rsidR="00833950" w:rsidRPr="003D015C" w:rsidRDefault="00833950" w:rsidP="000A59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843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60.5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951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0A59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369,9</w:t>
            </w:r>
          </w:p>
        </w:tc>
        <w:tc>
          <w:tcPr>
            <w:tcW w:w="1843" w:type="dxa"/>
          </w:tcPr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трехкомнатная,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– 2/3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60.5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0A59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Default="00833950" w:rsidP="00D84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трехкомнатная,</w:t>
            </w:r>
          </w:p>
          <w:p w:rsidR="00833950" w:rsidRPr="003D015C" w:rsidRDefault="00833950" w:rsidP="00D848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– 1/6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Штезель Александр Викторович</w:t>
            </w: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33950" w:rsidRPr="003D015C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Начальник отдела внешнего благоустройства Управления городского хозяйства администрации города Кунгура</w:t>
            </w:r>
          </w:p>
          <w:p w:rsidR="00833950" w:rsidRPr="003D015C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Пермского края</w:t>
            </w:r>
          </w:p>
        </w:tc>
        <w:tc>
          <w:tcPr>
            <w:tcW w:w="992" w:type="dxa"/>
          </w:tcPr>
          <w:p w:rsidR="00833950" w:rsidRPr="003D015C" w:rsidRDefault="00833950" w:rsidP="000A59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437,9</w:t>
            </w:r>
          </w:p>
        </w:tc>
        <w:tc>
          <w:tcPr>
            <w:tcW w:w="1843" w:type="dxa"/>
          </w:tcPr>
          <w:p w:rsidR="00833950" w:rsidRPr="003D015C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участок, долевая</w:t>
            </w:r>
          </w:p>
          <w:p w:rsidR="00833950" w:rsidRPr="003D015C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1/5 </w:t>
            </w:r>
          </w:p>
          <w:p w:rsidR="00833950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015C">
              <w:rPr>
                <w:rFonts w:ascii="Times New Roman" w:hAnsi="Times New Roman" w:cs="Times New Roman"/>
              </w:rPr>
              <w:t>Здание нежилое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33950" w:rsidRPr="003D015C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33950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3-х комнатная к</w:t>
            </w:r>
            <w:r w:rsidRPr="003D015C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33950" w:rsidRPr="003D015C" w:rsidRDefault="00833950" w:rsidP="00E00B1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1651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56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950" w:rsidRPr="00324E02" w:rsidTr="00D41E5D">
        <w:trPr>
          <w:cantSplit/>
          <w:trHeight w:val="932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0A59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118,7</w:t>
            </w:r>
          </w:p>
        </w:tc>
        <w:tc>
          <w:tcPr>
            <w:tcW w:w="1843" w:type="dxa"/>
          </w:tcPr>
          <w:p w:rsidR="00833950" w:rsidRPr="003D015C" w:rsidRDefault="00833950" w:rsidP="008A21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долевая </w:t>
            </w:r>
            <w:r w:rsidRPr="003D015C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8A21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благоустроенная к</w:t>
            </w:r>
            <w:r w:rsidRPr="003D015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21126</w:t>
            </w: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294D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Pr="003D015C" w:rsidRDefault="00833950" w:rsidP="004446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Земельный участок, долевая 1/5 </w:t>
            </w:r>
          </w:p>
          <w:p w:rsidR="00833950" w:rsidRPr="003D015C" w:rsidRDefault="00833950" w:rsidP="004446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3-х комнатная </w:t>
            </w:r>
            <w:r w:rsidRPr="003D015C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, долевая</w:t>
            </w:r>
          </w:p>
          <w:p w:rsidR="00833950" w:rsidRPr="003D015C" w:rsidRDefault="00833950" w:rsidP="008A21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 xml:space="preserve">1/5 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1651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8A21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благоустроенная к</w:t>
            </w:r>
            <w:r w:rsidRPr="003D015C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134" w:type="dxa"/>
          </w:tcPr>
          <w:p w:rsidR="00833950" w:rsidRPr="003D015C" w:rsidRDefault="00833950" w:rsidP="003D14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850" w:type="dxa"/>
          </w:tcPr>
          <w:p w:rsidR="00833950" w:rsidRPr="003D015C" w:rsidRDefault="00833950" w:rsidP="003D14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950" w:rsidRPr="00324E02" w:rsidTr="00D41E5D">
        <w:trPr>
          <w:cantSplit/>
          <w:trHeight w:val="1359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294D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Pr="003D015C" w:rsidRDefault="00833950" w:rsidP="008A21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долевая </w:t>
            </w:r>
            <w:r w:rsidRPr="003D015C">
              <w:rPr>
                <w:rFonts w:ascii="Times New Roman" w:hAnsi="Times New Roman" w:cs="Times New Roman"/>
              </w:rPr>
              <w:t>1/5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833950" w:rsidRPr="003D015C" w:rsidRDefault="00833950" w:rsidP="003D14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134" w:type="dxa"/>
          </w:tcPr>
          <w:p w:rsidR="00833950" w:rsidRPr="003D015C" w:rsidRDefault="00833950" w:rsidP="003D14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8A21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благоустроенная к</w:t>
            </w:r>
            <w:r w:rsidRPr="003D015C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134" w:type="dxa"/>
          </w:tcPr>
          <w:p w:rsidR="00833950" w:rsidRPr="003D015C" w:rsidRDefault="00833950" w:rsidP="003D14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850" w:type="dxa"/>
          </w:tcPr>
          <w:p w:rsidR="00833950" w:rsidRPr="003D015C" w:rsidRDefault="00833950" w:rsidP="003D14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294D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Pr="003D015C" w:rsidRDefault="00833950" w:rsidP="008A21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долевая </w:t>
            </w:r>
            <w:r w:rsidRPr="003D015C">
              <w:rPr>
                <w:rFonts w:ascii="Times New Roman" w:hAnsi="Times New Roman" w:cs="Times New Roman"/>
              </w:rPr>
              <w:t>1/5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33950" w:rsidRPr="003D015C" w:rsidRDefault="00833950" w:rsidP="008A21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благоустроенная к</w:t>
            </w:r>
            <w:r w:rsidRPr="003D015C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950" w:rsidRPr="00D87A50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Яковлева Ольга Александровна</w:t>
            </w: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33950" w:rsidRPr="003D015C" w:rsidRDefault="00833950" w:rsidP="00E53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Ведущий специалист по муниципальному жилищному контролю Управления городского хозяйства администрации города Кунгура</w:t>
            </w:r>
          </w:p>
          <w:p w:rsidR="00833950" w:rsidRPr="003D015C" w:rsidRDefault="00833950" w:rsidP="00E53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Пермского края</w:t>
            </w:r>
          </w:p>
        </w:tc>
        <w:tc>
          <w:tcPr>
            <w:tcW w:w="992" w:type="dxa"/>
          </w:tcPr>
          <w:p w:rsidR="00833950" w:rsidRPr="003D015C" w:rsidRDefault="00833950" w:rsidP="00E5397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288,3</w:t>
            </w:r>
          </w:p>
        </w:tc>
        <w:tc>
          <w:tcPr>
            <w:tcW w:w="1843" w:type="dxa"/>
          </w:tcPr>
          <w:p w:rsidR="00833950" w:rsidRPr="003D015C" w:rsidRDefault="00833950" w:rsidP="003D14D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A129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850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Default="00833950" w:rsidP="000D274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1.Автомобиль</w:t>
            </w:r>
          </w:p>
          <w:p w:rsidR="00833950" w:rsidRPr="003D015C" w:rsidRDefault="00833950" w:rsidP="000D274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33950" w:rsidRPr="003D015C" w:rsidRDefault="00833950" w:rsidP="000D274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2.Автомобиль</w:t>
            </w:r>
          </w:p>
        </w:tc>
        <w:tc>
          <w:tcPr>
            <w:tcW w:w="1275" w:type="dxa"/>
          </w:tcPr>
          <w:p w:rsidR="00833950" w:rsidRPr="00DC3961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015C">
              <w:rPr>
                <w:rFonts w:ascii="Times New Roman" w:hAnsi="Times New Roman" w:cs="Times New Roman"/>
              </w:rPr>
              <w:t>ВАЗ</w:t>
            </w:r>
            <w:r w:rsidRPr="00DC3961">
              <w:rPr>
                <w:rFonts w:ascii="Times New Roman" w:hAnsi="Times New Roman" w:cs="Times New Roman"/>
                <w:lang w:val="en-US"/>
              </w:rPr>
              <w:t>-21102</w:t>
            </w:r>
          </w:p>
          <w:p w:rsidR="00833950" w:rsidRPr="00DC3961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015C">
              <w:rPr>
                <w:rFonts w:ascii="Times New Roman" w:hAnsi="Times New Roman" w:cs="Times New Roman"/>
                <w:lang w:val="en-US"/>
              </w:rPr>
              <w:t>RENAULT</w:t>
            </w:r>
            <w:r w:rsidRPr="00DC39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D015C">
              <w:rPr>
                <w:rFonts w:ascii="Times New Roman" w:hAnsi="Times New Roman" w:cs="Times New Roman"/>
                <w:lang w:val="en-US"/>
              </w:rPr>
              <w:t>SYMBOL</w:t>
            </w:r>
            <w:r w:rsidRPr="00DC3961">
              <w:rPr>
                <w:rFonts w:ascii="Times New Roman" w:hAnsi="Times New Roman" w:cs="Times New Roman"/>
                <w:lang w:val="en-US"/>
              </w:rPr>
              <w:t xml:space="preserve"> 4</w:t>
            </w:r>
            <w:r w:rsidRPr="003D015C">
              <w:rPr>
                <w:rFonts w:ascii="Times New Roman" w:hAnsi="Times New Roman" w:cs="Times New Roman"/>
                <w:lang w:val="en-US"/>
              </w:rPr>
              <w:t>AUT</w:t>
            </w:r>
            <w:r w:rsidRPr="00DC3961">
              <w:rPr>
                <w:rFonts w:ascii="Times New Roman" w:hAnsi="Times New Roman" w:cs="Times New Roman"/>
                <w:lang w:val="en-US"/>
              </w:rPr>
              <w:t xml:space="preserve"> 14 </w:t>
            </w:r>
            <w:r w:rsidRPr="003D015C">
              <w:rPr>
                <w:rFonts w:ascii="Times New Roman" w:hAnsi="Times New Roman" w:cs="Times New Roman"/>
                <w:lang w:val="en-US"/>
              </w:rPr>
              <w:t>C</w:t>
            </w:r>
            <w:r w:rsidRPr="00DC39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77" w:type="dxa"/>
          </w:tcPr>
          <w:p w:rsidR="00833950" w:rsidRPr="00DC3961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33950" w:rsidRPr="00324E02" w:rsidTr="00D41E5D">
        <w:trPr>
          <w:cantSplit/>
          <w:trHeight w:val="720"/>
        </w:trPr>
        <w:tc>
          <w:tcPr>
            <w:tcW w:w="1985" w:type="dxa"/>
          </w:tcPr>
          <w:p w:rsidR="00833950" w:rsidRPr="006752CB" w:rsidRDefault="00833950" w:rsidP="00E345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752CB"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559" w:type="dxa"/>
          </w:tcPr>
          <w:p w:rsidR="00833950" w:rsidRPr="003D015C" w:rsidRDefault="00833950" w:rsidP="00FF3E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3950" w:rsidRPr="003D015C" w:rsidRDefault="00833950" w:rsidP="00294D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</w:tcPr>
          <w:p w:rsidR="00833950" w:rsidRPr="003D015C" w:rsidRDefault="00833950" w:rsidP="00391C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50" w:rsidRPr="003D015C" w:rsidRDefault="00833950" w:rsidP="00280E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3950" w:rsidRPr="003D015C" w:rsidRDefault="00833950" w:rsidP="00280E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850" w:type="dxa"/>
          </w:tcPr>
          <w:p w:rsidR="00833950" w:rsidRPr="003D015C" w:rsidRDefault="00833950" w:rsidP="00280E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D01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833950" w:rsidRPr="003D015C" w:rsidRDefault="00833950" w:rsidP="00FF3E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33950" w:rsidRPr="003D015C" w:rsidRDefault="00833950">
      <w:pPr>
        <w:rPr>
          <w:sz w:val="20"/>
          <w:szCs w:val="20"/>
        </w:rPr>
      </w:pPr>
    </w:p>
    <w:sectPr w:rsidR="00833950" w:rsidRPr="003D015C" w:rsidSect="007903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3CF"/>
    <w:rsid w:val="000879A9"/>
    <w:rsid w:val="000A59EF"/>
    <w:rsid w:val="000D274B"/>
    <w:rsid w:val="000D3F3D"/>
    <w:rsid w:val="001007A8"/>
    <w:rsid w:val="001045FB"/>
    <w:rsid w:val="0010726C"/>
    <w:rsid w:val="0013021B"/>
    <w:rsid w:val="00160609"/>
    <w:rsid w:val="00176274"/>
    <w:rsid w:val="001D3D77"/>
    <w:rsid w:val="00237C35"/>
    <w:rsid w:val="00261997"/>
    <w:rsid w:val="00280E06"/>
    <w:rsid w:val="00294D6F"/>
    <w:rsid w:val="002E0AA1"/>
    <w:rsid w:val="00324E02"/>
    <w:rsid w:val="00325240"/>
    <w:rsid w:val="0035378D"/>
    <w:rsid w:val="00391C73"/>
    <w:rsid w:val="003A3E44"/>
    <w:rsid w:val="003D015C"/>
    <w:rsid w:val="003D14DE"/>
    <w:rsid w:val="003D35D8"/>
    <w:rsid w:val="003E0B21"/>
    <w:rsid w:val="004446B7"/>
    <w:rsid w:val="004A516C"/>
    <w:rsid w:val="004E6DE6"/>
    <w:rsid w:val="006752CB"/>
    <w:rsid w:val="006A1689"/>
    <w:rsid w:val="006E6611"/>
    <w:rsid w:val="006F2F07"/>
    <w:rsid w:val="00715DC5"/>
    <w:rsid w:val="00754885"/>
    <w:rsid w:val="007701A0"/>
    <w:rsid w:val="007714E4"/>
    <w:rsid w:val="007903CF"/>
    <w:rsid w:val="00826048"/>
    <w:rsid w:val="00833950"/>
    <w:rsid w:val="008A2169"/>
    <w:rsid w:val="00905BB0"/>
    <w:rsid w:val="0096619C"/>
    <w:rsid w:val="00985D73"/>
    <w:rsid w:val="009B4059"/>
    <w:rsid w:val="009E7D6F"/>
    <w:rsid w:val="00A1298E"/>
    <w:rsid w:val="00A91BF1"/>
    <w:rsid w:val="00AB70EA"/>
    <w:rsid w:val="00AC1E5D"/>
    <w:rsid w:val="00AC32AE"/>
    <w:rsid w:val="00AD0D08"/>
    <w:rsid w:val="00AE0185"/>
    <w:rsid w:val="00B00D9D"/>
    <w:rsid w:val="00B37629"/>
    <w:rsid w:val="00C503FE"/>
    <w:rsid w:val="00CD3E24"/>
    <w:rsid w:val="00CE5CB3"/>
    <w:rsid w:val="00D1612A"/>
    <w:rsid w:val="00D32BA4"/>
    <w:rsid w:val="00D34852"/>
    <w:rsid w:val="00D41E5D"/>
    <w:rsid w:val="00D8488A"/>
    <w:rsid w:val="00D87A50"/>
    <w:rsid w:val="00DC3961"/>
    <w:rsid w:val="00DD30ED"/>
    <w:rsid w:val="00E00B14"/>
    <w:rsid w:val="00E345AB"/>
    <w:rsid w:val="00E5397B"/>
    <w:rsid w:val="00E83B37"/>
    <w:rsid w:val="00F44D43"/>
    <w:rsid w:val="00F75895"/>
    <w:rsid w:val="00F93F98"/>
    <w:rsid w:val="00FF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2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03C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575</TotalTime>
  <Pages>5</Pages>
  <Words>608</Words>
  <Characters>3469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dcterms:created xsi:type="dcterms:W3CDTF">2015-05-07T09:35:00Z</dcterms:created>
  <dcterms:modified xsi:type="dcterms:W3CDTF">2015-05-22T08:34:00Z</dcterms:modified>
</cp:coreProperties>
</file>