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A1" w:rsidRDefault="00D740A1" w:rsidP="001D1591">
      <w:pPr>
        <w:jc w:val="center"/>
        <w:rPr>
          <w:sz w:val="28"/>
          <w:szCs w:val="28"/>
        </w:rPr>
      </w:pPr>
    </w:p>
    <w:p w:rsidR="00D740A1" w:rsidRDefault="00D740A1" w:rsidP="001D159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D740A1" w:rsidRPr="008731BE" w:rsidRDefault="00D740A1" w:rsidP="003B435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муниципальных служащих </w:t>
      </w:r>
      <w:r w:rsidRPr="008731BE">
        <w:rPr>
          <w:sz w:val="28"/>
          <w:szCs w:val="28"/>
          <w:u w:val="single"/>
        </w:rPr>
        <w:t>Управления социальной защиты населения</w:t>
      </w:r>
      <w:r>
        <w:rPr>
          <w:sz w:val="28"/>
          <w:szCs w:val="28"/>
        </w:rPr>
        <w:t xml:space="preserve"> администрации Шушенского района, замещающих должности муниципальной службы высшей, главной, ведущей, старшей группы должностей, </w:t>
      </w:r>
      <w:r>
        <w:rPr>
          <w:sz w:val="28"/>
          <w:szCs w:val="28"/>
          <w:u w:val="single"/>
        </w:rPr>
        <w:t>за 2014</w:t>
      </w:r>
      <w:r w:rsidRPr="008731BE">
        <w:rPr>
          <w:sz w:val="28"/>
          <w:szCs w:val="28"/>
          <w:u w:val="single"/>
        </w:rPr>
        <w:t xml:space="preserve"> год</w:t>
      </w:r>
    </w:p>
    <w:p w:rsidR="00D740A1" w:rsidRDefault="00D740A1" w:rsidP="001D1591">
      <w:pPr>
        <w:jc w:val="center"/>
        <w:rPr>
          <w:sz w:val="28"/>
          <w:szCs w:val="28"/>
        </w:rPr>
      </w:pPr>
    </w:p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952"/>
        <w:gridCol w:w="1031"/>
        <w:gridCol w:w="1169"/>
        <w:gridCol w:w="1471"/>
      </w:tblGrid>
      <w:tr w:rsidR="00D740A1" w:rsidRPr="0052163A">
        <w:tc>
          <w:tcPr>
            <w:tcW w:w="540" w:type="dxa"/>
            <w:vMerge w:val="restart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№ пп</w:t>
            </w:r>
          </w:p>
        </w:tc>
        <w:tc>
          <w:tcPr>
            <w:tcW w:w="2032" w:type="dxa"/>
            <w:vMerge w:val="restart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Наименование муниципального образования Красноярского края</w:t>
            </w:r>
          </w:p>
        </w:tc>
        <w:tc>
          <w:tcPr>
            <w:tcW w:w="1496" w:type="dxa"/>
            <w:vMerge w:val="restart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Наименование должность </w:t>
            </w:r>
          </w:p>
        </w:tc>
        <w:tc>
          <w:tcPr>
            <w:tcW w:w="1800" w:type="dxa"/>
            <w:vMerge w:val="restart"/>
          </w:tcPr>
          <w:p w:rsidR="00D740A1" w:rsidRPr="0052163A" w:rsidRDefault="00D740A1" w:rsidP="008731BE">
            <w:pPr>
              <w:ind w:right="72"/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Фамилия, имя, отчетсво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Годовой доход, </w:t>
            </w:r>
          </w:p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руб.</w:t>
            </w:r>
          </w:p>
        </w:tc>
        <w:tc>
          <w:tcPr>
            <w:tcW w:w="3938" w:type="dxa"/>
            <w:gridSpan w:val="3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52" w:type="dxa"/>
            <w:gridSpan w:val="3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</w:t>
            </w:r>
          </w:p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471" w:type="dxa"/>
            <w:vMerge w:val="restart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транспортных средств с указанием вида</w:t>
            </w:r>
          </w:p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 и марки, принадлежащих лицу на праве собственности</w:t>
            </w:r>
          </w:p>
        </w:tc>
      </w:tr>
      <w:tr w:rsidR="00D740A1" w:rsidRPr="0052163A">
        <w:tc>
          <w:tcPr>
            <w:tcW w:w="540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68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952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031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69" w:type="dxa"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471" w:type="dxa"/>
            <w:vMerge/>
          </w:tcPr>
          <w:p w:rsidR="00D740A1" w:rsidRPr="0052163A" w:rsidRDefault="00D740A1" w:rsidP="000B308C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47"/>
        </w:trPr>
        <w:tc>
          <w:tcPr>
            <w:tcW w:w="54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Шушенский район</w:t>
            </w:r>
          </w:p>
        </w:tc>
        <w:tc>
          <w:tcPr>
            <w:tcW w:w="1496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Руководитель</w:t>
            </w: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управления </w:t>
            </w:r>
          </w:p>
        </w:tc>
        <w:tc>
          <w:tcPr>
            <w:tcW w:w="1800" w:type="dxa"/>
            <w:vMerge w:val="restart"/>
          </w:tcPr>
          <w:p w:rsidR="00D740A1" w:rsidRPr="00657C01" w:rsidRDefault="00D740A1" w:rsidP="000B3F48">
            <w:pPr>
              <w:jc w:val="center"/>
              <w:rPr>
                <w:b/>
                <w:bCs/>
                <w:sz w:val="20"/>
                <w:szCs w:val="20"/>
              </w:rPr>
            </w:pPr>
            <w:r w:rsidRPr="00657C01">
              <w:rPr>
                <w:b/>
                <w:bCs/>
                <w:sz w:val="20"/>
                <w:szCs w:val="20"/>
              </w:rPr>
              <w:t xml:space="preserve">Нор </w:t>
            </w: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657C01">
              <w:rPr>
                <w:b/>
                <w:bCs/>
                <w:sz w:val="20"/>
                <w:szCs w:val="20"/>
              </w:rPr>
              <w:t>Людмила Алексеевна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748305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D740A1" w:rsidRPr="0052163A" w:rsidRDefault="00D740A1" w:rsidP="003A61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46"/>
        </w:trPr>
        <w:tc>
          <w:tcPr>
            <w:tcW w:w="54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64"/>
        </w:trPr>
        <w:tc>
          <w:tcPr>
            <w:tcW w:w="54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64"/>
        </w:trPr>
        <w:tc>
          <w:tcPr>
            <w:tcW w:w="54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C760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465039</w:t>
            </w:r>
          </w:p>
        </w:tc>
        <w:tc>
          <w:tcPr>
            <w:tcW w:w="1610" w:type="dxa"/>
          </w:tcPr>
          <w:p w:rsidR="00D740A1" w:rsidRPr="0052163A" w:rsidRDefault="00D740A1" w:rsidP="00202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 участок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RENAULT SR</w:t>
            </w:r>
          </w:p>
        </w:tc>
      </w:tr>
      <w:tr w:rsidR="00D740A1" w:rsidRPr="0052163A">
        <w:trPr>
          <w:trHeight w:val="287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980D2F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УАЗ-323602</w:t>
            </w:r>
          </w:p>
        </w:tc>
      </w:tr>
      <w:tr w:rsidR="00D740A1" w:rsidRPr="0052163A">
        <w:trPr>
          <w:trHeight w:val="365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952"/>
        <w:gridCol w:w="103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 w:val="restart"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вопросам военнослужащих, ветеранов, инвалидов, реабилитированных и лиц, пострадавших от радиации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Величанская Наталья Владимировна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358856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4036FB" w:rsidRDefault="00D740A1" w:rsidP="004036FB">
            <w:pPr>
              <w:jc w:val="center"/>
            </w:pPr>
            <w:r w:rsidRPr="004036FB">
              <w:t>Легковой автомобиль</w:t>
            </w:r>
          </w:p>
          <w:p w:rsidR="00D740A1" w:rsidRPr="002E6B02" w:rsidRDefault="00D740A1" w:rsidP="004036FB">
            <w:pPr>
              <w:jc w:val="center"/>
              <w:rPr>
                <w:sz w:val="20"/>
                <w:szCs w:val="20"/>
              </w:rPr>
            </w:pPr>
            <w:r w:rsidRPr="004036FB">
              <w:rPr>
                <w:lang w:val="en-US"/>
              </w:rPr>
              <w:t>HondaEolix</w:t>
            </w:r>
            <w:r w:rsidRPr="004036FB">
              <w:t>, 2005 года выпуска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068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2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D740A1" w:rsidRPr="009B0111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9B0111">
              <w:rPr>
                <w:b/>
                <w:bCs/>
                <w:sz w:val="20"/>
                <w:szCs w:val="20"/>
              </w:rPr>
              <w:t>Астапкевич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9B0111">
              <w:rPr>
                <w:b/>
                <w:bCs/>
                <w:sz w:val="20"/>
                <w:szCs w:val="20"/>
              </w:rPr>
              <w:t>Владислав Георгиевич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373894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437818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семейной политики</w:t>
            </w:r>
          </w:p>
        </w:tc>
        <w:tc>
          <w:tcPr>
            <w:tcW w:w="1800" w:type="dxa"/>
            <w:vMerge w:val="restart"/>
          </w:tcPr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Луканова</w:t>
            </w:r>
          </w:p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Лариса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Викторовна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503847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950779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851" w:type="dxa"/>
          </w:tcPr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69" w:type="dxa"/>
          </w:tcPr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D740A1" w:rsidRDefault="00D740A1" w:rsidP="00F139EE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5</w:t>
            </w:r>
          </w:p>
        </w:tc>
        <w:tc>
          <w:tcPr>
            <w:tcW w:w="2032" w:type="dxa"/>
            <w:vMerge w:val="restart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34823" w:rsidRDefault="00D740A1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Начальник отдела по назначению и выплате пособий на детей, персональных пенсий и пенсий муниципальных служащих</w:t>
            </w:r>
          </w:p>
          <w:p w:rsidR="00D740A1" w:rsidRPr="00534823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Филкова</w:t>
            </w:r>
          </w:p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 xml:space="preserve">Мария </w:t>
            </w:r>
          </w:p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Валерьевна</w:t>
            </w:r>
          </w:p>
          <w:p w:rsidR="00D740A1" w:rsidRPr="00534823" w:rsidRDefault="00D740A1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 xml:space="preserve">(в отпуске по уходу за </w:t>
            </w:r>
            <w:r>
              <w:rPr>
                <w:b/>
                <w:bCs/>
                <w:sz w:val="20"/>
                <w:szCs w:val="20"/>
              </w:rPr>
              <w:t>ребенком</w:t>
            </w:r>
            <w:r w:rsidRPr="00534823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30" w:type="dxa"/>
          </w:tcPr>
          <w:p w:rsidR="00D740A1" w:rsidRPr="00534823" w:rsidRDefault="00D740A1" w:rsidP="0007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138130</w:t>
            </w:r>
          </w:p>
        </w:tc>
        <w:tc>
          <w:tcPr>
            <w:tcW w:w="161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32.8</w:t>
            </w:r>
          </w:p>
        </w:tc>
        <w:tc>
          <w:tcPr>
            <w:tcW w:w="1169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34823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34823" w:rsidRDefault="00D740A1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32,8</w:t>
            </w:r>
          </w:p>
        </w:tc>
        <w:tc>
          <w:tcPr>
            <w:tcW w:w="1169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p w:rsidR="00D740A1" w:rsidRDefault="00D740A1"/>
    <w:p w:rsidR="00D740A1" w:rsidRDefault="00D740A1"/>
    <w:p w:rsidR="00D740A1" w:rsidRDefault="00D740A1"/>
    <w:p w:rsidR="00D740A1" w:rsidRDefault="00D740A1"/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6</w:t>
            </w:r>
          </w:p>
        </w:tc>
        <w:tc>
          <w:tcPr>
            <w:tcW w:w="2032" w:type="dxa"/>
            <w:vMerge w:val="restart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34823" w:rsidRDefault="00D740A1" w:rsidP="00472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Pr="00534823">
              <w:rPr>
                <w:sz w:val="20"/>
                <w:szCs w:val="20"/>
              </w:rPr>
              <w:t xml:space="preserve"> отдела по назначению и выплате пособий на детей, персональных пенсий и пенсий муниципальных служащих</w:t>
            </w:r>
          </w:p>
          <w:p w:rsidR="00D740A1" w:rsidRPr="0053482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34823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Щеблыкина</w:t>
            </w:r>
          </w:p>
          <w:p w:rsidR="00D740A1" w:rsidRPr="00534823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 xml:space="preserve">Ирина </w:t>
            </w:r>
          </w:p>
          <w:p w:rsidR="00D740A1" w:rsidRPr="00534823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Валерьевна</w:t>
            </w:r>
          </w:p>
          <w:p w:rsidR="00D740A1" w:rsidRPr="00534823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(исполняет обязанности)</w:t>
            </w:r>
          </w:p>
          <w:p w:rsidR="00D740A1" w:rsidRPr="00534823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375657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гараж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31,5</w:t>
            </w:r>
          </w:p>
        </w:tc>
        <w:tc>
          <w:tcPr>
            <w:tcW w:w="1068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F46B8F" w:rsidRDefault="00D740A1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\2 </w:t>
            </w:r>
            <w:r>
              <w:rPr>
                <w:sz w:val="20"/>
                <w:szCs w:val="20"/>
              </w:rPr>
              <w:t>доля квартиры</w:t>
            </w:r>
          </w:p>
        </w:tc>
        <w:tc>
          <w:tcPr>
            <w:tcW w:w="851" w:type="dxa"/>
          </w:tcPr>
          <w:p w:rsidR="00D740A1" w:rsidRPr="00F46B8F" w:rsidRDefault="00D740A1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169" w:type="dxa"/>
          </w:tcPr>
          <w:p w:rsidR="00D740A1" w:rsidRPr="00F46B8F" w:rsidRDefault="00D740A1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534823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D740A1" w:rsidRPr="00F46B8F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F46B8F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Земельный участок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31,5</w:t>
            </w:r>
          </w:p>
        </w:tc>
        <w:tc>
          <w:tcPr>
            <w:tcW w:w="1068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D740A1" w:rsidRPr="00F46B8F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F46B8F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дача</w:t>
            </w:r>
          </w:p>
        </w:tc>
        <w:tc>
          <w:tcPr>
            <w:tcW w:w="126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10,3</w:t>
            </w:r>
          </w:p>
        </w:tc>
        <w:tc>
          <w:tcPr>
            <w:tcW w:w="1068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D740A1" w:rsidRPr="00F46B8F" w:rsidRDefault="00D740A1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F46B8F" w:rsidRDefault="00D740A1" w:rsidP="0047232F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199691</w:t>
            </w:r>
          </w:p>
        </w:tc>
        <w:tc>
          <w:tcPr>
            <w:tcW w:w="161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\2 </w:t>
            </w:r>
            <w:r>
              <w:rPr>
                <w:sz w:val="20"/>
                <w:szCs w:val="20"/>
              </w:rPr>
              <w:t>доля квартиры</w:t>
            </w:r>
          </w:p>
        </w:tc>
        <w:tc>
          <w:tcPr>
            <w:tcW w:w="1260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068" w:type="dxa"/>
          </w:tcPr>
          <w:p w:rsidR="00D740A1" w:rsidRPr="00F46B8F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D740A1" w:rsidRPr="0047232F" w:rsidRDefault="00D740A1" w:rsidP="000B3F48">
            <w:pPr>
              <w:jc w:val="center"/>
              <w:rPr>
                <w:sz w:val="20"/>
                <w:szCs w:val="20"/>
                <w:highlight w:val="yellow"/>
              </w:rPr>
            </w:pPr>
            <w:r w:rsidRPr="0007441C">
              <w:rPr>
                <w:sz w:val="20"/>
                <w:szCs w:val="20"/>
              </w:rPr>
              <w:t>Автомобиль УАЗ 469</w:t>
            </w: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32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социальных выплат</w:t>
            </w:r>
          </w:p>
        </w:tc>
        <w:tc>
          <w:tcPr>
            <w:tcW w:w="1800" w:type="dxa"/>
          </w:tcPr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Потылицына</w:t>
            </w:r>
          </w:p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 xml:space="preserve">Ольга </w:t>
            </w:r>
          </w:p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Владимировна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376211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D740A1" w:rsidRPr="002F1D26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Анищенко</w:t>
            </w:r>
          </w:p>
          <w:p w:rsidR="00D740A1" w:rsidRPr="002F1D26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Тамара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Федоровна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530767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4B0D9B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Suzuki </w:t>
            </w:r>
            <w:r>
              <w:rPr>
                <w:sz w:val="20"/>
                <w:szCs w:val="20"/>
              </w:rPr>
              <w:t>искудо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172482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ГАЗ 53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9</w:t>
            </w:r>
          </w:p>
        </w:tc>
        <w:tc>
          <w:tcPr>
            <w:tcW w:w="2032" w:type="dxa"/>
            <w:vMerge w:val="restart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C353B2" w:rsidRDefault="00D740A1" w:rsidP="00A7202F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</w:tc>
        <w:tc>
          <w:tcPr>
            <w:tcW w:w="1800" w:type="dxa"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b/>
                <w:bCs/>
                <w:sz w:val="20"/>
                <w:szCs w:val="20"/>
              </w:rPr>
              <w:t>Кушнарев Андрей Владимирович</w:t>
            </w:r>
          </w:p>
        </w:tc>
        <w:tc>
          <w:tcPr>
            <w:tcW w:w="123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288347</w:t>
            </w:r>
          </w:p>
        </w:tc>
        <w:tc>
          <w:tcPr>
            <w:tcW w:w="1610" w:type="dxa"/>
          </w:tcPr>
          <w:p w:rsidR="00D740A1" w:rsidRPr="00C353B2" w:rsidRDefault="00D740A1" w:rsidP="00C353B2">
            <w:pPr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32" w:type="dxa"/>
          </w:tcPr>
          <w:p w:rsidR="00D740A1" w:rsidRPr="00C353B2" w:rsidRDefault="00D740A1" w:rsidP="00403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C353B2" w:rsidRDefault="00D740A1" w:rsidP="00C353B2">
            <w:pPr>
              <w:jc w:val="center"/>
              <w:rPr>
                <w:sz w:val="20"/>
                <w:szCs w:val="20"/>
              </w:rPr>
            </w:pPr>
            <w:r w:rsidRPr="00C353B2">
              <w:t>Автомобиль хонда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супруга</w:t>
            </w:r>
          </w:p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115348</w:t>
            </w:r>
          </w:p>
        </w:tc>
        <w:tc>
          <w:tcPr>
            <w:tcW w:w="161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сын</w:t>
            </w:r>
          </w:p>
        </w:tc>
        <w:tc>
          <w:tcPr>
            <w:tcW w:w="123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17595</w:t>
            </w:r>
          </w:p>
        </w:tc>
        <w:tc>
          <w:tcPr>
            <w:tcW w:w="161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C353B2" w:rsidRDefault="00D740A1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42249</w:t>
            </w:r>
          </w:p>
        </w:tc>
        <w:tc>
          <w:tcPr>
            <w:tcW w:w="161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C353B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p w:rsidR="00D740A1" w:rsidRDefault="00D740A1"/>
    <w:p w:rsidR="00D740A1" w:rsidRDefault="00D740A1"/>
    <w:p w:rsidR="00D740A1" w:rsidRDefault="00D740A1"/>
    <w:p w:rsidR="00D740A1" w:rsidRDefault="00D740A1"/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32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семейной политики</w:t>
            </w:r>
          </w:p>
        </w:tc>
        <w:tc>
          <w:tcPr>
            <w:tcW w:w="1800" w:type="dxa"/>
          </w:tcPr>
          <w:p w:rsidR="00D740A1" w:rsidRPr="007D2CDF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Воронкова</w:t>
            </w:r>
          </w:p>
          <w:p w:rsidR="00D740A1" w:rsidRPr="007D2CDF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Галина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327494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229673</w:t>
            </w: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87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Нива 2114</w:t>
            </w:r>
          </w:p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465,7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8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6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D740A1" w:rsidRPr="004361A0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>Нагайко</w:t>
            </w:r>
          </w:p>
          <w:p w:rsidR="00D740A1" w:rsidRPr="004361A0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 xml:space="preserve">Игорь 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>Борисович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415480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4655C4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</w:t>
            </w:r>
            <w:r>
              <w:rPr>
                <w:sz w:val="20"/>
                <w:szCs w:val="20"/>
                <w:lang w:val="en-US"/>
              </w:rPr>
              <w:t xml:space="preserve"> Suzuki Liana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4361A0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4361A0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D740A1" w:rsidRDefault="00D740A1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295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262"/>
        </w:trPr>
        <w:tc>
          <w:tcPr>
            <w:tcW w:w="540" w:type="dxa"/>
            <w:vMerge/>
          </w:tcPr>
          <w:p w:rsidR="00D740A1" w:rsidRPr="004655C4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4655C4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1137345</w:t>
            </w:r>
          </w:p>
        </w:tc>
        <w:tc>
          <w:tcPr>
            <w:tcW w:w="1610" w:type="dxa"/>
          </w:tcPr>
          <w:p w:rsidR="00D740A1" w:rsidRDefault="00D740A1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D740A1" w:rsidRDefault="00D740A1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228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984"/>
        </w:trPr>
        <w:tc>
          <w:tcPr>
            <w:tcW w:w="54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социальных выплат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Вагина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Ирина Александровна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327494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56.4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Кураленко</w:t>
            </w:r>
          </w:p>
          <w:p w:rsidR="00D740A1" w:rsidRPr="00CF76A2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Ольга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Петровна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314210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168996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322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180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назначению и выплате пособий на детей, персональных пенсий и пенсий муниципальных служащих</w:t>
            </w:r>
          </w:p>
        </w:tc>
        <w:tc>
          <w:tcPr>
            <w:tcW w:w="1800" w:type="dxa"/>
            <w:vMerge w:val="restart"/>
          </w:tcPr>
          <w:p w:rsidR="00D740A1" w:rsidRPr="00A53043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043">
              <w:rPr>
                <w:b/>
                <w:bCs/>
                <w:sz w:val="20"/>
                <w:szCs w:val="20"/>
              </w:rPr>
              <w:t>Ермакова Ирина Борисовна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429775</w:t>
            </w:r>
          </w:p>
        </w:tc>
        <w:tc>
          <w:tcPr>
            <w:tcW w:w="1610" w:type="dxa"/>
          </w:tcPr>
          <w:p w:rsidR="00D740A1" w:rsidRDefault="00D740A1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D740A1" w:rsidRDefault="00D740A1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жилого дома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Toyotacorolla</w:t>
            </w:r>
          </w:p>
          <w:p w:rsidR="00D740A1" w:rsidRPr="00F75F5B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D740A1" w:rsidRPr="00F75F5B" w:rsidRDefault="00D740A1" w:rsidP="00F75F5B">
            <w:pPr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F75F5B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D740A1" w:rsidRDefault="00D740A1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приусадебного  участка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D740A1" w:rsidRDefault="00D740A1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D740A1" w:rsidRDefault="00D740A1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жилого дома </w:t>
            </w:r>
          </w:p>
          <w:p w:rsidR="00D740A1" w:rsidRDefault="00D740A1" w:rsidP="00115984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D740A1" w:rsidRDefault="00D740A1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приусадебного  участка 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1068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Toyotacorolla</w:t>
            </w:r>
          </w:p>
        </w:tc>
      </w:tr>
    </w:tbl>
    <w:p w:rsidR="00D740A1" w:rsidRDefault="00D740A1"/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информационно-аналитического отдела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2757E5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 xml:space="preserve">Сафронов 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Сергей Валерьевич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443269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ВАЗ-2112</w:t>
            </w: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344030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/>
    <w:p w:rsidR="00D740A1" w:rsidRDefault="00D740A1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D740A1" w:rsidRPr="0052163A">
        <w:trPr>
          <w:trHeight w:val="556"/>
        </w:trPr>
        <w:tc>
          <w:tcPr>
            <w:tcW w:w="540" w:type="dxa"/>
            <w:vMerge w:val="restart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32" w:type="dxa"/>
            <w:vMerge w:val="restart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800" w:type="dxa"/>
          </w:tcPr>
          <w:p w:rsidR="00D740A1" w:rsidRPr="002757E5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Савченко</w:t>
            </w:r>
          </w:p>
          <w:p w:rsidR="00D740A1" w:rsidRPr="002757E5" w:rsidRDefault="00D740A1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Олеся</w:t>
            </w:r>
          </w:p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Васильевна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285956</w:t>
            </w: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 квартиры</w:t>
            </w: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D740A1" w:rsidRPr="0052163A">
        <w:trPr>
          <w:trHeight w:val="556"/>
        </w:trPr>
        <w:tc>
          <w:tcPr>
            <w:tcW w:w="540" w:type="dxa"/>
            <w:vMerge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D740A1" w:rsidRPr="0052163A" w:rsidRDefault="00D740A1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30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40A1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69" w:type="dxa"/>
          </w:tcPr>
          <w:p w:rsidR="00D740A1" w:rsidRPr="0052163A" w:rsidRDefault="00D740A1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D740A1" w:rsidRPr="002E6B02" w:rsidRDefault="00D740A1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D740A1" w:rsidRDefault="00D740A1" w:rsidP="001D1591">
      <w:pPr>
        <w:jc w:val="center"/>
        <w:rPr>
          <w:sz w:val="28"/>
          <w:szCs w:val="28"/>
        </w:rPr>
      </w:pPr>
    </w:p>
    <w:p w:rsidR="00D740A1" w:rsidRPr="00BD529B" w:rsidRDefault="00D740A1">
      <w:pPr>
        <w:rPr>
          <w:sz w:val="20"/>
          <w:szCs w:val="20"/>
        </w:rPr>
      </w:pPr>
    </w:p>
    <w:sectPr w:rsidR="00D740A1" w:rsidRPr="00BD529B" w:rsidSect="00672BC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B79ED"/>
    <w:multiLevelType w:val="hybridMultilevel"/>
    <w:tmpl w:val="AED48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591"/>
    <w:rsid w:val="00010344"/>
    <w:rsid w:val="000414B1"/>
    <w:rsid w:val="00047CD7"/>
    <w:rsid w:val="0007441C"/>
    <w:rsid w:val="0008609B"/>
    <w:rsid w:val="000A7937"/>
    <w:rsid w:val="000B308C"/>
    <w:rsid w:val="000B3F48"/>
    <w:rsid w:val="000B5836"/>
    <w:rsid w:val="000C7687"/>
    <w:rsid w:val="00115984"/>
    <w:rsid w:val="00197663"/>
    <w:rsid w:val="001A7581"/>
    <w:rsid w:val="001D1591"/>
    <w:rsid w:val="001E3F18"/>
    <w:rsid w:val="001F460C"/>
    <w:rsid w:val="00202CEA"/>
    <w:rsid w:val="00257233"/>
    <w:rsid w:val="002757E5"/>
    <w:rsid w:val="002A4D07"/>
    <w:rsid w:val="002C0A41"/>
    <w:rsid w:val="002E01D9"/>
    <w:rsid w:val="002E2248"/>
    <w:rsid w:val="002E6B02"/>
    <w:rsid w:val="002F1D26"/>
    <w:rsid w:val="003145BD"/>
    <w:rsid w:val="003A61EF"/>
    <w:rsid w:val="003B4355"/>
    <w:rsid w:val="00401862"/>
    <w:rsid w:val="004036FB"/>
    <w:rsid w:val="004361A0"/>
    <w:rsid w:val="004655C4"/>
    <w:rsid w:val="0047232F"/>
    <w:rsid w:val="00474867"/>
    <w:rsid w:val="004B0D9B"/>
    <w:rsid w:val="004C172F"/>
    <w:rsid w:val="004F484D"/>
    <w:rsid w:val="004F727C"/>
    <w:rsid w:val="00500CA5"/>
    <w:rsid w:val="0052163A"/>
    <w:rsid w:val="005338A3"/>
    <w:rsid w:val="00534823"/>
    <w:rsid w:val="00553D81"/>
    <w:rsid w:val="00592BF7"/>
    <w:rsid w:val="005A3C9F"/>
    <w:rsid w:val="005A3E45"/>
    <w:rsid w:val="005E7FC7"/>
    <w:rsid w:val="00607CAB"/>
    <w:rsid w:val="00632CD2"/>
    <w:rsid w:val="0063584E"/>
    <w:rsid w:val="00644607"/>
    <w:rsid w:val="00657C01"/>
    <w:rsid w:val="00672BC5"/>
    <w:rsid w:val="00681615"/>
    <w:rsid w:val="006B7804"/>
    <w:rsid w:val="006D3565"/>
    <w:rsid w:val="00723984"/>
    <w:rsid w:val="00727949"/>
    <w:rsid w:val="007626A9"/>
    <w:rsid w:val="00767841"/>
    <w:rsid w:val="007A4965"/>
    <w:rsid w:val="007D2CDF"/>
    <w:rsid w:val="008522EF"/>
    <w:rsid w:val="008731BE"/>
    <w:rsid w:val="008819DE"/>
    <w:rsid w:val="00894F3A"/>
    <w:rsid w:val="008A7420"/>
    <w:rsid w:val="008D64FA"/>
    <w:rsid w:val="009112F9"/>
    <w:rsid w:val="00961BF2"/>
    <w:rsid w:val="009707EF"/>
    <w:rsid w:val="009716F3"/>
    <w:rsid w:val="00980D2F"/>
    <w:rsid w:val="009B0111"/>
    <w:rsid w:val="00A20D4A"/>
    <w:rsid w:val="00A53043"/>
    <w:rsid w:val="00A55CE1"/>
    <w:rsid w:val="00A7202F"/>
    <w:rsid w:val="00A912BA"/>
    <w:rsid w:val="00AA6CA9"/>
    <w:rsid w:val="00AB6F8F"/>
    <w:rsid w:val="00AC3A5E"/>
    <w:rsid w:val="00AC64EE"/>
    <w:rsid w:val="00AD0F65"/>
    <w:rsid w:val="00BB3FB2"/>
    <w:rsid w:val="00BD529B"/>
    <w:rsid w:val="00BF77BD"/>
    <w:rsid w:val="00C353B2"/>
    <w:rsid w:val="00C414A6"/>
    <w:rsid w:val="00C760B2"/>
    <w:rsid w:val="00CF520B"/>
    <w:rsid w:val="00CF76A2"/>
    <w:rsid w:val="00D10434"/>
    <w:rsid w:val="00D740A1"/>
    <w:rsid w:val="00D87375"/>
    <w:rsid w:val="00DB17F8"/>
    <w:rsid w:val="00DD6806"/>
    <w:rsid w:val="00E00149"/>
    <w:rsid w:val="00E34017"/>
    <w:rsid w:val="00E672AF"/>
    <w:rsid w:val="00E75D6F"/>
    <w:rsid w:val="00E85017"/>
    <w:rsid w:val="00E86D16"/>
    <w:rsid w:val="00F05BB0"/>
    <w:rsid w:val="00F139EE"/>
    <w:rsid w:val="00F46B8F"/>
    <w:rsid w:val="00F472D5"/>
    <w:rsid w:val="00F75F5B"/>
    <w:rsid w:val="00FA6ED5"/>
    <w:rsid w:val="00FB76DB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9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1591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1591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B58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B5836"/>
    <w:rPr>
      <w:rFonts w:ascii="Calibri" w:hAnsi="Calibri" w:cs="Calibri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1D15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D15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02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5</Pages>
  <Words>788</Words>
  <Characters>4493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2015-05-15T08:16:00Z</cp:lastPrinted>
  <dcterms:created xsi:type="dcterms:W3CDTF">2015-05-15T07:10:00Z</dcterms:created>
  <dcterms:modified xsi:type="dcterms:W3CDTF">2015-05-15T08:34:00Z</dcterms:modified>
</cp:coreProperties>
</file>