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77" w:rsidRPr="00891A6D" w:rsidRDefault="003B5977" w:rsidP="00843751">
      <w:pPr>
        <w:ind w:left="-538" w:hanging="2342"/>
        <w:jc w:val="center"/>
        <w:rPr>
          <w:rFonts w:ascii="Times New Roman" w:hAnsi="Times New Roman"/>
          <w:sz w:val="26"/>
          <w:szCs w:val="26"/>
        </w:rPr>
      </w:pPr>
      <w:r w:rsidRPr="00891A6D">
        <w:rPr>
          <w:rFonts w:ascii="Times New Roman" w:hAnsi="Times New Roman"/>
          <w:sz w:val="26"/>
          <w:szCs w:val="26"/>
        </w:rPr>
        <w:t>СВЕДЕНИЯ</w:t>
      </w:r>
    </w:p>
    <w:p w:rsidR="003B5977" w:rsidRPr="00891A6D" w:rsidRDefault="003B5977" w:rsidP="00843751">
      <w:pPr>
        <w:ind w:left="-2880"/>
        <w:jc w:val="center"/>
        <w:rPr>
          <w:rFonts w:ascii="Times New Roman" w:hAnsi="Times New Roman"/>
          <w:sz w:val="26"/>
          <w:szCs w:val="26"/>
        </w:rPr>
      </w:pPr>
      <w:r w:rsidRPr="00891A6D">
        <w:rPr>
          <w:rFonts w:ascii="Times New Roman" w:hAnsi="Times New Roman"/>
          <w:sz w:val="26"/>
          <w:szCs w:val="26"/>
        </w:rPr>
        <w:t xml:space="preserve">об имущественном положении и доходах главы администрации Ананьевского сельсовета Кулундинского района Алтайского края, муниципальных служащих администрации Ананьевского сельсовета Кулундинского района Алтайского края и членов их семей </w:t>
      </w:r>
    </w:p>
    <w:p w:rsidR="003B5977" w:rsidRPr="00891A6D" w:rsidRDefault="003B5977" w:rsidP="00843751">
      <w:pPr>
        <w:ind w:left="-2880"/>
        <w:jc w:val="center"/>
        <w:rPr>
          <w:rFonts w:ascii="Times New Roman" w:hAnsi="Times New Roman"/>
          <w:sz w:val="26"/>
          <w:szCs w:val="26"/>
        </w:rPr>
      </w:pPr>
      <w:r w:rsidRPr="00891A6D">
        <w:rPr>
          <w:rFonts w:ascii="Times New Roman" w:hAnsi="Times New Roman"/>
          <w:sz w:val="26"/>
          <w:szCs w:val="26"/>
        </w:rPr>
        <w:t>за период с 1 января 2014года по 31 декабря 2014 года</w:t>
      </w:r>
    </w:p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5"/>
        <w:gridCol w:w="2355"/>
        <w:gridCol w:w="1232"/>
        <w:gridCol w:w="12"/>
        <w:gridCol w:w="1878"/>
        <w:gridCol w:w="1003"/>
        <w:gridCol w:w="8"/>
        <w:gridCol w:w="1432"/>
        <w:gridCol w:w="8"/>
        <w:gridCol w:w="1612"/>
        <w:gridCol w:w="6"/>
        <w:gridCol w:w="1034"/>
        <w:gridCol w:w="33"/>
        <w:gridCol w:w="7"/>
        <w:gridCol w:w="1433"/>
        <w:gridCol w:w="7"/>
        <w:gridCol w:w="2350"/>
      </w:tblGrid>
      <w:tr w:rsidR="003B5977" w:rsidRPr="008F69A5" w:rsidTr="004115F9">
        <w:trPr>
          <w:trHeight w:val="600"/>
          <w:tblHeader/>
        </w:trPr>
        <w:tc>
          <w:tcPr>
            <w:tcW w:w="179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235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Общая сумма дохода за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432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tabs>
                <w:tab w:val="left" w:pos="104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</w:tr>
      <w:tr w:rsidR="003B5977" w:rsidRPr="008F69A5" w:rsidTr="004115F9">
        <w:trPr>
          <w:trHeight w:val="427"/>
          <w:tblHeader/>
        </w:trPr>
        <w:tc>
          <w:tcPr>
            <w:tcW w:w="179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516"/>
        </w:trPr>
        <w:tc>
          <w:tcPr>
            <w:tcW w:w="179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540"/>
        </w:trPr>
        <w:tc>
          <w:tcPr>
            <w:tcW w:w="179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Винс Андрей Давидович</w:t>
            </w:r>
          </w:p>
        </w:tc>
        <w:tc>
          <w:tcPr>
            <w:tcW w:w="235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Глава администрации сельсовета</w:t>
            </w:r>
          </w:p>
        </w:tc>
        <w:tc>
          <w:tcPr>
            <w:tcW w:w="12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349525</w:t>
            </w:r>
          </w:p>
        </w:tc>
        <w:tc>
          <w:tcPr>
            <w:tcW w:w="18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«Фолькваген-транспорт»</w:t>
            </w:r>
          </w:p>
        </w:tc>
      </w:tr>
      <w:tr w:rsidR="003B5977" w:rsidRPr="008F69A5" w:rsidTr="004115F9">
        <w:trPr>
          <w:trHeight w:val="375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87,9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2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144130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пай (общая долевая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18/28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5105800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AC2C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3B5977" w:rsidRPr="008F69A5" w:rsidRDefault="003B5977" w:rsidP="00BA7E5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1480" w:type="dxa"/>
            <w:gridSpan w:val="4"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ind w:left="5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Мерседес - Бенс</w:t>
            </w: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87,9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F534BA">
        <w:trPr>
          <w:trHeight w:val="3218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Буздуган Лариса Ивановна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Глава администрации сельсовета</w:t>
            </w: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285863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________________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(индивидуальная) 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_______________      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Жилой дом   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_______________</w:t>
            </w:r>
          </w:p>
          <w:p w:rsidR="003B5977" w:rsidRPr="008F69A5" w:rsidRDefault="003B5977" w:rsidP="00F15F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Жилой дом      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2987</w:t>
            </w: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  4000</w:t>
            </w: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81,2       </w:t>
            </w: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53,8    </w:t>
            </w: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34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 Россия</w:t>
            </w: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34302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F15F2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F15F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</w:t>
            </w:r>
          </w:p>
          <w:p w:rsidR="003B5977" w:rsidRPr="008F69A5" w:rsidRDefault="003B5977" w:rsidP="00F15F2C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F15F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F15F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C1E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C1E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______________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81,2</w:t>
            </w:r>
          </w:p>
          <w:p w:rsidR="003B5977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29,87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внучка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</w:t>
            </w:r>
          </w:p>
          <w:p w:rsidR="003B5977" w:rsidRPr="00EE7DD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EE7DD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______________</w:t>
            </w:r>
          </w:p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  <w:p w:rsidR="003B5977" w:rsidRPr="008F69A5" w:rsidRDefault="003B5977" w:rsidP="00EE7D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81,2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29,87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</w:t>
            </w:r>
          </w:p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EE7DD7" w:rsidRDefault="003B5977" w:rsidP="00EE7D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EE7DD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EE7DD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EE7DD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Default="003B5977" w:rsidP="00EE7D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EE7DD7" w:rsidRDefault="003B5977" w:rsidP="00EE7D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A20BFC">
        <w:trPr>
          <w:trHeight w:val="94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Богер Ирина Александровна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Главный специалист по финансам, налогам и сборам</w:t>
            </w: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173644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B5977" w:rsidRPr="008F69A5" w:rsidRDefault="003B5977" w:rsidP="00A444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1/15)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2411,2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A444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1/12)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________________</w:t>
            </w:r>
          </w:p>
          <w:p w:rsidR="003B5977" w:rsidRPr="008F69A5" w:rsidRDefault="003B5977" w:rsidP="00A444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Квартира 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1/4)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253,3</w:t>
            </w: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</w:t>
            </w: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____________</w:t>
            </w:r>
          </w:p>
          <w:p w:rsidR="003B5977" w:rsidRPr="008F69A5" w:rsidRDefault="003B5977" w:rsidP="00A444E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Квартира 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1/4)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Квартира 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1/4)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940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249112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A444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Квартира (общая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1/12)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EC0E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772"/>
        </w:trPr>
        <w:tc>
          <w:tcPr>
            <w:tcW w:w="179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Сковородина Екатерина Владимировна</w:t>
            </w:r>
          </w:p>
        </w:tc>
        <w:tc>
          <w:tcPr>
            <w:tcW w:w="235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Секретарь администрации сельсовета</w:t>
            </w:r>
          </w:p>
        </w:tc>
        <w:tc>
          <w:tcPr>
            <w:tcW w:w="12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7764</w:t>
            </w:r>
          </w:p>
        </w:tc>
        <w:tc>
          <w:tcPr>
            <w:tcW w:w="18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(общая 1/2 доли)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4005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855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(общая ,1/2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    87,7</w:t>
            </w:r>
          </w:p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399"/>
        </w:trPr>
        <w:tc>
          <w:tcPr>
            <w:tcW w:w="1795" w:type="dxa"/>
            <w:vMerge w:val="restart"/>
            <w:tcBorders>
              <w:top w:val="dashed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355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141214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(общая 1/2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4005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«ВАЗ-21110» 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Самоходное шасси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«Т-16МГ»</w:t>
            </w:r>
          </w:p>
        </w:tc>
      </w:tr>
      <w:tr w:rsidR="003B5977" w:rsidRPr="008F69A5" w:rsidTr="002B1EB5">
        <w:trPr>
          <w:trHeight w:val="343"/>
        </w:trPr>
        <w:tc>
          <w:tcPr>
            <w:tcW w:w="179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(общая ,1/2 доли)</w:t>
            </w:r>
          </w:p>
        </w:tc>
        <w:tc>
          <w:tcPr>
            <w:tcW w:w="10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87,7</w:t>
            </w:r>
          </w:p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349"/>
        </w:trPr>
        <w:tc>
          <w:tcPr>
            <w:tcW w:w="1795" w:type="dxa"/>
            <w:vMerge w:val="restart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4005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649"/>
        </w:trPr>
        <w:tc>
          <w:tcPr>
            <w:tcW w:w="179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   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97,7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580"/>
        </w:trPr>
        <w:tc>
          <w:tcPr>
            <w:tcW w:w="1795" w:type="dxa"/>
            <w:vMerge w:val="restart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4005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942"/>
        </w:trPr>
        <w:tc>
          <w:tcPr>
            <w:tcW w:w="179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97,7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40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Кудрявский Сергей Сергеевич 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имуществу и земельным налогам </w:t>
            </w: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121444</w:t>
            </w:r>
          </w:p>
        </w:tc>
        <w:tc>
          <w:tcPr>
            <w:tcW w:w="1878" w:type="dxa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(общая ½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3839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Тайота- Корона</w:t>
            </w:r>
          </w:p>
        </w:tc>
      </w:tr>
      <w:tr w:rsidR="003B5977" w:rsidRPr="008F69A5" w:rsidTr="004115F9">
        <w:trPr>
          <w:trHeight w:val="481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½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36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168606</w:t>
            </w:r>
          </w:p>
        </w:tc>
        <w:tc>
          <w:tcPr>
            <w:tcW w:w="1878" w:type="dxa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Земельный участок (общая ½ доля) 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3839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32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½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30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3839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56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26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3839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28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340"/>
        </w:trPr>
        <w:tc>
          <w:tcPr>
            <w:tcW w:w="1795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Нейфельд Жанна Андреевна</w:t>
            </w:r>
          </w:p>
        </w:tc>
        <w:tc>
          <w:tcPr>
            <w:tcW w:w="2355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Специалист первой категории</w:t>
            </w:r>
          </w:p>
        </w:tc>
        <w:tc>
          <w:tcPr>
            <w:tcW w:w="1232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301413</w:t>
            </w:r>
          </w:p>
        </w:tc>
        <w:tc>
          <w:tcPr>
            <w:tcW w:w="1890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приусадебный (индивидуальный)</w:t>
            </w:r>
          </w:p>
        </w:tc>
        <w:tc>
          <w:tcPr>
            <w:tcW w:w="1011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8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 Земельный участок</w:t>
            </w:r>
          </w:p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067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1623409</w:t>
            </w:r>
          </w:p>
          <w:p w:rsidR="003B5977" w:rsidRPr="008F69A5" w:rsidRDefault="003B5977" w:rsidP="00160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160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464"/>
        </w:trPr>
        <w:tc>
          <w:tcPr>
            <w:tcW w:w="1795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приусадебный (общая1/9 доля)</w:t>
            </w:r>
          </w:p>
        </w:tc>
        <w:tc>
          <w:tcPr>
            <w:tcW w:w="1011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8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180"/>
        </w:trPr>
        <w:tc>
          <w:tcPr>
            <w:tcW w:w="1795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67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7" w:type="dxa"/>
            <w:gridSpan w:val="2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81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477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left="-10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726679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062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660475">
            <w:pPr>
              <w:tabs>
                <w:tab w:val="center" w:pos="51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приусадебный (общая 1/9 доли)</w:t>
            </w:r>
          </w:p>
          <w:p w:rsidR="003B5977" w:rsidRPr="002B1EB5" w:rsidRDefault="003B5977" w:rsidP="002B1E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  2715</w:t>
            </w:r>
          </w:p>
          <w:p w:rsidR="003B5977" w:rsidRPr="002B1EB5" w:rsidRDefault="003B5977" w:rsidP="002B1E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2B1EB5" w:rsidRDefault="003B5977" w:rsidP="002B1E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>(общая 1/9 доли)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1623409</w:t>
            </w:r>
          </w:p>
          <w:p w:rsidR="003B5977" w:rsidRPr="002B1EB5" w:rsidRDefault="003B5977" w:rsidP="002B1E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2B1EB5" w:rsidRDefault="003B5977" w:rsidP="002B1E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Легковой «ГАЗ» 3110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Легковой «</w:t>
            </w:r>
            <w:r w:rsidRPr="008F69A5">
              <w:rPr>
                <w:rFonts w:ascii="Times New Roman" w:hAnsi="Times New Roman"/>
                <w:sz w:val="20"/>
                <w:szCs w:val="20"/>
                <w:lang w:val="en-US"/>
              </w:rPr>
              <w:t>KI</w:t>
            </w:r>
            <w:r w:rsidRPr="008F69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9A5">
              <w:rPr>
                <w:rFonts w:ascii="Times New Roman" w:hAnsi="Times New Roman"/>
                <w:sz w:val="20"/>
                <w:szCs w:val="20"/>
                <w:lang w:val="en-US"/>
              </w:rPr>
              <w:t>SOPENTO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Трактор МТЗ-80</w:t>
            </w:r>
          </w:p>
        </w:tc>
      </w:tr>
      <w:tr w:rsidR="003B5977" w:rsidRPr="008F69A5" w:rsidTr="004115F9">
        <w:trPr>
          <w:trHeight w:val="46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tabs>
                <w:tab w:val="center" w:pos="514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(индивидуальный)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456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tabs>
                <w:tab w:val="center" w:pos="514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36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464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(общая 1/9 доли)</w:t>
            </w: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24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760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464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520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062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  <w:p w:rsidR="003B5977" w:rsidRPr="008F69A5" w:rsidRDefault="003B5977" w:rsidP="001419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1419E7">
            <w:pPr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0E2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197"/>
        </w:trPr>
        <w:tc>
          <w:tcPr>
            <w:tcW w:w="179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 xml:space="preserve">Земельный участок (общая 1/9 доли 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8F69A5" w:rsidRDefault="003B5977" w:rsidP="00680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  <w:p w:rsidR="003B5977" w:rsidRDefault="003B5977" w:rsidP="002B1E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5977" w:rsidRPr="002B1EB5" w:rsidRDefault="003B5977" w:rsidP="002B1E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5977" w:rsidRPr="002B1EB5" w:rsidRDefault="003B5977" w:rsidP="002B1E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1167"/>
        </w:trPr>
        <w:tc>
          <w:tcPr>
            <w:tcW w:w="179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35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(общая 1/9 доли)</w:t>
            </w: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2715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080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2B1EB5">
        <w:trPr>
          <w:trHeight w:val="464"/>
        </w:trPr>
        <w:tc>
          <w:tcPr>
            <w:tcW w:w="179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(общая 1/9 доли)</w:t>
            </w:r>
          </w:p>
        </w:tc>
        <w:tc>
          <w:tcPr>
            <w:tcW w:w="100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44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977" w:rsidRPr="008F69A5" w:rsidTr="004115F9">
        <w:trPr>
          <w:trHeight w:val="640"/>
        </w:trPr>
        <w:tc>
          <w:tcPr>
            <w:tcW w:w="179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2B1EB5">
            <w:pPr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080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4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A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5977" w:rsidRPr="008F69A5" w:rsidRDefault="003B5977" w:rsidP="00BA7E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B5977" w:rsidRPr="00891A6D" w:rsidRDefault="003B5977" w:rsidP="00843751">
      <w:pPr>
        <w:rPr>
          <w:rFonts w:ascii="Times New Roman" w:hAnsi="Times New Roman"/>
        </w:rPr>
      </w:pPr>
    </w:p>
    <w:p w:rsidR="003B5977" w:rsidRPr="00891A6D" w:rsidRDefault="003B5977" w:rsidP="00843751">
      <w:pPr>
        <w:rPr>
          <w:rFonts w:ascii="Times New Roman" w:hAnsi="Times New Roman"/>
        </w:rPr>
      </w:pPr>
    </w:p>
    <w:p w:rsidR="003B5977" w:rsidRPr="00891A6D" w:rsidRDefault="003B5977">
      <w:pPr>
        <w:rPr>
          <w:rFonts w:ascii="Times New Roman" w:hAnsi="Times New Roman"/>
        </w:rPr>
      </w:pPr>
    </w:p>
    <w:sectPr w:rsidR="003B5977" w:rsidRPr="00891A6D" w:rsidSect="00343026">
      <w:headerReference w:type="even" r:id="rId6"/>
      <w:headerReference w:type="default" r:id="rId7"/>
      <w:pgSz w:w="16840" w:h="11907" w:orient="landscape" w:code="1"/>
      <w:pgMar w:top="360" w:right="238" w:bottom="568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77" w:rsidRDefault="003B5977" w:rsidP="00A10B60">
      <w:pPr>
        <w:spacing w:after="0" w:line="240" w:lineRule="auto"/>
      </w:pPr>
      <w:r>
        <w:separator/>
      </w:r>
    </w:p>
  </w:endnote>
  <w:endnote w:type="continuationSeparator" w:id="1">
    <w:p w:rsidR="003B5977" w:rsidRDefault="003B5977" w:rsidP="00A1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77" w:rsidRDefault="003B5977" w:rsidP="00A10B60">
      <w:pPr>
        <w:spacing w:after="0" w:line="240" w:lineRule="auto"/>
      </w:pPr>
      <w:r>
        <w:separator/>
      </w:r>
    </w:p>
  </w:footnote>
  <w:footnote w:type="continuationSeparator" w:id="1">
    <w:p w:rsidR="003B5977" w:rsidRDefault="003B5977" w:rsidP="00A1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77" w:rsidRDefault="003B5977" w:rsidP="000A0E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5977" w:rsidRDefault="003B5977" w:rsidP="000A0EF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77" w:rsidRDefault="003B5977" w:rsidP="000A0E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B5977" w:rsidRDefault="003B5977" w:rsidP="000A0EFB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751"/>
    <w:rsid w:val="00030940"/>
    <w:rsid w:val="00092640"/>
    <w:rsid w:val="000A0EFB"/>
    <w:rsid w:val="000E25C6"/>
    <w:rsid w:val="001419E7"/>
    <w:rsid w:val="00160E8C"/>
    <w:rsid w:val="00177A18"/>
    <w:rsid w:val="002B1EB5"/>
    <w:rsid w:val="002B7292"/>
    <w:rsid w:val="00307D2B"/>
    <w:rsid w:val="00337E32"/>
    <w:rsid w:val="00343026"/>
    <w:rsid w:val="00385E23"/>
    <w:rsid w:val="003B5977"/>
    <w:rsid w:val="0040101D"/>
    <w:rsid w:val="004115F9"/>
    <w:rsid w:val="004459A8"/>
    <w:rsid w:val="005D267D"/>
    <w:rsid w:val="00660475"/>
    <w:rsid w:val="00680CD2"/>
    <w:rsid w:val="007E10DB"/>
    <w:rsid w:val="00843751"/>
    <w:rsid w:val="00891A6D"/>
    <w:rsid w:val="008F5DA6"/>
    <w:rsid w:val="008F69A5"/>
    <w:rsid w:val="00904467"/>
    <w:rsid w:val="009A301A"/>
    <w:rsid w:val="009A7C97"/>
    <w:rsid w:val="00A055FD"/>
    <w:rsid w:val="00A10B60"/>
    <w:rsid w:val="00A20BFC"/>
    <w:rsid w:val="00A444ED"/>
    <w:rsid w:val="00AC2C19"/>
    <w:rsid w:val="00B42A30"/>
    <w:rsid w:val="00BA7E5D"/>
    <w:rsid w:val="00BC1E4C"/>
    <w:rsid w:val="00CA5C98"/>
    <w:rsid w:val="00CC4A75"/>
    <w:rsid w:val="00E6027A"/>
    <w:rsid w:val="00E74965"/>
    <w:rsid w:val="00EC0EC1"/>
    <w:rsid w:val="00EE7DD7"/>
    <w:rsid w:val="00F15F2C"/>
    <w:rsid w:val="00F534BA"/>
    <w:rsid w:val="00F7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6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375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375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437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300</TotalTime>
  <Pages>8</Pages>
  <Words>772</Words>
  <Characters>4405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Николаева</cp:lastModifiedBy>
  <cp:revision>11</cp:revision>
  <dcterms:created xsi:type="dcterms:W3CDTF">2015-05-07T09:08:00Z</dcterms:created>
  <dcterms:modified xsi:type="dcterms:W3CDTF">2015-05-14T10:15:00Z</dcterms:modified>
</cp:coreProperties>
</file>