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12381" w:rsidRDefault="00712381" w:rsidP="005C21DC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Сведения</w:t>
      </w:r>
    </w:p>
    <w:p w:rsidR="00712381" w:rsidRDefault="00712381" w:rsidP="005C21DC">
      <w:pPr>
        <w:autoSpaceDE w:val="0"/>
        <w:autoSpaceDN w:val="0"/>
        <w:adjustRightInd w:val="0"/>
        <w:ind w:firstLine="720"/>
        <w:jc w:val="center"/>
        <w:rPr>
          <w:sz w:val="28"/>
          <w:szCs w:val="28"/>
        </w:rPr>
      </w:pPr>
      <w:r>
        <w:rPr>
          <w:sz w:val="28"/>
          <w:szCs w:val="28"/>
        </w:rPr>
        <w:t>о доходах, об имуществе и обязательствах имущественного характера муниципальных служащих администрации Уницкого сельского поселения  и членов их семей</w:t>
      </w:r>
    </w:p>
    <w:p w:rsidR="00712381" w:rsidRDefault="00712381" w:rsidP="005C21DC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  <w:r>
        <w:rPr>
          <w:bCs/>
          <w:color w:val="26282F"/>
          <w:sz w:val="28"/>
          <w:szCs w:val="28"/>
        </w:rPr>
        <w:t>за период с  01.01.2012  года по 31.12. 2012 года</w:t>
      </w:r>
    </w:p>
    <w:p w:rsidR="00712381" w:rsidRDefault="00712381" w:rsidP="005C21DC">
      <w:pPr>
        <w:autoSpaceDE w:val="0"/>
        <w:autoSpaceDN w:val="0"/>
        <w:adjustRightInd w:val="0"/>
        <w:ind w:firstLine="720"/>
        <w:jc w:val="center"/>
        <w:rPr>
          <w:bCs/>
          <w:color w:val="26282F"/>
          <w:sz w:val="28"/>
          <w:szCs w:val="28"/>
        </w:rPr>
      </w:pPr>
    </w:p>
    <w:tbl>
      <w:tblPr>
        <w:tblW w:w="15285" w:type="dxa"/>
        <w:tblInd w:w="-59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A0"/>
      </w:tblPr>
      <w:tblGrid>
        <w:gridCol w:w="2702"/>
        <w:gridCol w:w="1331"/>
        <w:gridCol w:w="1585"/>
        <w:gridCol w:w="1564"/>
        <w:gridCol w:w="1620"/>
        <w:gridCol w:w="1666"/>
        <w:gridCol w:w="1596"/>
        <w:gridCol w:w="1581"/>
        <w:gridCol w:w="1640"/>
      </w:tblGrid>
      <w:tr w:rsidR="00712381" w:rsidTr="005C21DC">
        <w:tc>
          <w:tcPr>
            <w:tcW w:w="2702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bCs/>
                <w:color w:val="26282F"/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Сведения о </w:t>
            </w:r>
            <w:r>
              <w:rPr>
                <w:bCs/>
                <w:color w:val="26282F"/>
                <w:sz w:val="22"/>
                <w:szCs w:val="22"/>
              </w:rPr>
              <w:t>муниципальных служащих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bCs/>
                <w:color w:val="26282F"/>
                <w:sz w:val="22"/>
                <w:szCs w:val="22"/>
              </w:rPr>
              <w:t>администрации Уницкого сельского поселения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 членах их семей</w:t>
            </w:r>
          </w:p>
        </w:tc>
        <w:tc>
          <w:tcPr>
            <w:tcW w:w="13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Общая 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сумма 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дохода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за отчетный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период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(руб.) </w:t>
            </w:r>
          </w:p>
        </w:tc>
        <w:tc>
          <w:tcPr>
            <w:tcW w:w="643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и транспортных средств, принадлежащих 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на праве собственности</w:t>
            </w:r>
          </w:p>
        </w:tc>
        <w:tc>
          <w:tcPr>
            <w:tcW w:w="4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Перечень объектов недвижимого имущества, находящегося в пользовании</w:t>
            </w:r>
          </w:p>
        </w:tc>
      </w:tr>
      <w:tr w:rsidR="00712381" w:rsidTr="005C21DC">
        <w:tc>
          <w:tcPr>
            <w:tcW w:w="2702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rPr>
                <w:sz w:val="22"/>
                <w:szCs w:val="22"/>
              </w:rPr>
            </w:pPr>
          </w:p>
        </w:tc>
        <w:tc>
          <w:tcPr>
            <w:tcW w:w="13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rPr>
                <w:sz w:val="22"/>
                <w:szCs w:val="22"/>
              </w:rPr>
            </w:pP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недвижимого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недвижимого имущества</w:t>
            </w:r>
          </w:p>
          <w:p w:rsidR="00712381" w:rsidRDefault="00712381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 объекта недвижимого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 и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марка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транспортного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средства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Вид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недвижимого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Площадь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объекта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недвижимого имущества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(кв. м)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Страна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расположения объекта недвижимого</w:t>
            </w:r>
          </w:p>
          <w:p w:rsidR="00712381" w:rsidRDefault="00712381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имущества</w:t>
            </w:r>
          </w:p>
        </w:tc>
      </w:tr>
      <w:tr w:rsidR="00712381" w:rsidTr="000B2C6A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</w:pPr>
            <w:r>
              <w:t>Глава администрации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</w:pPr>
            <w:r>
              <w:t>Уницкого сельского поселения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342238=74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Автомобиль грузовой ГАЗель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дом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</w:tr>
      <w:tr w:rsidR="00712381" w:rsidTr="000B2C6A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Супруг(а)</w:t>
            </w: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108046=49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rPr>
                <w:sz w:val="22"/>
                <w:szCs w:val="22"/>
              </w:rPr>
            </w:pP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2381" w:rsidRDefault="00712381" w:rsidP="000B2C6A">
            <w:pPr>
              <w:rPr>
                <w:sz w:val="22"/>
                <w:szCs w:val="22"/>
              </w:rPr>
            </w:pPr>
          </w:p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Трактор</w:t>
            </w:r>
          </w:p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МТЗ-80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  <w:tr w:rsidR="00712381" w:rsidTr="000B2C6A">
        <w:tc>
          <w:tcPr>
            <w:tcW w:w="270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Главный специалист администрации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3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196406=18</w:t>
            </w:r>
          </w:p>
        </w:tc>
        <w:tc>
          <w:tcPr>
            <w:tcW w:w="15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Квартира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Жилой дом</w:t>
            </w:r>
          </w:p>
        </w:tc>
        <w:tc>
          <w:tcPr>
            <w:tcW w:w="1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63</w:t>
            </w: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</w:p>
          <w:p w:rsidR="00712381" w:rsidRDefault="00712381" w:rsidP="000B2C6A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</w:p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Россия</w:t>
            </w:r>
          </w:p>
        </w:tc>
        <w:tc>
          <w:tcPr>
            <w:tcW w:w="16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5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  <w:tc>
          <w:tcPr>
            <w:tcW w:w="16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712381" w:rsidRDefault="00712381" w:rsidP="000B2C6A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нет</w:t>
            </w:r>
          </w:p>
        </w:tc>
      </w:tr>
    </w:tbl>
    <w:p w:rsidR="00712381" w:rsidRDefault="00712381" w:rsidP="005C21DC"/>
    <w:sectPr w:rsidR="00712381" w:rsidSect="005C21DC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7"/>
  <w:defaultTabStop w:val="708"/>
  <w:drawingGridHorizontalSpacing w:val="120"/>
  <w:displayHorizont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C21DC"/>
    <w:rsid w:val="000B2C6A"/>
    <w:rsid w:val="000F750E"/>
    <w:rsid w:val="004F61BB"/>
    <w:rsid w:val="005C21DC"/>
    <w:rsid w:val="00712381"/>
    <w:rsid w:val="00997F60"/>
    <w:rsid w:val="009B24FB"/>
    <w:rsid w:val="00A126B4"/>
    <w:rsid w:val="00A335E6"/>
    <w:rsid w:val="00AC4500"/>
    <w:rsid w:val="00D243D5"/>
    <w:rsid w:val="00DF7444"/>
    <w:rsid w:val="00ED2CE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C21DC"/>
    <w:rPr>
      <w:rFonts w:eastAsia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2019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DFDFD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7</TotalTime>
  <Pages>1</Pages>
  <Words>170</Words>
  <Characters>974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Большакова Олеся</cp:lastModifiedBy>
  <cp:revision>5</cp:revision>
  <dcterms:created xsi:type="dcterms:W3CDTF">2013-08-01T04:45:00Z</dcterms:created>
  <dcterms:modified xsi:type="dcterms:W3CDTF">2013-08-08T06:59:00Z</dcterms:modified>
</cp:coreProperties>
</file>