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549E" w:rsidRPr="009E549E" w:rsidRDefault="00887429" w:rsidP="00680EE3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9E549E">
        <w:rPr>
          <w:sz w:val="28"/>
          <w:szCs w:val="28"/>
        </w:rPr>
        <w:t>Сведения о доходах, об имуществе и обязательствах имущественного характера,</w:t>
      </w:r>
    </w:p>
    <w:p w:rsidR="00887429" w:rsidRPr="009E549E" w:rsidRDefault="00887429" w:rsidP="009E549E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9E549E">
        <w:rPr>
          <w:sz w:val="28"/>
          <w:szCs w:val="28"/>
        </w:rPr>
        <w:t>представленные государственными гражданскими служащими области в департаменте имущественных отношений Вологодско</w:t>
      </w:r>
      <w:r w:rsidR="009E549E">
        <w:rPr>
          <w:sz w:val="28"/>
          <w:szCs w:val="28"/>
        </w:rPr>
        <w:t>й</w:t>
      </w:r>
      <w:r w:rsidRPr="009E549E">
        <w:rPr>
          <w:sz w:val="28"/>
          <w:szCs w:val="28"/>
        </w:rPr>
        <w:t xml:space="preserve"> области</w:t>
      </w:r>
    </w:p>
    <w:p w:rsidR="009E549E" w:rsidRDefault="00887429" w:rsidP="009E549E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  <w:r w:rsidRPr="009E549E">
        <w:rPr>
          <w:sz w:val="28"/>
          <w:szCs w:val="28"/>
        </w:rPr>
        <w:t>за отчетный финансовый год с 1 января 2011 года по 31 декабря 2011 года</w:t>
      </w:r>
    </w:p>
    <w:tbl>
      <w:tblPr>
        <w:tblStyle w:val="a5"/>
        <w:tblW w:w="16019" w:type="dxa"/>
        <w:tblInd w:w="-176" w:type="dxa"/>
        <w:tblLayout w:type="fixed"/>
        <w:tblLook w:val="04A0"/>
      </w:tblPr>
      <w:tblGrid>
        <w:gridCol w:w="1985"/>
        <w:gridCol w:w="1560"/>
        <w:gridCol w:w="2409"/>
        <w:gridCol w:w="3261"/>
        <w:gridCol w:w="1701"/>
        <w:gridCol w:w="2268"/>
        <w:gridCol w:w="2835"/>
      </w:tblGrid>
      <w:tr w:rsidR="0076389C" w:rsidTr="00692DD0">
        <w:tc>
          <w:tcPr>
            <w:tcW w:w="1985" w:type="dxa"/>
            <w:vMerge w:val="restart"/>
          </w:tcPr>
          <w:p w:rsidR="0076389C" w:rsidRPr="009E549E" w:rsidRDefault="0076389C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9E549E">
              <w:rPr>
                <w:b/>
              </w:rPr>
              <w:t>Фамилия</w:t>
            </w:r>
          </w:p>
          <w:p w:rsidR="0076389C" w:rsidRPr="009E549E" w:rsidRDefault="0076389C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9E549E">
              <w:rPr>
                <w:b/>
              </w:rPr>
              <w:t>имя отчество</w:t>
            </w:r>
          </w:p>
        </w:tc>
        <w:tc>
          <w:tcPr>
            <w:tcW w:w="1560" w:type="dxa"/>
            <w:vMerge w:val="restart"/>
          </w:tcPr>
          <w:p w:rsidR="0076389C" w:rsidRPr="009E549E" w:rsidRDefault="0076389C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9E549E">
              <w:rPr>
                <w:b/>
              </w:rPr>
              <w:t>Должность</w:t>
            </w:r>
          </w:p>
        </w:tc>
        <w:tc>
          <w:tcPr>
            <w:tcW w:w="2409" w:type="dxa"/>
            <w:vMerge w:val="restart"/>
          </w:tcPr>
          <w:p w:rsidR="00692DD0" w:rsidRDefault="0076389C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9E549E">
              <w:rPr>
                <w:b/>
              </w:rPr>
              <w:t xml:space="preserve">Общая сумма </w:t>
            </w:r>
          </w:p>
          <w:p w:rsidR="0076389C" w:rsidRPr="009E549E" w:rsidRDefault="0076389C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9E549E">
              <w:rPr>
                <w:b/>
              </w:rPr>
              <w:t>декларированного годового дохода</w:t>
            </w:r>
          </w:p>
          <w:p w:rsidR="0076389C" w:rsidRPr="009E549E" w:rsidRDefault="0076389C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9E549E">
              <w:rPr>
                <w:b/>
              </w:rPr>
              <w:t>за 2011 год</w:t>
            </w:r>
          </w:p>
          <w:p w:rsidR="0076389C" w:rsidRPr="009E549E" w:rsidRDefault="0076389C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9E549E">
              <w:rPr>
                <w:b/>
              </w:rPr>
              <w:t>(руб.)</w:t>
            </w:r>
          </w:p>
        </w:tc>
        <w:tc>
          <w:tcPr>
            <w:tcW w:w="7230" w:type="dxa"/>
            <w:gridSpan w:val="3"/>
          </w:tcPr>
          <w:p w:rsidR="0076389C" w:rsidRDefault="0076389C" w:rsidP="009E549E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</w:rPr>
              <w:t>Перечень объектов недвижимого имущества, принадлежащих на праве собственности или находящихся в пользовании</w:t>
            </w:r>
          </w:p>
        </w:tc>
        <w:tc>
          <w:tcPr>
            <w:tcW w:w="2835" w:type="dxa"/>
            <w:vMerge w:val="restart"/>
          </w:tcPr>
          <w:p w:rsidR="0076389C" w:rsidRDefault="0076389C" w:rsidP="00692DD0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  <w:r>
              <w:rPr>
                <w:b/>
                <w:bCs/>
              </w:rPr>
              <w:t>Перечень транспортных средств, принадлежащих на праве собственности (вид, марка)</w:t>
            </w:r>
          </w:p>
        </w:tc>
      </w:tr>
      <w:tr w:rsidR="0076389C" w:rsidTr="00692DD0">
        <w:tc>
          <w:tcPr>
            <w:tcW w:w="1985" w:type="dxa"/>
            <w:vMerge/>
          </w:tcPr>
          <w:p w:rsidR="0076389C" w:rsidRDefault="0076389C" w:rsidP="009E549E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1560" w:type="dxa"/>
            <w:vMerge/>
          </w:tcPr>
          <w:p w:rsidR="0076389C" w:rsidRDefault="0076389C" w:rsidP="009E549E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2409" w:type="dxa"/>
            <w:vMerge/>
          </w:tcPr>
          <w:p w:rsidR="0076389C" w:rsidRDefault="0076389C" w:rsidP="009E549E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  <w:tc>
          <w:tcPr>
            <w:tcW w:w="3261" w:type="dxa"/>
          </w:tcPr>
          <w:p w:rsidR="00692DD0" w:rsidRDefault="0076389C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76389C">
              <w:rPr>
                <w:b/>
              </w:rPr>
              <w:t xml:space="preserve">Вид объектов </w:t>
            </w:r>
          </w:p>
          <w:p w:rsidR="0076389C" w:rsidRPr="0076389C" w:rsidRDefault="0076389C" w:rsidP="00692DD0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76389C">
              <w:rPr>
                <w:b/>
              </w:rPr>
              <w:t>недвижимости</w:t>
            </w:r>
          </w:p>
        </w:tc>
        <w:tc>
          <w:tcPr>
            <w:tcW w:w="1701" w:type="dxa"/>
          </w:tcPr>
          <w:p w:rsidR="0076389C" w:rsidRPr="0076389C" w:rsidRDefault="0076389C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76389C">
              <w:rPr>
                <w:b/>
              </w:rPr>
              <w:t>Площадь</w:t>
            </w:r>
          </w:p>
          <w:p w:rsidR="0076389C" w:rsidRPr="0076389C" w:rsidRDefault="0076389C" w:rsidP="0076389C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76389C">
              <w:rPr>
                <w:b/>
              </w:rPr>
              <w:t>(кв.м.)</w:t>
            </w:r>
          </w:p>
        </w:tc>
        <w:tc>
          <w:tcPr>
            <w:tcW w:w="2268" w:type="dxa"/>
          </w:tcPr>
          <w:p w:rsidR="00692DD0" w:rsidRDefault="0076389C" w:rsidP="00692DD0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76389C">
              <w:rPr>
                <w:b/>
              </w:rPr>
              <w:t xml:space="preserve">Страна </w:t>
            </w:r>
          </w:p>
          <w:p w:rsidR="0076389C" w:rsidRPr="0076389C" w:rsidRDefault="0076389C" w:rsidP="00692DD0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76389C">
              <w:rPr>
                <w:b/>
              </w:rPr>
              <w:t>расположения</w:t>
            </w:r>
          </w:p>
        </w:tc>
        <w:tc>
          <w:tcPr>
            <w:tcW w:w="2835" w:type="dxa"/>
            <w:vMerge/>
          </w:tcPr>
          <w:p w:rsidR="0076389C" w:rsidRDefault="0076389C" w:rsidP="009E549E">
            <w:pPr>
              <w:pStyle w:val="a4"/>
              <w:spacing w:before="0" w:beforeAutospacing="0" w:after="0" w:afterAutospacing="0"/>
              <w:jc w:val="center"/>
              <w:rPr>
                <w:sz w:val="28"/>
                <w:szCs w:val="28"/>
              </w:rPr>
            </w:pPr>
          </w:p>
        </w:tc>
      </w:tr>
      <w:tr w:rsidR="0076389C" w:rsidRPr="0076389C" w:rsidTr="00692DD0">
        <w:tc>
          <w:tcPr>
            <w:tcW w:w="1985" w:type="dxa"/>
          </w:tcPr>
          <w:p w:rsidR="009E549E" w:rsidRPr="0076389C" w:rsidRDefault="0076389C" w:rsidP="00692DD0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76389C">
              <w:rPr>
                <w:b/>
              </w:rPr>
              <w:t>Бокин</w:t>
            </w:r>
            <w:proofErr w:type="spellEnd"/>
            <w:r w:rsidRPr="0076389C">
              <w:rPr>
                <w:b/>
              </w:rPr>
              <w:t xml:space="preserve"> Сергей Владимирович</w:t>
            </w:r>
          </w:p>
        </w:tc>
        <w:tc>
          <w:tcPr>
            <w:tcW w:w="1560" w:type="dxa"/>
          </w:tcPr>
          <w:p w:rsidR="0076389C" w:rsidRDefault="0076389C" w:rsidP="009E549E">
            <w:pPr>
              <w:pStyle w:val="a4"/>
              <w:spacing w:before="0" w:beforeAutospacing="0" w:after="0" w:afterAutospacing="0"/>
              <w:jc w:val="center"/>
            </w:pPr>
            <w:r>
              <w:t xml:space="preserve">старший специалист </w:t>
            </w:r>
          </w:p>
          <w:p w:rsidR="009E549E" w:rsidRPr="0076389C" w:rsidRDefault="0076389C" w:rsidP="009E549E">
            <w:pPr>
              <w:pStyle w:val="a4"/>
              <w:spacing w:before="0" w:beforeAutospacing="0" w:after="0" w:afterAutospacing="0"/>
              <w:jc w:val="center"/>
            </w:pPr>
            <w:r>
              <w:t>1 разряда</w:t>
            </w:r>
          </w:p>
        </w:tc>
        <w:tc>
          <w:tcPr>
            <w:tcW w:w="2409" w:type="dxa"/>
          </w:tcPr>
          <w:p w:rsidR="009E549E" w:rsidRPr="0076389C" w:rsidRDefault="000F64C5" w:rsidP="009E549E">
            <w:pPr>
              <w:pStyle w:val="a4"/>
              <w:spacing w:before="0" w:beforeAutospacing="0" w:after="0" w:afterAutospacing="0"/>
              <w:jc w:val="center"/>
            </w:pPr>
            <w:r>
              <w:t>499086</w:t>
            </w:r>
          </w:p>
        </w:tc>
        <w:tc>
          <w:tcPr>
            <w:tcW w:w="3261" w:type="dxa"/>
          </w:tcPr>
          <w:p w:rsidR="000F64C5" w:rsidRDefault="000F64C5" w:rsidP="000F64C5">
            <w:pPr>
              <w:pStyle w:val="a4"/>
              <w:spacing w:before="0" w:beforeAutospacing="0" w:after="0" w:afterAutospacing="0"/>
              <w:jc w:val="center"/>
            </w:pPr>
            <w:r>
              <w:t xml:space="preserve">квартира (собственность) </w:t>
            </w:r>
          </w:p>
          <w:p w:rsidR="009E549E" w:rsidRPr="0076389C" w:rsidRDefault="009E549E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:rsidR="009E549E" w:rsidRPr="0076389C" w:rsidRDefault="000F64C5" w:rsidP="009E549E">
            <w:pPr>
              <w:pStyle w:val="a4"/>
              <w:spacing w:before="0" w:beforeAutospacing="0" w:after="0" w:afterAutospacing="0"/>
              <w:jc w:val="center"/>
            </w:pPr>
            <w:r>
              <w:t>45,9</w:t>
            </w:r>
          </w:p>
        </w:tc>
        <w:tc>
          <w:tcPr>
            <w:tcW w:w="2268" w:type="dxa"/>
          </w:tcPr>
          <w:p w:rsidR="009E549E" w:rsidRPr="0076389C" w:rsidRDefault="000F64C5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9E549E" w:rsidRPr="00B16A75" w:rsidRDefault="00B16A75" w:rsidP="009E549E">
            <w:pPr>
              <w:pStyle w:val="a4"/>
              <w:spacing w:before="0" w:beforeAutospacing="0" w:after="0" w:afterAutospacing="0"/>
              <w:jc w:val="center"/>
            </w:pPr>
            <w:r>
              <w:t>ВАЗ 2111</w:t>
            </w:r>
          </w:p>
        </w:tc>
      </w:tr>
      <w:tr w:rsidR="0076389C" w:rsidRPr="0076389C" w:rsidTr="00692DD0">
        <w:tc>
          <w:tcPr>
            <w:tcW w:w="1985" w:type="dxa"/>
          </w:tcPr>
          <w:p w:rsidR="009E549E" w:rsidRPr="0076389C" w:rsidRDefault="0076389C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супруга</w:t>
            </w:r>
          </w:p>
        </w:tc>
        <w:tc>
          <w:tcPr>
            <w:tcW w:w="1560" w:type="dxa"/>
          </w:tcPr>
          <w:p w:rsidR="009E549E" w:rsidRPr="0076389C" w:rsidRDefault="009E549E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9E549E" w:rsidRPr="0076389C" w:rsidRDefault="000F64C5" w:rsidP="009E549E">
            <w:pPr>
              <w:pStyle w:val="a4"/>
              <w:spacing w:before="0" w:beforeAutospacing="0" w:after="0" w:afterAutospacing="0"/>
              <w:jc w:val="center"/>
            </w:pPr>
            <w:r>
              <w:t>262000</w:t>
            </w:r>
          </w:p>
        </w:tc>
        <w:tc>
          <w:tcPr>
            <w:tcW w:w="3261" w:type="dxa"/>
          </w:tcPr>
          <w:p w:rsidR="009E549E" w:rsidRDefault="000F64C5" w:rsidP="009E549E">
            <w:pPr>
              <w:pStyle w:val="a4"/>
              <w:spacing w:before="0" w:beforeAutospacing="0" w:after="0" w:afterAutospacing="0"/>
              <w:jc w:val="center"/>
            </w:pPr>
            <w:r>
              <w:t>квартира (собственность)</w:t>
            </w:r>
          </w:p>
          <w:p w:rsidR="000F64C5" w:rsidRPr="0076389C" w:rsidRDefault="000F64C5" w:rsidP="009E549E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9E549E" w:rsidRDefault="000F64C5" w:rsidP="009E549E">
            <w:pPr>
              <w:pStyle w:val="a4"/>
              <w:spacing w:before="0" w:beforeAutospacing="0" w:after="0" w:afterAutospacing="0"/>
              <w:jc w:val="center"/>
            </w:pPr>
            <w:r>
              <w:t>35,9</w:t>
            </w:r>
          </w:p>
          <w:p w:rsidR="000F64C5" w:rsidRPr="0076389C" w:rsidRDefault="000F64C5" w:rsidP="009E549E">
            <w:pPr>
              <w:pStyle w:val="a4"/>
              <w:spacing w:before="0" w:beforeAutospacing="0" w:after="0" w:afterAutospacing="0"/>
              <w:jc w:val="center"/>
            </w:pPr>
            <w:r>
              <w:t>45,9</w:t>
            </w:r>
          </w:p>
        </w:tc>
        <w:tc>
          <w:tcPr>
            <w:tcW w:w="2268" w:type="dxa"/>
          </w:tcPr>
          <w:p w:rsidR="009E549E" w:rsidRDefault="000F64C5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0F64C5" w:rsidRPr="0076389C" w:rsidRDefault="000F64C5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9E549E" w:rsidRPr="0076389C" w:rsidRDefault="009E549E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79213F" w:rsidRPr="0076389C" w:rsidTr="00692DD0">
        <w:tc>
          <w:tcPr>
            <w:tcW w:w="1985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дочь</w:t>
            </w:r>
          </w:p>
        </w:tc>
        <w:tc>
          <w:tcPr>
            <w:tcW w:w="1560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79213F" w:rsidRPr="0076389C" w:rsidRDefault="0079213F" w:rsidP="0040172F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79213F" w:rsidRPr="0076389C" w:rsidRDefault="0079213F" w:rsidP="0040172F">
            <w:pPr>
              <w:pStyle w:val="a4"/>
              <w:spacing w:before="0" w:beforeAutospacing="0" w:after="0" w:afterAutospacing="0"/>
              <w:jc w:val="center"/>
            </w:pPr>
            <w:r>
              <w:t>45,9</w:t>
            </w:r>
          </w:p>
        </w:tc>
        <w:tc>
          <w:tcPr>
            <w:tcW w:w="2268" w:type="dxa"/>
          </w:tcPr>
          <w:p w:rsidR="0079213F" w:rsidRDefault="0079213F" w:rsidP="0040172F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79213F" w:rsidRPr="0076389C" w:rsidRDefault="0079213F" w:rsidP="0040172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835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79213F" w:rsidRPr="0076389C" w:rsidTr="00692DD0">
        <w:tc>
          <w:tcPr>
            <w:tcW w:w="1985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дочь</w:t>
            </w:r>
          </w:p>
        </w:tc>
        <w:tc>
          <w:tcPr>
            <w:tcW w:w="1560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79213F" w:rsidRPr="0076389C" w:rsidRDefault="0079213F" w:rsidP="0040172F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79213F" w:rsidRPr="0076389C" w:rsidRDefault="0079213F" w:rsidP="0040172F">
            <w:pPr>
              <w:pStyle w:val="a4"/>
              <w:spacing w:before="0" w:beforeAutospacing="0" w:after="0" w:afterAutospacing="0"/>
              <w:jc w:val="center"/>
            </w:pPr>
            <w:r>
              <w:t>45,9</w:t>
            </w:r>
          </w:p>
        </w:tc>
        <w:tc>
          <w:tcPr>
            <w:tcW w:w="2268" w:type="dxa"/>
          </w:tcPr>
          <w:p w:rsidR="0079213F" w:rsidRDefault="0079213F" w:rsidP="0040172F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79213F" w:rsidRPr="0076389C" w:rsidRDefault="0079213F" w:rsidP="0040172F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835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79213F" w:rsidRPr="0076389C" w:rsidTr="00692DD0">
        <w:tc>
          <w:tcPr>
            <w:tcW w:w="1985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76389C">
              <w:rPr>
                <w:b/>
              </w:rPr>
              <w:t>Викторова Марина Львовна</w:t>
            </w:r>
          </w:p>
        </w:tc>
        <w:tc>
          <w:tcPr>
            <w:tcW w:w="1560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главный специалист</w:t>
            </w:r>
          </w:p>
        </w:tc>
        <w:tc>
          <w:tcPr>
            <w:tcW w:w="2409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337534,53</w:t>
            </w:r>
          </w:p>
        </w:tc>
        <w:tc>
          <w:tcPr>
            <w:tcW w:w="3261" w:type="dxa"/>
          </w:tcPr>
          <w:p w:rsidR="0079213F" w:rsidRDefault="0079213F" w:rsidP="00FA48C8">
            <w:pPr>
              <w:pStyle w:val="a4"/>
              <w:spacing w:before="0" w:beforeAutospacing="0" w:after="0" w:afterAutospacing="0"/>
              <w:jc w:val="center"/>
            </w:pPr>
            <w:r>
              <w:t>квартира (общая совместная собственность)</w:t>
            </w:r>
          </w:p>
          <w:p w:rsidR="0079213F" w:rsidRPr="0076389C" w:rsidRDefault="0079213F" w:rsidP="00FA48C8">
            <w:pPr>
              <w:pStyle w:val="a4"/>
              <w:spacing w:before="0" w:beforeAutospacing="0" w:after="0" w:afterAutospacing="0"/>
              <w:jc w:val="center"/>
            </w:pPr>
            <w:r>
              <w:t>квартира (общая совместная собственность)</w:t>
            </w:r>
          </w:p>
        </w:tc>
        <w:tc>
          <w:tcPr>
            <w:tcW w:w="1701" w:type="dxa"/>
          </w:tcPr>
          <w:p w:rsidR="0079213F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31,7</w:t>
            </w:r>
          </w:p>
          <w:p w:rsidR="0079213F" w:rsidRDefault="0079213F" w:rsidP="009E549E">
            <w:pPr>
              <w:pStyle w:val="a4"/>
              <w:spacing w:before="0" w:beforeAutospacing="0" w:after="0" w:afterAutospacing="0"/>
              <w:jc w:val="center"/>
            </w:pPr>
          </w:p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44,7</w:t>
            </w:r>
          </w:p>
        </w:tc>
        <w:tc>
          <w:tcPr>
            <w:tcW w:w="2268" w:type="dxa"/>
          </w:tcPr>
          <w:p w:rsidR="0079213F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79213F" w:rsidRDefault="0079213F" w:rsidP="009E549E">
            <w:pPr>
              <w:pStyle w:val="a4"/>
              <w:spacing w:before="0" w:beforeAutospacing="0" w:after="0" w:afterAutospacing="0"/>
              <w:jc w:val="center"/>
            </w:pPr>
          </w:p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79213F" w:rsidRDefault="0079213F" w:rsidP="009E549E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Peugeot-206 </w:t>
            </w:r>
          </w:p>
          <w:p w:rsidR="0079213F" w:rsidRPr="00FA48C8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(</w:t>
            </w:r>
            <w:r>
              <w:t>совместная с супругом)</w:t>
            </w:r>
          </w:p>
        </w:tc>
      </w:tr>
      <w:tr w:rsidR="0079213F" w:rsidRPr="0076389C" w:rsidTr="00692DD0">
        <w:tc>
          <w:tcPr>
            <w:tcW w:w="1985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</w:t>
            </w:r>
          </w:p>
        </w:tc>
        <w:tc>
          <w:tcPr>
            <w:tcW w:w="1560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79213F" w:rsidRPr="00076567" w:rsidRDefault="00076567" w:rsidP="009E549E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0</w:t>
            </w:r>
          </w:p>
        </w:tc>
        <w:tc>
          <w:tcPr>
            <w:tcW w:w="3261" w:type="dxa"/>
          </w:tcPr>
          <w:p w:rsidR="0079213F" w:rsidRDefault="0079213F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(общая совместная собственность)</w:t>
            </w:r>
          </w:p>
          <w:p w:rsidR="0079213F" w:rsidRDefault="0079213F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(общая совместная собственность)</w:t>
            </w:r>
          </w:p>
          <w:p w:rsidR="0079213F" w:rsidRDefault="0079213F" w:rsidP="00D33882">
            <w:pPr>
              <w:pStyle w:val="a4"/>
              <w:spacing w:before="0" w:beforeAutospacing="0" w:after="0" w:afterAutospacing="0"/>
              <w:jc w:val="center"/>
            </w:pPr>
            <w:r>
              <w:t>земельный участок (собственность)</w:t>
            </w:r>
          </w:p>
          <w:p w:rsidR="0079213F" w:rsidRDefault="0079213F" w:rsidP="00D33882">
            <w:pPr>
              <w:pStyle w:val="a4"/>
              <w:spacing w:before="0" w:beforeAutospacing="0" w:after="0" w:afterAutospacing="0"/>
              <w:jc w:val="center"/>
            </w:pPr>
            <w:r>
              <w:t>садовый домик</w:t>
            </w:r>
          </w:p>
          <w:p w:rsidR="0079213F" w:rsidRPr="0076389C" w:rsidRDefault="0079213F" w:rsidP="00D33882">
            <w:pPr>
              <w:pStyle w:val="a4"/>
              <w:spacing w:before="0" w:beforeAutospacing="0" w:after="0" w:afterAutospacing="0"/>
              <w:jc w:val="center"/>
            </w:pPr>
            <w:r>
              <w:t>(собственность)</w:t>
            </w:r>
          </w:p>
        </w:tc>
        <w:tc>
          <w:tcPr>
            <w:tcW w:w="1701" w:type="dxa"/>
          </w:tcPr>
          <w:p w:rsidR="0079213F" w:rsidRDefault="0079213F" w:rsidP="00D33882">
            <w:pPr>
              <w:pStyle w:val="a4"/>
              <w:spacing w:before="0" w:beforeAutospacing="0" w:after="0" w:afterAutospacing="0"/>
              <w:jc w:val="center"/>
            </w:pPr>
            <w:r>
              <w:t>31,7</w:t>
            </w:r>
          </w:p>
          <w:p w:rsidR="0079213F" w:rsidRDefault="0079213F" w:rsidP="00D33882">
            <w:pPr>
              <w:pStyle w:val="a4"/>
              <w:spacing w:before="0" w:beforeAutospacing="0" w:after="0" w:afterAutospacing="0"/>
              <w:jc w:val="center"/>
            </w:pPr>
          </w:p>
          <w:p w:rsidR="0079213F" w:rsidRDefault="0079213F" w:rsidP="00D33882">
            <w:pPr>
              <w:pStyle w:val="a4"/>
              <w:spacing w:before="0" w:beforeAutospacing="0" w:after="0" w:afterAutospacing="0"/>
              <w:jc w:val="center"/>
            </w:pPr>
            <w:r>
              <w:t>44,7</w:t>
            </w:r>
          </w:p>
          <w:p w:rsidR="0079213F" w:rsidRDefault="0079213F" w:rsidP="00D33882">
            <w:pPr>
              <w:pStyle w:val="a4"/>
              <w:spacing w:before="0" w:beforeAutospacing="0" w:after="0" w:afterAutospacing="0"/>
              <w:jc w:val="center"/>
            </w:pPr>
          </w:p>
          <w:p w:rsidR="0079213F" w:rsidRDefault="0079213F" w:rsidP="00D33882">
            <w:pPr>
              <w:pStyle w:val="a4"/>
              <w:spacing w:before="0" w:beforeAutospacing="0" w:after="0" w:afterAutospacing="0"/>
              <w:jc w:val="center"/>
            </w:pPr>
            <w:r>
              <w:t>300</w:t>
            </w:r>
          </w:p>
          <w:p w:rsidR="0079213F" w:rsidRDefault="0079213F" w:rsidP="00D33882">
            <w:pPr>
              <w:pStyle w:val="a4"/>
              <w:spacing w:before="0" w:beforeAutospacing="0" w:after="0" w:afterAutospacing="0"/>
              <w:jc w:val="center"/>
            </w:pPr>
          </w:p>
          <w:p w:rsidR="0079213F" w:rsidRPr="0076389C" w:rsidRDefault="0079213F" w:rsidP="00D33882">
            <w:pPr>
              <w:pStyle w:val="a4"/>
              <w:spacing w:before="0" w:beforeAutospacing="0" w:after="0" w:afterAutospacing="0"/>
              <w:jc w:val="center"/>
            </w:pPr>
            <w:r>
              <w:t>6</w:t>
            </w:r>
          </w:p>
        </w:tc>
        <w:tc>
          <w:tcPr>
            <w:tcW w:w="2268" w:type="dxa"/>
          </w:tcPr>
          <w:p w:rsidR="0079213F" w:rsidRDefault="0079213F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79213F" w:rsidRDefault="0079213F" w:rsidP="00D33882">
            <w:pPr>
              <w:pStyle w:val="a4"/>
              <w:spacing w:before="0" w:beforeAutospacing="0" w:after="0" w:afterAutospacing="0"/>
              <w:jc w:val="center"/>
            </w:pPr>
          </w:p>
          <w:p w:rsidR="0079213F" w:rsidRDefault="0079213F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79213F" w:rsidRDefault="0079213F" w:rsidP="00D33882">
            <w:pPr>
              <w:pStyle w:val="a4"/>
              <w:spacing w:before="0" w:beforeAutospacing="0" w:after="0" w:afterAutospacing="0"/>
              <w:jc w:val="center"/>
            </w:pPr>
          </w:p>
          <w:p w:rsidR="0079213F" w:rsidRDefault="0079213F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79213F" w:rsidRDefault="0079213F" w:rsidP="00D33882">
            <w:pPr>
              <w:pStyle w:val="a4"/>
              <w:spacing w:before="0" w:beforeAutospacing="0" w:after="0" w:afterAutospacing="0"/>
              <w:jc w:val="center"/>
            </w:pPr>
          </w:p>
          <w:p w:rsidR="0079213F" w:rsidRPr="0076389C" w:rsidRDefault="0079213F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79213F" w:rsidRDefault="0079213F" w:rsidP="00FA48C8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Peugeot-206 </w:t>
            </w:r>
          </w:p>
          <w:p w:rsidR="0079213F" w:rsidRPr="0076389C" w:rsidRDefault="0079213F" w:rsidP="00FA48C8">
            <w:pPr>
              <w:pStyle w:val="a4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(</w:t>
            </w:r>
            <w:r>
              <w:t>совместная с супругой)</w:t>
            </w:r>
          </w:p>
        </w:tc>
      </w:tr>
      <w:tr w:rsidR="0079213F" w:rsidRPr="0076389C" w:rsidTr="00692DD0">
        <w:tc>
          <w:tcPr>
            <w:tcW w:w="1985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сын</w:t>
            </w:r>
          </w:p>
        </w:tc>
        <w:tc>
          <w:tcPr>
            <w:tcW w:w="1560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79213F" w:rsidRPr="0076389C" w:rsidRDefault="0079213F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79213F" w:rsidRPr="0076389C" w:rsidRDefault="0079213F" w:rsidP="00D33882">
            <w:pPr>
              <w:pStyle w:val="a4"/>
              <w:spacing w:before="0" w:beforeAutospacing="0" w:after="0" w:afterAutospacing="0"/>
              <w:jc w:val="center"/>
            </w:pPr>
            <w:r>
              <w:t>44,7</w:t>
            </w:r>
          </w:p>
        </w:tc>
        <w:tc>
          <w:tcPr>
            <w:tcW w:w="2268" w:type="dxa"/>
          </w:tcPr>
          <w:p w:rsidR="0079213F" w:rsidRDefault="0079213F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79213F" w:rsidRPr="0076389C" w:rsidRDefault="0079213F" w:rsidP="00D33882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835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79213F" w:rsidRPr="0076389C" w:rsidTr="00692DD0">
        <w:tc>
          <w:tcPr>
            <w:tcW w:w="1985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дочь</w:t>
            </w:r>
          </w:p>
        </w:tc>
        <w:tc>
          <w:tcPr>
            <w:tcW w:w="1560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79213F" w:rsidRPr="0076389C" w:rsidRDefault="0079213F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79213F" w:rsidRPr="0076389C" w:rsidRDefault="0079213F" w:rsidP="00D33882">
            <w:pPr>
              <w:pStyle w:val="a4"/>
              <w:spacing w:before="0" w:beforeAutospacing="0" w:after="0" w:afterAutospacing="0"/>
              <w:jc w:val="center"/>
            </w:pPr>
            <w:r>
              <w:t>44,7</w:t>
            </w:r>
          </w:p>
        </w:tc>
        <w:tc>
          <w:tcPr>
            <w:tcW w:w="2268" w:type="dxa"/>
          </w:tcPr>
          <w:p w:rsidR="0079213F" w:rsidRDefault="0079213F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79213F" w:rsidRPr="0076389C" w:rsidRDefault="0079213F" w:rsidP="00D33882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835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79213F" w:rsidRPr="0076389C" w:rsidTr="00692DD0">
        <w:tc>
          <w:tcPr>
            <w:tcW w:w="1985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76389C">
              <w:rPr>
                <w:b/>
              </w:rPr>
              <w:lastRenderedPageBreak/>
              <w:t>Власов Виктор Васильевич</w:t>
            </w:r>
          </w:p>
        </w:tc>
        <w:tc>
          <w:tcPr>
            <w:tcW w:w="1560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главный специалист</w:t>
            </w:r>
          </w:p>
        </w:tc>
        <w:tc>
          <w:tcPr>
            <w:tcW w:w="2409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345300</w:t>
            </w:r>
          </w:p>
        </w:tc>
        <w:tc>
          <w:tcPr>
            <w:tcW w:w="3261" w:type="dxa"/>
          </w:tcPr>
          <w:p w:rsidR="0079213F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 xml:space="preserve">квартира (собственность) </w:t>
            </w:r>
          </w:p>
          <w:p w:rsidR="0079213F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гараж (собственность)</w:t>
            </w:r>
          </w:p>
          <w:p w:rsidR="0079213F" w:rsidRPr="00C01454" w:rsidRDefault="0079213F" w:rsidP="009D0F7B">
            <w:pPr>
              <w:pStyle w:val="a4"/>
              <w:spacing w:before="0" w:beforeAutospacing="0" w:after="0" w:afterAutospacing="0"/>
              <w:jc w:val="center"/>
            </w:pPr>
            <w:r>
              <w:t>гараж (собственность)</w:t>
            </w:r>
          </w:p>
          <w:p w:rsidR="006B5AA0" w:rsidRPr="00C01454" w:rsidRDefault="006B5AA0" w:rsidP="009D0F7B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:rsidR="0079213F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46</w:t>
            </w:r>
          </w:p>
          <w:p w:rsidR="0079213F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24</w:t>
            </w:r>
          </w:p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27</w:t>
            </w:r>
          </w:p>
        </w:tc>
        <w:tc>
          <w:tcPr>
            <w:tcW w:w="2268" w:type="dxa"/>
          </w:tcPr>
          <w:p w:rsidR="0079213F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79213F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79213F" w:rsidRPr="0076389C" w:rsidTr="00692DD0">
        <w:tc>
          <w:tcPr>
            <w:tcW w:w="1985" w:type="dxa"/>
          </w:tcPr>
          <w:p w:rsidR="0079213F" w:rsidRPr="0076389C" w:rsidRDefault="0079213F" w:rsidP="00006FD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76389C">
              <w:rPr>
                <w:b/>
              </w:rPr>
              <w:t>Голубева</w:t>
            </w:r>
            <w:proofErr w:type="spellEnd"/>
            <w:r w:rsidRPr="0076389C">
              <w:rPr>
                <w:b/>
              </w:rPr>
              <w:t xml:space="preserve"> Ирина Владимировна</w:t>
            </w:r>
          </w:p>
        </w:tc>
        <w:tc>
          <w:tcPr>
            <w:tcW w:w="1560" w:type="dxa"/>
          </w:tcPr>
          <w:p w:rsidR="0079213F" w:rsidRPr="0076389C" w:rsidRDefault="0079213F" w:rsidP="0076389C">
            <w:pPr>
              <w:pStyle w:val="a4"/>
              <w:spacing w:before="0" w:beforeAutospacing="0" w:after="0" w:afterAutospacing="0"/>
              <w:jc w:val="center"/>
            </w:pPr>
            <w:r>
              <w:t>консультант</w:t>
            </w:r>
          </w:p>
        </w:tc>
        <w:tc>
          <w:tcPr>
            <w:tcW w:w="2409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419713,0</w:t>
            </w:r>
          </w:p>
        </w:tc>
        <w:tc>
          <w:tcPr>
            <w:tcW w:w="3261" w:type="dxa"/>
          </w:tcPr>
          <w:p w:rsidR="0079213F" w:rsidRDefault="0079213F" w:rsidP="007E5548">
            <w:pPr>
              <w:pStyle w:val="a4"/>
              <w:spacing w:before="0" w:beforeAutospacing="0" w:after="0" w:afterAutospacing="0"/>
              <w:jc w:val="center"/>
            </w:pPr>
            <w:r>
              <w:t>земельный участок (собственность)</w:t>
            </w:r>
          </w:p>
          <w:p w:rsidR="0079213F" w:rsidRDefault="0079213F" w:rsidP="007E5548">
            <w:pPr>
              <w:pStyle w:val="a4"/>
              <w:spacing w:before="0" w:beforeAutospacing="0" w:after="0" w:afterAutospacing="0"/>
              <w:jc w:val="center"/>
            </w:pPr>
            <w:r>
              <w:t xml:space="preserve">квартира (собственность) </w:t>
            </w:r>
          </w:p>
          <w:p w:rsidR="0079213F" w:rsidRDefault="0079213F" w:rsidP="007E5548">
            <w:pPr>
              <w:pStyle w:val="a4"/>
              <w:spacing w:before="0" w:beforeAutospacing="0" w:after="0" w:afterAutospacing="0"/>
              <w:jc w:val="center"/>
            </w:pPr>
            <w:r>
              <w:t>квартира (собственность)</w:t>
            </w:r>
          </w:p>
          <w:p w:rsidR="0079213F" w:rsidRDefault="0079213F" w:rsidP="007E5548">
            <w:pPr>
              <w:pStyle w:val="a4"/>
              <w:spacing w:before="0" w:beforeAutospacing="0" w:after="0" w:afterAutospacing="0"/>
              <w:jc w:val="center"/>
            </w:pPr>
            <w:r>
              <w:t xml:space="preserve">гаражный бокс </w:t>
            </w:r>
            <w:r w:rsidR="000C5809">
              <w:t>(</w:t>
            </w:r>
            <w:r>
              <w:t>собственность)</w:t>
            </w:r>
          </w:p>
          <w:p w:rsidR="0079213F" w:rsidRDefault="0079213F" w:rsidP="007E5548">
            <w:pPr>
              <w:pStyle w:val="a4"/>
              <w:spacing w:before="0" w:beforeAutospacing="0" w:after="0" w:afterAutospacing="0"/>
              <w:jc w:val="center"/>
            </w:pPr>
            <w:r>
              <w:t>гаражный бокс (собственность)</w:t>
            </w:r>
          </w:p>
          <w:p w:rsidR="0079213F" w:rsidRPr="0076389C" w:rsidRDefault="0079213F" w:rsidP="007E5548">
            <w:pPr>
              <w:pStyle w:val="a4"/>
              <w:spacing w:before="0" w:beforeAutospacing="0" w:after="0" w:afterAutospacing="0"/>
              <w:jc w:val="center"/>
            </w:pPr>
            <w:r>
              <w:t xml:space="preserve">гараж (собственность) </w:t>
            </w:r>
          </w:p>
        </w:tc>
        <w:tc>
          <w:tcPr>
            <w:tcW w:w="1701" w:type="dxa"/>
          </w:tcPr>
          <w:p w:rsidR="0079213F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569</w:t>
            </w:r>
          </w:p>
          <w:p w:rsidR="0079213F" w:rsidRDefault="0079213F" w:rsidP="009E549E">
            <w:pPr>
              <w:pStyle w:val="a4"/>
              <w:spacing w:before="0" w:beforeAutospacing="0" w:after="0" w:afterAutospacing="0"/>
              <w:jc w:val="center"/>
            </w:pPr>
          </w:p>
          <w:p w:rsidR="0079213F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54,1</w:t>
            </w:r>
          </w:p>
          <w:p w:rsidR="0079213F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100,5</w:t>
            </w:r>
          </w:p>
          <w:p w:rsidR="0079213F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20,5</w:t>
            </w:r>
          </w:p>
          <w:p w:rsidR="0079213F" w:rsidRDefault="0079213F" w:rsidP="009E549E">
            <w:pPr>
              <w:pStyle w:val="a4"/>
              <w:spacing w:before="0" w:beforeAutospacing="0" w:after="0" w:afterAutospacing="0"/>
              <w:jc w:val="center"/>
            </w:pPr>
          </w:p>
          <w:p w:rsidR="0079213F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21,9</w:t>
            </w:r>
          </w:p>
          <w:p w:rsidR="00B16A75" w:rsidRDefault="00B16A75" w:rsidP="009E549E">
            <w:pPr>
              <w:pStyle w:val="a4"/>
              <w:spacing w:before="0" w:beforeAutospacing="0" w:after="0" w:afterAutospacing="0"/>
              <w:jc w:val="center"/>
            </w:pPr>
          </w:p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211,8</w:t>
            </w:r>
          </w:p>
        </w:tc>
        <w:tc>
          <w:tcPr>
            <w:tcW w:w="2268" w:type="dxa"/>
          </w:tcPr>
          <w:p w:rsidR="0079213F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79213F" w:rsidRDefault="0079213F" w:rsidP="009E549E">
            <w:pPr>
              <w:pStyle w:val="a4"/>
              <w:spacing w:before="0" w:beforeAutospacing="0" w:after="0" w:afterAutospacing="0"/>
              <w:jc w:val="center"/>
            </w:pPr>
          </w:p>
          <w:p w:rsidR="0079213F" w:rsidRDefault="0079213F" w:rsidP="007E5548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79213F" w:rsidRDefault="0079213F" w:rsidP="007E5548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79213F" w:rsidRDefault="0079213F" w:rsidP="007E5548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79213F" w:rsidRDefault="0079213F" w:rsidP="007E5548">
            <w:pPr>
              <w:pStyle w:val="a4"/>
              <w:spacing w:before="0" w:beforeAutospacing="0" w:after="0" w:afterAutospacing="0"/>
              <w:jc w:val="center"/>
            </w:pPr>
          </w:p>
          <w:p w:rsidR="0079213F" w:rsidRDefault="0079213F" w:rsidP="007E5548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B16A75" w:rsidRDefault="00B16A75" w:rsidP="007E5548">
            <w:pPr>
              <w:pStyle w:val="a4"/>
              <w:spacing w:before="0" w:beforeAutospacing="0" w:after="0" w:afterAutospacing="0"/>
              <w:jc w:val="center"/>
            </w:pPr>
          </w:p>
          <w:p w:rsidR="0079213F" w:rsidRPr="0076389C" w:rsidRDefault="0079213F" w:rsidP="007E5548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79213F" w:rsidRPr="0076389C" w:rsidRDefault="0079213F" w:rsidP="009E549E">
            <w:pPr>
              <w:pStyle w:val="a4"/>
              <w:spacing w:before="0" w:beforeAutospacing="0" w:after="0" w:afterAutospacing="0"/>
              <w:jc w:val="center"/>
            </w:pPr>
            <w:r>
              <w:t>Фольксваген Гольф</w:t>
            </w:r>
          </w:p>
        </w:tc>
      </w:tr>
      <w:tr w:rsidR="000D3A61" w:rsidRPr="001E6635" w:rsidTr="00692DD0">
        <w:tc>
          <w:tcPr>
            <w:tcW w:w="1985" w:type="dxa"/>
          </w:tcPr>
          <w:p w:rsidR="000D3A61" w:rsidRPr="0076389C" w:rsidRDefault="000D3A61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</w:t>
            </w:r>
          </w:p>
        </w:tc>
        <w:tc>
          <w:tcPr>
            <w:tcW w:w="1560" w:type="dxa"/>
          </w:tcPr>
          <w:p w:rsidR="000D3A61" w:rsidRPr="0076389C" w:rsidRDefault="000D3A61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0D3A61" w:rsidRPr="0076389C" w:rsidRDefault="000D3A61" w:rsidP="009E549E">
            <w:pPr>
              <w:pStyle w:val="a4"/>
              <w:spacing w:before="0" w:beforeAutospacing="0" w:after="0" w:afterAutospacing="0"/>
              <w:jc w:val="center"/>
            </w:pPr>
            <w:r>
              <w:t>7800000</w:t>
            </w:r>
          </w:p>
        </w:tc>
        <w:tc>
          <w:tcPr>
            <w:tcW w:w="3261" w:type="dxa"/>
          </w:tcPr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дачный земельный участок (собственность)</w:t>
            </w: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дачный земельный участок (собственность)</w:t>
            </w: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жилой дом (собственность)</w:t>
            </w: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 xml:space="preserve">квартира (собственность) </w:t>
            </w: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квартира (собственность)</w:t>
            </w: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дачный домик (собственность)</w:t>
            </w: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незавершенное строительство гаражей (собственность)</w:t>
            </w: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помещения (собственность)</w:t>
            </w:r>
          </w:p>
          <w:p w:rsidR="000D3A61" w:rsidRPr="00C01454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земельный участок (постоянное бессрочное пользование)</w:t>
            </w:r>
          </w:p>
          <w:p w:rsidR="006B5AA0" w:rsidRPr="00C01454" w:rsidRDefault="006B5AA0" w:rsidP="001E6635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700</w:t>
            </w: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1500</w:t>
            </w: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38,2</w:t>
            </w: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111,0</w:t>
            </w: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155,0</w:t>
            </w: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60,0</w:t>
            </w: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540,0</w:t>
            </w: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194,0</w:t>
            </w:r>
          </w:p>
          <w:p w:rsidR="000D3A61" w:rsidRPr="0076389C" w:rsidRDefault="000D3A61" w:rsidP="000D3A61">
            <w:pPr>
              <w:pStyle w:val="a4"/>
              <w:spacing w:before="0" w:beforeAutospacing="0" w:after="0" w:afterAutospacing="0"/>
              <w:jc w:val="center"/>
            </w:pPr>
            <w:r>
              <w:t>758/1423</w:t>
            </w:r>
          </w:p>
        </w:tc>
        <w:tc>
          <w:tcPr>
            <w:tcW w:w="2268" w:type="dxa"/>
          </w:tcPr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</w:p>
          <w:p w:rsidR="000D3A61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0D3A61" w:rsidRPr="0076389C" w:rsidRDefault="000D3A61" w:rsidP="001E6635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0D3A61" w:rsidRPr="000F64C5" w:rsidRDefault="000D3A61" w:rsidP="000F64C5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TOYOTA AVENSIS</w:t>
            </w:r>
          </w:p>
          <w:p w:rsidR="000D3A61" w:rsidRPr="0040172F" w:rsidRDefault="000D3A61" w:rsidP="009E549E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TOYOTA LAND CRUISER</w:t>
            </w:r>
          </w:p>
          <w:p w:rsidR="000D3A61" w:rsidRPr="0040172F" w:rsidRDefault="000D3A61" w:rsidP="009E549E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Газель</w:t>
            </w:r>
          </w:p>
        </w:tc>
      </w:tr>
      <w:tr w:rsidR="000C5809" w:rsidRPr="0076389C" w:rsidTr="00692DD0">
        <w:tc>
          <w:tcPr>
            <w:tcW w:w="1985" w:type="dxa"/>
          </w:tcPr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76389C">
              <w:rPr>
                <w:b/>
              </w:rPr>
              <w:t>Гороховская Наталия Николаевна</w:t>
            </w:r>
          </w:p>
        </w:tc>
        <w:tc>
          <w:tcPr>
            <w:tcW w:w="1560" w:type="dxa"/>
          </w:tcPr>
          <w:p w:rsidR="000C5809" w:rsidRPr="0076389C" w:rsidRDefault="000C5809" w:rsidP="0076389C">
            <w:pPr>
              <w:pStyle w:val="a4"/>
              <w:spacing w:before="0" w:beforeAutospacing="0" w:after="0" w:afterAutospacing="0"/>
              <w:jc w:val="center"/>
            </w:pPr>
            <w:r>
              <w:t>главный специалист</w:t>
            </w:r>
          </w:p>
        </w:tc>
        <w:tc>
          <w:tcPr>
            <w:tcW w:w="2409" w:type="dxa"/>
          </w:tcPr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351555,22</w:t>
            </w:r>
          </w:p>
        </w:tc>
        <w:tc>
          <w:tcPr>
            <w:tcW w:w="3261" w:type="dxa"/>
          </w:tcPr>
          <w:p w:rsidR="000C5809" w:rsidRDefault="000C5809" w:rsidP="000F34EB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68,7</w:t>
            </w:r>
          </w:p>
        </w:tc>
        <w:tc>
          <w:tcPr>
            <w:tcW w:w="2268" w:type="dxa"/>
          </w:tcPr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0C5809" w:rsidRPr="0076389C" w:rsidTr="00692DD0">
        <w:tc>
          <w:tcPr>
            <w:tcW w:w="1985" w:type="dxa"/>
          </w:tcPr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</w:t>
            </w:r>
          </w:p>
        </w:tc>
        <w:tc>
          <w:tcPr>
            <w:tcW w:w="1560" w:type="dxa"/>
          </w:tcPr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442636,63</w:t>
            </w:r>
          </w:p>
        </w:tc>
        <w:tc>
          <w:tcPr>
            <w:tcW w:w="3261" w:type="dxa"/>
          </w:tcPr>
          <w:p w:rsidR="000C5809" w:rsidRDefault="000C5809" w:rsidP="00CC22D1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  <w:p w:rsidR="000C5809" w:rsidRPr="0076389C" w:rsidRDefault="000C5809" w:rsidP="00CC22D1">
            <w:pPr>
              <w:pStyle w:val="a4"/>
              <w:spacing w:before="0" w:beforeAutospacing="0" w:after="0" w:afterAutospacing="0"/>
              <w:jc w:val="center"/>
            </w:pPr>
            <w:r>
              <w:t>гараж (собственность)</w:t>
            </w:r>
          </w:p>
        </w:tc>
        <w:tc>
          <w:tcPr>
            <w:tcW w:w="1701" w:type="dxa"/>
          </w:tcPr>
          <w:p w:rsidR="000C5809" w:rsidRDefault="000C5809" w:rsidP="00CC22D1">
            <w:pPr>
              <w:pStyle w:val="a4"/>
              <w:spacing w:before="0" w:beforeAutospacing="0" w:after="0" w:afterAutospacing="0"/>
              <w:jc w:val="center"/>
            </w:pPr>
            <w:r>
              <w:t>68,7</w:t>
            </w:r>
          </w:p>
          <w:p w:rsidR="00506890" w:rsidRDefault="00506890" w:rsidP="00CC22D1">
            <w:pPr>
              <w:pStyle w:val="a4"/>
              <w:spacing w:before="0" w:beforeAutospacing="0" w:after="0" w:afterAutospacing="0"/>
              <w:jc w:val="center"/>
            </w:pPr>
          </w:p>
          <w:p w:rsidR="000C5809" w:rsidRPr="0076389C" w:rsidRDefault="000C5809" w:rsidP="00CC22D1">
            <w:pPr>
              <w:pStyle w:val="a4"/>
              <w:spacing w:before="0" w:beforeAutospacing="0" w:after="0" w:afterAutospacing="0"/>
              <w:jc w:val="center"/>
            </w:pPr>
            <w:r>
              <w:t>20</w:t>
            </w:r>
          </w:p>
        </w:tc>
        <w:tc>
          <w:tcPr>
            <w:tcW w:w="2268" w:type="dxa"/>
          </w:tcPr>
          <w:p w:rsidR="000C5809" w:rsidRDefault="000C5809" w:rsidP="00CC22D1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506890" w:rsidRDefault="00506890" w:rsidP="00CC22D1">
            <w:pPr>
              <w:pStyle w:val="a4"/>
              <w:spacing w:before="0" w:beforeAutospacing="0" w:after="0" w:afterAutospacing="0"/>
              <w:jc w:val="center"/>
            </w:pPr>
          </w:p>
          <w:p w:rsidR="000C5809" w:rsidRPr="0076389C" w:rsidRDefault="000C5809" w:rsidP="00CC22D1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0C5809" w:rsidRPr="00CC22D1" w:rsidRDefault="000C5809" w:rsidP="009E549E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Ford MAVERICK XLT</w:t>
            </w:r>
          </w:p>
        </w:tc>
      </w:tr>
      <w:tr w:rsidR="000C5809" w:rsidRPr="0076389C" w:rsidTr="00692DD0">
        <w:tc>
          <w:tcPr>
            <w:tcW w:w="1985" w:type="dxa"/>
          </w:tcPr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76389C">
              <w:rPr>
                <w:b/>
              </w:rPr>
              <w:lastRenderedPageBreak/>
              <w:t xml:space="preserve">Гуляев Василий </w:t>
            </w:r>
            <w:proofErr w:type="spellStart"/>
            <w:r w:rsidRPr="0076389C">
              <w:rPr>
                <w:b/>
              </w:rPr>
              <w:t>Полиектович</w:t>
            </w:r>
            <w:proofErr w:type="spellEnd"/>
          </w:p>
        </w:tc>
        <w:tc>
          <w:tcPr>
            <w:tcW w:w="1560" w:type="dxa"/>
          </w:tcPr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начальник отдела</w:t>
            </w:r>
            <w:r w:rsidR="00C01454">
              <w:t>,</w:t>
            </w:r>
            <w:r>
              <w:t xml:space="preserve"> заместитель начальника управления</w:t>
            </w:r>
          </w:p>
        </w:tc>
        <w:tc>
          <w:tcPr>
            <w:tcW w:w="2409" w:type="dxa"/>
          </w:tcPr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581925,48</w:t>
            </w:r>
          </w:p>
        </w:tc>
        <w:tc>
          <w:tcPr>
            <w:tcW w:w="3261" w:type="dxa"/>
          </w:tcPr>
          <w:p w:rsidR="000C5809" w:rsidRDefault="00506890" w:rsidP="009478DA">
            <w:pPr>
              <w:pStyle w:val="a4"/>
              <w:spacing w:before="0" w:beforeAutospacing="0" w:after="0" w:afterAutospacing="0"/>
              <w:jc w:val="center"/>
            </w:pPr>
            <w:r>
              <w:t>жилой дом</w:t>
            </w:r>
            <w:r w:rsidR="000C5809">
              <w:t xml:space="preserve"> (долевая собственность)</w:t>
            </w:r>
          </w:p>
          <w:p w:rsidR="000C5809" w:rsidRDefault="000C5809" w:rsidP="009478DA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  <w:p w:rsidR="000C5809" w:rsidRDefault="000C5809" w:rsidP="009478DA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  <w:p w:rsidR="000C5809" w:rsidRDefault="000C5809" w:rsidP="009478DA">
            <w:pPr>
              <w:pStyle w:val="a4"/>
              <w:spacing w:before="0" w:beforeAutospacing="0" w:after="0" w:afterAutospacing="0"/>
              <w:jc w:val="center"/>
            </w:pPr>
            <w:r>
              <w:t>гараж (членство в ГСК)</w:t>
            </w:r>
          </w:p>
          <w:p w:rsidR="000C5809" w:rsidRPr="0076389C" w:rsidRDefault="000C5809" w:rsidP="009478DA">
            <w:pPr>
              <w:pStyle w:val="a4"/>
              <w:spacing w:before="0" w:beforeAutospacing="0" w:after="0" w:afterAutospacing="0"/>
              <w:jc w:val="center"/>
            </w:pPr>
            <w:r>
              <w:t>гараж (членство в ГСК)</w:t>
            </w:r>
          </w:p>
        </w:tc>
        <w:tc>
          <w:tcPr>
            <w:tcW w:w="1701" w:type="dxa"/>
          </w:tcPr>
          <w:p w:rsidR="000C5809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30</w:t>
            </w:r>
          </w:p>
          <w:p w:rsidR="000C5809" w:rsidRDefault="000C5809" w:rsidP="009E549E">
            <w:pPr>
              <w:pStyle w:val="a4"/>
              <w:spacing w:before="0" w:beforeAutospacing="0" w:after="0" w:afterAutospacing="0"/>
              <w:jc w:val="center"/>
            </w:pPr>
          </w:p>
          <w:p w:rsidR="000C5809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82,6</w:t>
            </w:r>
          </w:p>
          <w:p w:rsidR="000C5809" w:rsidRDefault="000C5809" w:rsidP="009E549E">
            <w:pPr>
              <w:pStyle w:val="a4"/>
              <w:spacing w:before="0" w:beforeAutospacing="0" w:after="0" w:afterAutospacing="0"/>
              <w:jc w:val="center"/>
            </w:pPr>
          </w:p>
          <w:p w:rsidR="000C5809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41,3</w:t>
            </w:r>
          </w:p>
          <w:p w:rsidR="000C5809" w:rsidRDefault="000C5809" w:rsidP="009E549E">
            <w:pPr>
              <w:pStyle w:val="a4"/>
              <w:spacing w:before="0" w:beforeAutospacing="0" w:after="0" w:afterAutospacing="0"/>
              <w:jc w:val="center"/>
            </w:pPr>
          </w:p>
          <w:p w:rsidR="000C5809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24</w:t>
            </w:r>
          </w:p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24</w:t>
            </w:r>
          </w:p>
        </w:tc>
        <w:tc>
          <w:tcPr>
            <w:tcW w:w="2268" w:type="dxa"/>
          </w:tcPr>
          <w:p w:rsidR="000C5809" w:rsidRDefault="000C5809" w:rsidP="009478DA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0C5809" w:rsidRDefault="000C5809" w:rsidP="009478DA">
            <w:pPr>
              <w:pStyle w:val="a4"/>
              <w:spacing w:before="0" w:beforeAutospacing="0" w:after="0" w:afterAutospacing="0"/>
              <w:jc w:val="center"/>
            </w:pPr>
          </w:p>
          <w:p w:rsidR="000C5809" w:rsidRDefault="000C5809" w:rsidP="009478DA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0C5809" w:rsidRDefault="000C5809" w:rsidP="009478DA">
            <w:pPr>
              <w:pStyle w:val="a4"/>
              <w:spacing w:before="0" w:beforeAutospacing="0" w:after="0" w:afterAutospacing="0"/>
              <w:jc w:val="center"/>
            </w:pPr>
          </w:p>
          <w:p w:rsidR="000C5809" w:rsidRDefault="000C5809" w:rsidP="009478DA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0C5809" w:rsidRDefault="000C5809" w:rsidP="009478DA">
            <w:pPr>
              <w:pStyle w:val="a4"/>
              <w:spacing w:before="0" w:beforeAutospacing="0" w:after="0" w:afterAutospacing="0"/>
              <w:jc w:val="center"/>
            </w:pPr>
          </w:p>
          <w:p w:rsidR="000C5809" w:rsidRDefault="000C5809" w:rsidP="009478DA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0C5809" w:rsidRPr="0076389C" w:rsidRDefault="000C5809" w:rsidP="009478DA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0C5809" w:rsidRPr="009478DA" w:rsidRDefault="000C5809" w:rsidP="009478DA">
            <w:pPr>
              <w:pStyle w:val="a4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Hyundai</w:t>
            </w:r>
            <w:r>
              <w:t xml:space="preserve"> </w:t>
            </w:r>
            <w:r>
              <w:rPr>
                <w:lang w:val="en-US"/>
              </w:rPr>
              <w:t>Tucson</w:t>
            </w:r>
          </w:p>
        </w:tc>
      </w:tr>
      <w:tr w:rsidR="000C5809" w:rsidRPr="0076389C" w:rsidTr="00692DD0">
        <w:tc>
          <w:tcPr>
            <w:tcW w:w="1985" w:type="dxa"/>
          </w:tcPr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супруга</w:t>
            </w:r>
          </w:p>
        </w:tc>
        <w:tc>
          <w:tcPr>
            <w:tcW w:w="1560" w:type="dxa"/>
          </w:tcPr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739950,9</w:t>
            </w:r>
          </w:p>
        </w:tc>
        <w:tc>
          <w:tcPr>
            <w:tcW w:w="3261" w:type="dxa"/>
          </w:tcPr>
          <w:p w:rsidR="000C5809" w:rsidRDefault="000C5809" w:rsidP="009478DA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  <w:p w:rsidR="000C5809" w:rsidRPr="0076389C" w:rsidRDefault="000C5809" w:rsidP="009478DA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</w:tc>
        <w:tc>
          <w:tcPr>
            <w:tcW w:w="1701" w:type="dxa"/>
          </w:tcPr>
          <w:p w:rsidR="000C5809" w:rsidRDefault="000C5809" w:rsidP="009478DA">
            <w:pPr>
              <w:pStyle w:val="a4"/>
              <w:spacing w:before="0" w:beforeAutospacing="0" w:after="0" w:afterAutospacing="0"/>
              <w:jc w:val="center"/>
            </w:pPr>
            <w:r>
              <w:t>82,6</w:t>
            </w:r>
          </w:p>
          <w:p w:rsidR="000C5809" w:rsidRDefault="000C5809" w:rsidP="009478DA">
            <w:pPr>
              <w:pStyle w:val="a4"/>
              <w:spacing w:before="0" w:beforeAutospacing="0" w:after="0" w:afterAutospacing="0"/>
              <w:jc w:val="center"/>
            </w:pPr>
          </w:p>
          <w:p w:rsidR="000C5809" w:rsidRDefault="000C5809" w:rsidP="009478DA">
            <w:pPr>
              <w:pStyle w:val="a4"/>
              <w:spacing w:before="0" w:beforeAutospacing="0" w:after="0" w:afterAutospacing="0"/>
              <w:jc w:val="center"/>
            </w:pPr>
            <w:r>
              <w:t>41,3</w:t>
            </w:r>
          </w:p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268" w:type="dxa"/>
          </w:tcPr>
          <w:p w:rsidR="000C5809" w:rsidRDefault="000C5809" w:rsidP="009478DA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0C5809" w:rsidRDefault="000C5809" w:rsidP="009478DA">
            <w:pPr>
              <w:pStyle w:val="a4"/>
              <w:spacing w:before="0" w:beforeAutospacing="0" w:after="0" w:afterAutospacing="0"/>
              <w:jc w:val="center"/>
            </w:pPr>
          </w:p>
          <w:p w:rsidR="000C5809" w:rsidRDefault="000C5809" w:rsidP="009478DA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835" w:type="dxa"/>
          </w:tcPr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0C5809" w:rsidRPr="0076389C" w:rsidTr="00692DD0">
        <w:tc>
          <w:tcPr>
            <w:tcW w:w="1985" w:type="dxa"/>
          </w:tcPr>
          <w:p w:rsidR="000C5809" w:rsidRPr="001F4899" w:rsidRDefault="000C5809" w:rsidP="00692DD0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1F4899">
              <w:rPr>
                <w:b/>
              </w:rPr>
              <w:t>Зыкова Наталья Владимировна</w:t>
            </w:r>
          </w:p>
        </w:tc>
        <w:tc>
          <w:tcPr>
            <w:tcW w:w="1560" w:type="dxa"/>
          </w:tcPr>
          <w:p w:rsidR="000C5809" w:rsidRPr="0076389C" w:rsidRDefault="000C5809" w:rsidP="001F4899">
            <w:pPr>
              <w:pStyle w:val="a4"/>
              <w:spacing w:before="0" w:beforeAutospacing="0" w:after="0" w:afterAutospacing="0"/>
              <w:jc w:val="center"/>
            </w:pPr>
            <w:r>
              <w:t>главный специалист</w:t>
            </w:r>
          </w:p>
        </w:tc>
        <w:tc>
          <w:tcPr>
            <w:tcW w:w="2409" w:type="dxa"/>
          </w:tcPr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309730</w:t>
            </w:r>
          </w:p>
        </w:tc>
        <w:tc>
          <w:tcPr>
            <w:tcW w:w="3261" w:type="dxa"/>
          </w:tcPr>
          <w:p w:rsidR="000C5809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квартира (общая совместная собственность)</w:t>
            </w:r>
          </w:p>
          <w:p w:rsidR="000C5809" w:rsidRPr="0076389C" w:rsidRDefault="000C5809" w:rsidP="00AF65BD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0C5809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58,6</w:t>
            </w:r>
          </w:p>
          <w:p w:rsidR="000C5809" w:rsidRDefault="000C5809" w:rsidP="009E549E">
            <w:pPr>
              <w:pStyle w:val="a4"/>
              <w:spacing w:before="0" w:beforeAutospacing="0" w:after="0" w:afterAutospacing="0"/>
              <w:jc w:val="center"/>
            </w:pPr>
          </w:p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72</w:t>
            </w:r>
          </w:p>
        </w:tc>
        <w:tc>
          <w:tcPr>
            <w:tcW w:w="2268" w:type="dxa"/>
          </w:tcPr>
          <w:p w:rsidR="000C5809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0C5809" w:rsidRDefault="000C5809" w:rsidP="009E549E">
            <w:pPr>
              <w:pStyle w:val="a4"/>
              <w:spacing w:before="0" w:beforeAutospacing="0" w:after="0" w:afterAutospacing="0"/>
              <w:jc w:val="center"/>
            </w:pPr>
          </w:p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0C5809" w:rsidRPr="0076389C" w:rsidTr="00692DD0">
        <w:tc>
          <w:tcPr>
            <w:tcW w:w="1985" w:type="dxa"/>
          </w:tcPr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</w:t>
            </w:r>
          </w:p>
        </w:tc>
        <w:tc>
          <w:tcPr>
            <w:tcW w:w="1560" w:type="dxa"/>
          </w:tcPr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154440</w:t>
            </w:r>
          </w:p>
        </w:tc>
        <w:tc>
          <w:tcPr>
            <w:tcW w:w="3261" w:type="dxa"/>
          </w:tcPr>
          <w:p w:rsidR="000C5809" w:rsidRDefault="000C5809" w:rsidP="00AF65BD">
            <w:pPr>
              <w:pStyle w:val="a4"/>
              <w:spacing w:before="0" w:beforeAutospacing="0" w:after="0" w:afterAutospacing="0"/>
              <w:jc w:val="center"/>
            </w:pPr>
            <w:r>
              <w:t>квартира (общая совместная собственность)</w:t>
            </w:r>
          </w:p>
          <w:p w:rsidR="000C5809" w:rsidRPr="0076389C" w:rsidRDefault="000C5809" w:rsidP="00AF65BD">
            <w:pPr>
              <w:pStyle w:val="a4"/>
              <w:spacing w:before="0" w:beforeAutospacing="0" w:after="0" w:afterAutospacing="0"/>
              <w:jc w:val="center"/>
            </w:pPr>
            <w:r>
              <w:t>земельный участок (аренда)</w:t>
            </w:r>
          </w:p>
        </w:tc>
        <w:tc>
          <w:tcPr>
            <w:tcW w:w="1701" w:type="dxa"/>
          </w:tcPr>
          <w:p w:rsidR="000C5809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58,6</w:t>
            </w:r>
          </w:p>
          <w:p w:rsidR="000C5809" w:rsidRDefault="000C5809" w:rsidP="009E549E">
            <w:pPr>
              <w:pStyle w:val="a4"/>
              <w:spacing w:before="0" w:beforeAutospacing="0" w:after="0" w:afterAutospacing="0"/>
              <w:jc w:val="center"/>
            </w:pPr>
          </w:p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1500</w:t>
            </w:r>
          </w:p>
        </w:tc>
        <w:tc>
          <w:tcPr>
            <w:tcW w:w="2268" w:type="dxa"/>
          </w:tcPr>
          <w:p w:rsidR="000C5809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0C5809" w:rsidRDefault="000C5809" w:rsidP="009E549E">
            <w:pPr>
              <w:pStyle w:val="a4"/>
              <w:spacing w:before="0" w:beforeAutospacing="0" w:after="0" w:afterAutospacing="0"/>
              <w:jc w:val="center"/>
            </w:pPr>
          </w:p>
          <w:p w:rsidR="000C5809" w:rsidRPr="0076389C" w:rsidRDefault="000C5809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0C5809" w:rsidRDefault="000C5809" w:rsidP="00AF65BD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Hyundai</w:t>
            </w:r>
            <w:r>
              <w:t xml:space="preserve"> </w:t>
            </w:r>
            <w:r>
              <w:rPr>
                <w:lang w:val="en-US"/>
              </w:rPr>
              <w:t>Solaris</w:t>
            </w:r>
          </w:p>
          <w:p w:rsidR="000C5809" w:rsidRPr="00AF65BD" w:rsidRDefault="000C5809" w:rsidP="00AF65BD">
            <w:pPr>
              <w:pStyle w:val="a4"/>
              <w:spacing w:before="0" w:beforeAutospacing="0" w:after="0" w:afterAutospacing="0"/>
              <w:jc w:val="center"/>
            </w:pPr>
            <w:r>
              <w:t>УАЗ - 31514</w:t>
            </w:r>
          </w:p>
        </w:tc>
      </w:tr>
      <w:tr w:rsidR="00461278" w:rsidRPr="0076389C" w:rsidTr="00692DD0">
        <w:tc>
          <w:tcPr>
            <w:tcW w:w="1985" w:type="dxa"/>
          </w:tcPr>
          <w:p w:rsidR="00461278" w:rsidRPr="001F4899" w:rsidRDefault="00461278" w:rsidP="001F4899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1F4899">
              <w:rPr>
                <w:b/>
              </w:rPr>
              <w:t>Игошев</w:t>
            </w:r>
            <w:proofErr w:type="spellEnd"/>
            <w:r w:rsidRPr="001F4899">
              <w:rPr>
                <w:b/>
              </w:rPr>
              <w:t xml:space="preserve"> Владимир Анатольевич</w:t>
            </w:r>
          </w:p>
        </w:tc>
        <w:tc>
          <w:tcPr>
            <w:tcW w:w="1560" w:type="dxa"/>
          </w:tcPr>
          <w:p w:rsidR="00461278" w:rsidRPr="0076389C" w:rsidRDefault="00461278" w:rsidP="009E549E">
            <w:pPr>
              <w:pStyle w:val="a4"/>
              <w:spacing w:before="0" w:beforeAutospacing="0" w:after="0" w:afterAutospacing="0"/>
              <w:jc w:val="center"/>
            </w:pPr>
            <w:r>
              <w:t>начальник сектора</w:t>
            </w:r>
          </w:p>
        </w:tc>
        <w:tc>
          <w:tcPr>
            <w:tcW w:w="2409" w:type="dxa"/>
          </w:tcPr>
          <w:p w:rsidR="00461278" w:rsidRPr="0076389C" w:rsidRDefault="00461278" w:rsidP="009E549E">
            <w:pPr>
              <w:pStyle w:val="a4"/>
              <w:spacing w:before="0" w:beforeAutospacing="0" w:after="0" w:afterAutospacing="0"/>
              <w:jc w:val="center"/>
            </w:pPr>
            <w:r>
              <w:t>430369</w:t>
            </w:r>
          </w:p>
        </w:tc>
        <w:tc>
          <w:tcPr>
            <w:tcW w:w="3261" w:type="dxa"/>
          </w:tcPr>
          <w:p w:rsidR="00461278" w:rsidRDefault="00461278" w:rsidP="00B92B99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  <w:p w:rsidR="00076567" w:rsidRDefault="00461278" w:rsidP="00076567">
            <w:pPr>
              <w:pStyle w:val="a4"/>
              <w:spacing w:before="0" w:beforeAutospacing="0" w:after="0" w:afterAutospacing="0"/>
              <w:jc w:val="center"/>
            </w:pPr>
            <w:r>
              <w:t>бо</w:t>
            </w:r>
            <w:proofErr w:type="gramStart"/>
            <w:r>
              <w:t>кс скл</w:t>
            </w:r>
            <w:proofErr w:type="gramEnd"/>
            <w:r>
              <w:t>адской (собственность)</w:t>
            </w:r>
          </w:p>
          <w:p w:rsidR="00076567" w:rsidRDefault="00076567" w:rsidP="00076567">
            <w:pPr>
              <w:pStyle w:val="a4"/>
              <w:spacing w:before="0" w:beforeAutospacing="0" w:after="0" w:afterAutospacing="0"/>
              <w:jc w:val="center"/>
            </w:pPr>
            <w:r>
              <w:t xml:space="preserve"> садовый земельный участок (безвозмездное бессрочное пользование)</w:t>
            </w:r>
          </w:p>
          <w:p w:rsidR="00076567" w:rsidRDefault="00076567" w:rsidP="00076567">
            <w:pPr>
              <w:pStyle w:val="a4"/>
              <w:spacing w:before="0" w:beforeAutospacing="0" w:after="0" w:afterAutospacing="0"/>
              <w:jc w:val="center"/>
            </w:pPr>
            <w:r>
              <w:t>садовый земельный участок (безвозмездное бессрочное пользование)</w:t>
            </w:r>
          </w:p>
          <w:p w:rsidR="00461278" w:rsidRDefault="00076567" w:rsidP="00B92B99">
            <w:pPr>
              <w:pStyle w:val="a4"/>
              <w:spacing w:before="0" w:beforeAutospacing="0" w:after="0" w:afterAutospacing="0"/>
              <w:jc w:val="center"/>
            </w:pPr>
            <w:r>
              <w:t>садовый дом</w:t>
            </w:r>
          </w:p>
          <w:p w:rsidR="00076567" w:rsidRPr="0076389C" w:rsidRDefault="00076567" w:rsidP="00076567">
            <w:pPr>
              <w:pStyle w:val="a4"/>
              <w:spacing w:before="0" w:beforeAutospacing="0" w:after="0" w:afterAutospacing="0"/>
              <w:jc w:val="center"/>
            </w:pPr>
            <w:r>
              <w:t>(безвозмездное бессрочное пользование)</w:t>
            </w:r>
          </w:p>
        </w:tc>
        <w:tc>
          <w:tcPr>
            <w:tcW w:w="1701" w:type="dxa"/>
          </w:tcPr>
          <w:p w:rsidR="00461278" w:rsidRDefault="00461278" w:rsidP="00B92B99">
            <w:pPr>
              <w:pStyle w:val="a4"/>
              <w:spacing w:before="0" w:beforeAutospacing="0" w:after="0" w:afterAutospacing="0"/>
              <w:jc w:val="center"/>
            </w:pPr>
            <w:r>
              <w:t>61,3</w:t>
            </w:r>
          </w:p>
          <w:p w:rsidR="00461278" w:rsidRDefault="00461278" w:rsidP="00B92B99">
            <w:pPr>
              <w:pStyle w:val="a4"/>
              <w:spacing w:before="0" w:beforeAutospacing="0" w:after="0" w:afterAutospacing="0"/>
              <w:jc w:val="center"/>
            </w:pPr>
          </w:p>
          <w:p w:rsidR="00461278" w:rsidRDefault="00461278" w:rsidP="00B92B99">
            <w:pPr>
              <w:pStyle w:val="a4"/>
              <w:spacing w:before="0" w:beforeAutospacing="0" w:after="0" w:afterAutospacing="0"/>
              <w:jc w:val="center"/>
            </w:pPr>
            <w:r>
              <w:t>13,3</w:t>
            </w:r>
          </w:p>
          <w:p w:rsidR="00076567" w:rsidRDefault="00076567" w:rsidP="00B92B99">
            <w:pPr>
              <w:pStyle w:val="a4"/>
              <w:spacing w:before="0" w:beforeAutospacing="0" w:after="0" w:afterAutospacing="0"/>
              <w:jc w:val="center"/>
            </w:pPr>
          </w:p>
          <w:p w:rsidR="00076567" w:rsidRDefault="00076567" w:rsidP="00076567">
            <w:pPr>
              <w:pStyle w:val="a4"/>
              <w:spacing w:before="0" w:beforeAutospacing="0" w:after="0" w:afterAutospacing="0"/>
              <w:jc w:val="center"/>
            </w:pPr>
            <w:r>
              <w:t>570</w:t>
            </w:r>
          </w:p>
          <w:p w:rsidR="00076567" w:rsidRDefault="00076567" w:rsidP="00076567">
            <w:pPr>
              <w:pStyle w:val="a4"/>
              <w:spacing w:before="0" w:beforeAutospacing="0" w:after="0" w:afterAutospacing="0"/>
              <w:jc w:val="center"/>
            </w:pPr>
          </w:p>
          <w:p w:rsidR="00076567" w:rsidRDefault="00076567" w:rsidP="00076567">
            <w:pPr>
              <w:pStyle w:val="a4"/>
              <w:spacing w:before="0" w:beforeAutospacing="0" w:after="0" w:afterAutospacing="0"/>
              <w:jc w:val="center"/>
            </w:pPr>
          </w:p>
          <w:p w:rsidR="00076567" w:rsidRDefault="00076567" w:rsidP="00076567">
            <w:pPr>
              <w:pStyle w:val="a4"/>
              <w:spacing w:before="0" w:beforeAutospacing="0" w:after="0" w:afterAutospacing="0"/>
              <w:jc w:val="center"/>
            </w:pPr>
            <w:r>
              <w:t>570</w:t>
            </w:r>
          </w:p>
          <w:p w:rsidR="00076567" w:rsidRDefault="00076567" w:rsidP="00B92B99">
            <w:pPr>
              <w:pStyle w:val="a4"/>
              <w:spacing w:before="0" w:beforeAutospacing="0" w:after="0" w:afterAutospacing="0"/>
              <w:jc w:val="center"/>
            </w:pPr>
          </w:p>
          <w:p w:rsidR="00076567" w:rsidRDefault="00076567" w:rsidP="00B92B99">
            <w:pPr>
              <w:pStyle w:val="a4"/>
              <w:spacing w:before="0" w:beforeAutospacing="0" w:after="0" w:afterAutospacing="0"/>
              <w:jc w:val="center"/>
            </w:pPr>
          </w:p>
          <w:p w:rsidR="00076567" w:rsidRPr="0076389C" w:rsidRDefault="00076567" w:rsidP="00B92B99">
            <w:pPr>
              <w:pStyle w:val="a4"/>
              <w:spacing w:before="0" w:beforeAutospacing="0" w:after="0" w:afterAutospacing="0"/>
              <w:jc w:val="center"/>
            </w:pPr>
            <w:r>
              <w:t>44,2</w:t>
            </w:r>
          </w:p>
        </w:tc>
        <w:tc>
          <w:tcPr>
            <w:tcW w:w="2268" w:type="dxa"/>
          </w:tcPr>
          <w:p w:rsidR="00461278" w:rsidRDefault="00461278" w:rsidP="00B92B99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461278" w:rsidRDefault="00461278" w:rsidP="00B92B99">
            <w:pPr>
              <w:pStyle w:val="a4"/>
              <w:spacing w:before="0" w:beforeAutospacing="0" w:after="0" w:afterAutospacing="0"/>
              <w:jc w:val="center"/>
            </w:pPr>
          </w:p>
          <w:p w:rsidR="00461278" w:rsidRDefault="00461278" w:rsidP="00B92B99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076567" w:rsidRDefault="00076567" w:rsidP="00B92B99">
            <w:pPr>
              <w:pStyle w:val="a4"/>
              <w:spacing w:before="0" w:beforeAutospacing="0" w:after="0" w:afterAutospacing="0"/>
              <w:jc w:val="center"/>
            </w:pPr>
          </w:p>
          <w:p w:rsidR="00076567" w:rsidRDefault="00076567" w:rsidP="00076567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076567" w:rsidRDefault="00076567" w:rsidP="00076567">
            <w:pPr>
              <w:pStyle w:val="a4"/>
              <w:spacing w:before="0" w:beforeAutospacing="0" w:after="0" w:afterAutospacing="0"/>
              <w:jc w:val="center"/>
            </w:pPr>
          </w:p>
          <w:p w:rsidR="00076567" w:rsidRDefault="00076567" w:rsidP="00076567">
            <w:pPr>
              <w:pStyle w:val="a4"/>
              <w:spacing w:before="0" w:beforeAutospacing="0" w:after="0" w:afterAutospacing="0"/>
              <w:jc w:val="center"/>
            </w:pPr>
          </w:p>
          <w:p w:rsidR="00076567" w:rsidRDefault="00076567" w:rsidP="00076567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076567" w:rsidRDefault="00076567" w:rsidP="00076567">
            <w:pPr>
              <w:pStyle w:val="a4"/>
              <w:spacing w:before="0" w:beforeAutospacing="0" w:after="0" w:afterAutospacing="0"/>
              <w:jc w:val="center"/>
            </w:pPr>
          </w:p>
          <w:p w:rsidR="00076567" w:rsidRDefault="00076567" w:rsidP="00076567">
            <w:pPr>
              <w:pStyle w:val="a4"/>
              <w:spacing w:before="0" w:beforeAutospacing="0" w:after="0" w:afterAutospacing="0"/>
              <w:jc w:val="center"/>
            </w:pPr>
          </w:p>
          <w:p w:rsidR="00076567" w:rsidRDefault="00076567" w:rsidP="00076567">
            <w:pPr>
              <w:pStyle w:val="a4"/>
              <w:spacing w:before="0" w:beforeAutospacing="0" w:after="0" w:afterAutospacing="0"/>
            </w:pPr>
            <w:r>
              <w:t xml:space="preserve">           Россия</w:t>
            </w:r>
          </w:p>
          <w:p w:rsidR="00076567" w:rsidRPr="0076389C" w:rsidRDefault="00076567" w:rsidP="00B92B9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835" w:type="dxa"/>
          </w:tcPr>
          <w:p w:rsidR="00461278" w:rsidRPr="0076389C" w:rsidRDefault="00461278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461278" w:rsidRPr="0076389C" w:rsidTr="00692DD0">
        <w:tc>
          <w:tcPr>
            <w:tcW w:w="1985" w:type="dxa"/>
          </w:tcPr>
          <w:p w:rsidR="00461278" w:rsidRPr="0076389C" w:rsidRDefault="00461278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супруга</w:t>
            </w:r>
          </w:p>
        </w:tc>
        <w:tc>
          <w:tcPr>
            <w:tcW w:w="1560" w:type="dxa"/>
          </w:tcPr>
          <w:p w:rsidR="00461278" w:rsidRPr="0076389C" w:rsidRDefault="00461278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461278" w:rsidRPr="0076389C" w:rsidRDefault="00FB26D1" w:rsidP="009E549E">
            <w:pPr>
              <w:pStyle w:val="a4"/>
              <w:spacing w:before="0" w:beforeAutospacing="0" w:after="0" w:afterAutospacing="0"/>
              <w:jc w:val="center"/>
            </w:pPr>
            <w:r>
              <w:t>1644052</w:t>
            </w:r>
          </w:p>
        </w:tc>
        <w:tc>
          <w:tcPr>
            <w:tcW w:w="3261" w:type="dxa"/>
          </w:tcPr>
          <w:p w:rsidR="00461278" w:rsidRDefault="00076567" w:rsidP="00461278">
            <w:pPr>
              <w:pStyle w:val="a4"/>
              <w:spacing w:before="0" w:beforeAutospacing="0" w:after="0" w:afterAutospacing="0"/>
              <w:jc w:val="center"/>
            </w:pPr>
            <w:r>
              <w:t>садов</w:t>
            </w:r>
            <w:r w:rsidR="00461278">
              <w:t>ый земельный участок (собственность)</w:t>
            </w:r>
          </w:p>
          <w:p w:rsidR="00461278" w:rsidRDefault="00076567" w:rsidP="00461278">
            <w:pPr>
              <w:pStyle w:val="a4"/>
              <w:spacing w:before="0" w:beforeAutospacing="0" w:after="0" w:afterAutospacing="0"/>
              <w:jc w:val="center"/>
            </w:pPr>
            <w:r>
              <w:t>садов</w:t>
            </w:r>
            <w:r w:rsidR="00461278">
              <w:t>ый земельный участок (собственность)</w:t>
            </w:r>
          </w:p>
          <w:p w:rsidR="00461278" w:rsidRDefault="00461278" w:rsidP="00461278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квартира (долевая собственность)</w:t>
            </w:r>
          </w:p>
          <w:p w:rsidR="00461278" w:rsidRDefault="00461278" w:rsidP="00461278">
            <w:pPr>
              <w:pStyle w:val="a4"/>
              <w:spacing w:before="0" w:beforeAutospacing="0" w:after="0" w:afterAutospacing="0"/>
              <w:jc w:val="center"/>
            </w:pPr>
            <w:r>
              <w:t>квартира (собственность)</w:t>
            </w:r>
          </w:p>
          <w:p w:rsidR="00461278" w:rsidRDefault="00461278" w:rsidP="00461278">
            <w:pPr>
              <w:pStyle w:val="a4"/>
              <w:spacing w:before="0" w:beforeAutospacing="0" w:after="0" w:afterAutospacing="0"/>
              <w:jc w:val="center"/>
            </w:pPr>
            <w:r>
              <w:t>квартира (собственность)</w:t>
            </w:r>
          </w:p>
          <w:p w:rsidR="00461278" w:rsidRPr="0076389C" w:rsidRDefault="00076567" w:rsidP="00FB26D1">
            <w:pPr>
              <w:pStyle w:val="a4"/>
              <w:spacing w:before="0" w:beforeAutospacing="0" w:after="0" w:afterAutospacing="0"/>
              <w:jc w:val="center"/>
            </w:pPr>
            <w:r>
              <w:t>садовый</w:t>
            </w:r>
            <w:r w:rsidR="00461278">
              <w:t xml:space="preserve"> дом (собственность)</w:t>
            </w:r>
          </w:p>
        </w:tc>
        <w:tc>
          <w:tcPr>
            <w:tcW w:w="1701" w:type="dxa"/>
          </w:tcPr>
          <w:p w:rsidR="00461278" w:rsidRDefault="00FB26D1" w:rsidP="009E549E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570</w:t>
            </w:r>
          </w:p>
          <w:p w:rsidR="00FB26D1" w:rsidRDefault="00FB26D1" w:rsidP="009E549E">
            <w:pPr>
              <w:pStyle w:val="a4"/>
              <w:spacing w:before="0" w:beforeAutospacing="0" w:after="0" w:afterAutospacing="0"/>
              <w:jc w:val="center"/>
            </w:pPr>
          </w:p>
          <w:p w:rsidR="00FB26D1" w:rsidRDefault="00FB26D1" w:rsidP="009E549E">
            <w:pPr>
              <w:pStyle w:val="a4"/>
              <w:spacing w:before="0" w:beforeAutospacing="0" w:after="0" w:afterAutospacing="0"/>
              <w:jc w:val="center"/>
            </w:pPr>
            <w:r>
              <w:t>570</w:t>
            </w:r>
          </w:p>
          <w:p w:rsidR="00FB26D1" w:rsidRDefault="00FB26D1" w:rsidP="009E549E">
            <w:pPr>
              <w:pStyle w:val="a4"/>
              <w:spacing w:before="0" w:beforeAutospacing="0" w:after="0" w:afterAutospacing="0"/>
              <w:jc w:val="center"/>
            </w:pPr>
          </w:p>
          <w:p w:rsidR="00FB26D1" w:rsidRDefault="00FB26D1" w:rsidP="009E549E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61,3</w:t>
            </w:r>
          </w:p>
          <w:p w:rsidR="00FB26D1" w:rsidRDefault="00FB26D1" w:rsidP="009E549E">
            <w:pPr>
              <w:pStyle w:val="a4"/>
              <w:spacing w:before="0" w:beforeAutospacing="0" w:after="0" w:afterAutospacing="0"/>
              <w:jc w:val="center"/>
            </w:pPr>
          </w:p>
          <w:p w:rsidR="00FB26D1" w:rsidRDefault="00FB26D1" w:rsidP="009E549E">
            <w:pPr>
              <w:pStyle w:val="a4"/>
              <w:spacing w:before="0" w:beforeAutospacing="0" w:after="0" w:afterAutospacing="0"/>
              <w:jc w:val="center"/>
            </w:pPr>
            <w:r>
              <w:t>85,9</w:t>
            </w:r>
          </w:p>
          <w:p w:rsidR="00FB26D1" w:rsidRDefault="00FB26D1" w:rsidP="009E549E">
            <w:pPr>
              <w:pStyle w:val="a4"/>
              <w:spacing w:before="0" w:beforeAutospacing="0" w:after="0" w:afterAutospacing="0"/>
              <w:jc w:val="center"/>
            </w:pPr>
            <w:r>
              <w:t>37,9</w:t>
            </w:r>
          </w:p>
          <w:p w:rsidR="00FB26D1" w:rsidRPr="0076389C" w:rsidRDefault="00FB26D1" w:rsidP="009E549E">
            <w:pPr>
              <w:pStyle w:val="a4"/>
              <w:spacing w:before="0" w:beforeAutospacing="0" w:after="0" w:afterAutospacing="0"/>
              <w:jc w:val="center"/>
            </w:pPr>
            <w:r>
              <w:t>44,2</w:t>
            </w:r>
          </w:p>
        </w:tc>
        <w:tc>
          <w:tcPr>
            <w:tcW w:w="2268" w:type="dxa"/>
          </w:tcPr>
          <w:p w:rsidR="00FB26D1" w:rsidRDefault="00FB26D1" w:rsidP="00FB26D1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Россия</w:t>
            </w:r>
          </w:p>
          <w:p w:rsidR="00FB26D1" w:rsidRDefault="00FB26D1" w:rsidP="00FB26D1">
            <w:pPr>
              <w:pStyle w:val="a4"/>
              <w:spacing w:before="0" w:beforeAutospacing="0" w:after="0" w:afterAutospacing="0"/>
              <w:jc w:val="center"/>
            </w:pPr>
          </w:p>
          <w:p w:rsidR="00FB26D1" w:rsidRDefault="00FB26D1" w:rsidP="00FB26D1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FB26D1" w:rsidRDefault="00FB26D1" w:rsidP="00FB26D1">
            <w:pPr>
              <w:pStyle w:val="a4"/>
              <w:spacing w:before="0" w:beforeAutospacing="0" w:after="0" w:afterAutospacing="0"/>
              <w:jc w:val="center"/>
            </w:pPr>
          </w:p>
          <w:p w:rsidR="00461278" w:rsidRDefault="00FB26D1" w:rsidP="00FB26D1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Россия</w:t>
            </w:r>
          </w:p>
          <w:p w:rsidR="00FB26D1" w:rsidRDefault="00FB26D1" w:rsidP="00FB26D1">
            <w:pPr>
              <w:pStyle w:val="a4"/>
              <w:spacing w:before="0" w:beforeAutospacing="0" w:after="0" w:afterAutospacing="0"/>
              <w:jc w:val="center"/>
            </w:pPr>
          </w:p>
          <w:p w:rsidR="00FB26D1" w:rsidRDefault="00FB26D1" w:rsidP="00FB26D1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FB26D1" w:rsidRDefault="00FB26D1" w:rsidP="00FB26D1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FB26D1" w:rsidRPr="0076389C" w:rsidRDefault="00FB26D1" w:rsidP="00FB26D1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461278" w:rsidRPr="0076389C" w:rsidRDefault="00461278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461278" w:rsidRPr="0076389C" w:rsidTr="00692DD0">
        <w:tc>
          <w:tcPr>
            <w:tcW w:w="1985" w:type="dxa"/>
          </w:tcPr>
          <w:p w:rsidR="00461278" w:rsidRPr="00843E45" w:rsidRDefault="00461278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843E45">
              <w:rPr>
                <w:b/>
              </w:rPr>
              <w:lastRenderedPageBreak/>
              <w:t>Квашнина Екатерина Геннадьевна</w:t>
            </w:r>
          </w:p>
        </w:tc>
        <w:tc>
          <w:tcPr>
            <w:tcW w:w="1560" w:type="dxa"/>
          </w:tcPr>
          <w:p w:rsidR="00461278" w:rsidRPr="0076389C" w:rsidRDefault="00461278" w:rsidP="009E549E">
            <w:pPr>
              <w:pStyle w:val="a4"/>
              <w:spacing w:before="0" w:beforeAutospacing="0" w:after="0" w:afterAutospacing="0"/>
              <w:jc w:val="center"/>
            </w:pPr>
            <w:r>
              <w:t>главный специалист</w:t>
            </w:r>
          </w:p>
        </w:tc>
        <w:tc>
          <w:tcPr>
            <w:tcW w:w="2409" w:type="dxa"/>
          </w:tcPr>
          <w:p w:rsidR="00461278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309113</w:t>
            </w:r>
          </w:p>
        </w:tc>
        <w:tc>
          <w:tcPr>
            <w:tcW w:w="3261" w:type="dxa"/>
          </w:tcPr>
          <w:p w:rsidR="00680EE3" w:rsidRDefault="00680EE3" w:rsidP="00680EE3">
            <w:pPr>
              <w:pStyle w:val="a4"/>
              <w:spacing w:before="0" w:beforeAutospacing="0" w:after="0" w:afterAutospacing="0"/>
              <w:jc w:val="center"/>
            </w:pPr>
            <w:r>
              <w:t>дачный земельный участок (собственность)</w:t>
            </w:r>
          </w:p>
          <w:p w:rsidR="00461278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  <w:p w:rsidR="00680EE3" w:rsidRPr="0076389C" w:rsidRDefault="00680EE3" w:rsidP="00680EE3">
            <w:pPr>
              <w:pStyle w:val="a4"/>
              <w:spacing w:before="0" w:beforeAutospacing="0" w:after="0" w:afterAutospacing="0"/>
              <w:jc w:val="center"/>
            </w:pPr>
            <w:r>
              <w:t>квартира (собственность)</w:t>
            </w:r>
          </w:p>
        </w:tc>
        <w:tc>
          <w:tcPr>
            <w:tcW w:w="1701" w:type="dxa"/>
          </w:tcPr>
          <w:p w:rsidR="00461278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667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87,0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39,9</w:t>
            </w:r>
          </w:p>
        </w:tc>
        <w:tc>
          <w:tcPr>
            <w:tcW w:w="2268" w:type="dxa"/>
          </w:tcPr>
          <w:p w:rsidR="00461278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461278" w:rsidRPr="00680EE3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DAEWOO NEXIA</w:t>
            </w: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сын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D47D1C" w:rsidRDefault="00D47D1C" w:rsidP="00B92B99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D47D1C" w:rsidRDefault="00D47D1C" w:rsidP="00B92B99">
            <w:pPr>
              <w:pStyle w:val="a4"/>
              <w:spacing w:before="0" w:beforeAutospacing="0" w:after="0" w:afterAutospacing="0"/>
              <w:jc w:val="center"/>
            </w:pPr>
            <w:r>
              <w:t>87,0</w:t>
            </w:r>
          </w:p>
          <w:p w:rsidR="00D47D1C" w:rsidRDefault="00D47D1C" w:rsidP="00B92B99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680EE3" w:rsidRDefault="00680EE3" w:rsidP="00B92B99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39.9</w:t>
            </w:r>
          </w:p>
        </w:tc>
        <w:tc>
          <w:tcPr>
            <w:tcW w:w="2268" w:type="dxa"/>
          </w:tcPr>
          <w:p w:rsidR="00680EE3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D47D1C" w:rsidRDefault="00D47D1C" w:rsidP="00B92B99">
            <w:pPr>
              <w:pStyle w:val="a4"/>
              <w:spacing w:before="0" w:beforeAutospacing="0" w:after="0" w:afterAutospacing="0"/>
              <w:jc w:val="center"/>
            </w:pPr>
          </w:p>
          <w:p w:rsidR="00D47D1C" w:rsidRDefault="00D47D1C" w:rsidP="00B92B99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44285" w:rsidRDefault="00680EE3" w:rsidP="00692DD0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44285">
              <w:rPr>
                <w:b/>
              </w:rPr>
              <w:t>Колесова Юлия Владимировна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ведущий специалист</w:t>
            </w:r>
          </w:p>
        </w:tc>
        <w:tc>
          <w:tcPr>
            <w:tcW w:w="2409" w:type="dxa"/>
          </w:tcPr>
          <w:p w:rsidR="00680EE3" w:rsidRPr="0076389C" w:rsidRDefault="00D47D1C" w:rsidP="009E549E">
            <w:pPr>
              <w:pStyle w:val="a4"/>
              <w:spacing w:before="0" w:beforeAutospacing="0" w:after="0" w:afterAutospacing="0"/>
              <w:jc w:val="center"/>
            </w:pPr>
            <w:r>
              <w:t>993</w:t>
            </w:r>
            <w:r w:rsidR="00680EE3">
              <w:t>98</w:t>
            </w:r>
            <w:r>
              <w:t>,76</w:t>
            </w:r>
          </w:p>
        </w:tc>
        <w:tc>
          <w:tcPr>
            <w:tcW w:w="3261" w:type="dxa"/>
          </w:tcPr>
          <w:p w:rsidR="00680EE3" w:rsidRPr="0076389C" w:rsidRDefault="00680EE3" w:rsidP="00B677B9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</w:tc>
        <w:tc>
          <w:tcPr>
            <w:tcW w:w="1701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30,5</w:t>
            </w:r>
          </w:p>
        </w:tc>
        <w:tc>
          <w:tcPr>
            <w:tcW w:w="2268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44285" w:rsidRDefault="00680EE3" w:rsidP="00692DD0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44285">
              <w:rPr>
                <w:b/>
              </w:rPr>
              <w:t>Кондратовская Наталья Валерьевна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главный специалист</w:t>
            </w:r>
          </w:p>
        </w:tc>
        <w:tc>
          <w:tcPr>
            <w:tcW w:w="2409" w:type="dxa"/>
          </w:tcPr>
          <w:p w:rsidR="00680EE3" w:rsidRPr="0076389C" w:rsidRDefault="00680EE3" w:rsidP="00A31DC0">
            <w:pPr>
              <w:pStyle w:val="a4"/>
              <w:spacing w:before="0" w:beforeAutospacing="0" w:after="0" w:afterAutospacing="0"/>
              <w:jc w:val="center"/>
            </w:pPr>
            <w:r>
              <w:t>277</w:t>
            </w:r>
            <w:r w:rsidR="00A31DC0">
              <w:t>970</w:t>
            </w:r>
          </w:p>
        </w:tc>
        <w:tc>
          <w:tcPr>
            <w:tcW w:w="3261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жилой дом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210</w:t>
            </w:r>
          </w:p>
        </w:tc>
        <w:tc>
          <w:tcPr>
            <w:tcW w:w="2268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ДЭУ МАТИЗ</w:t>
            </w: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3261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78,0</w:t>
            </w:r>
          </w:p>
        </w:tc>
        <w:tc>
          <w:tcPr>
            <w:tcW w:w="2268" w:type="dxa"/>
          </w:tcPr>
          <w:p w:rsidR="00680EE3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сын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жилой дом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210</w:t>
            </w:r>
          </w:p>
        </w:tc>
        <w:tc>
          <w:tcPr>
            <w:tcW w:w="2268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44285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644285">
              <w:rPr>
                <w:b/>
              </w:rPr>
              <w:t>Кононюк</w:t>
            </w:r>
            <w:proofErr w:type="spellEnd"/>
            <w:r w:rsidRPr="00644285">
              <w:rPr>
                <w:b/>
              </w:rPr>
              <w:t xml:space="preserve"> Ольга Евгеньевна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консультант</w:t>
            </w: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433065,95</w:t>
            </w:r>
          </w:p>
        </w:tc>
        <w:tc>
          <w:tcPr>
            <w:tcW w:w="3261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квартира (собственность)</w:t>
            </w:r>
          </w:p>
        </w:tc>
        <w:tc>
          <w:tcPr>
            <w:tcW w:w="1701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59,3</w:t>
            </w:r>
          </w:p>
        </w:tc>
        <w:tc>
          <w:tcPr>
            <w:tcW w:w="2268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44285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644285">
              <w:rPr>
                <w:b/>
              </w:rPr>
              <w:t>Крупеникова</w:t>
            </w:r>
            <w:proofErr w:type="spellEnd"/>
            <w:r w:rsidRPr="00644285">
              <w:rPr>
                <w:b/>
              </w:rPr>
              <w:t xml:space="preserve"> Ирина Николаевна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главный специалист</w:t>
            </w: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323200</w:t>
            </w:r>
          </w:p>
        </w:tc>
        <w:tc>
          <w:tcPr>
            <w:tcW w:w="3261" w:type="dxa"/>
          </w:tcPr>
          <w:p w:rsidR="00680EE3" w:rsidRPr="0076389C" w:rsidRDefault="00680EE3" w:rsidP="00B6456B">
            <w:pPr>
              <w:pStyle w:val="a4"/>
              <w:spacing w:before="0" w:beforeAutospacing="0" w:after="0" w:afterAutospacing="0"/>
              <w:jc w:val="center"/>
            </w:pPr>
            <w:r>
              <w:t>квартира (собственность)</w:t>
            </w:r>
          </w:p>
        </w:tc>
        <w:tc>
          <w:tcPr>
            <w:tcW w:w="1701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47,2</w:t>
            </w:r>
          </w:p>
        </w:tc>
        <w:tc>
          <w:tcPr>
            <w:tcW w:w="2268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дочь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B6456B">
            <w:pPr>
              <w:pStyle w:val="a4"/>
              <w:spacing w:before="0" w:beforeAutospacing="0" w:after="0" w:afterAutospacing="0"/>
              <w:jc w:val="center"/>
            </w:pPr>
            <w:r>
              <w:t>47,2</w:t>
            </w:r>
          </w:p>
        </w:tc>
        <w:tc>
          <w:tcPr>
            <w:tcW w:w="2268" w:type="dxa"/>
          </w:tcPr>
          <w:p w:rsidR="00680EE3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44285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44285">
              <w:rPr>
                <w:b/>
              </w:rPr>
              <w:t>Кузнецова Ирина Валерьевна</w:t>
            </w:r>
          </w:p>
        </w:tc>
        <w:tc>
          <w:tcPr>
            <w:tcW w:w="1560" w:type="dxa"/>
          </w:tcPr>
          <w:p w:rsidR="00680EE3" w:rsidRPr="0076389C" w:rsidRDefault="00680EE3" w:rsidP="00692468">
            <w:pPr>
              <w:pStyle w:val="a4"/>
              <w:spacing w:before="0" w:beforeAutospacing="0" w:after="0" w:afterAutospacing="0"/>
              <w:jc w:val="center"/>
            </w:pPr>
            <w:r>
              <w:t>ведущий специалист</w:t>
            </w:r>
          </w:p>
        </w:tc>
        <w:tc>
          <w:tcPr>
            <w:tcW w:w="2409" w:type="dxa"/>
          </w:tcPr>
          <w:p w:rsidR="00680EE3" w:rsidRPr="00BC0ED2" w:rsidRDefault="00BC0ED2" w:rsidP="00BC0ED2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187615</w:t>
            </w:r>
            <w:r>
              <w:t>,</w:t>
            </w:r>
            <w:r>
              <w:rPr>
                <w:lang w:val="en-US"/>
              </w:rPr>
              <w:t>35</w:t>
            </w:r>
          </w:p>
        </w:tc>
        <w:tc>
          <w:tcPr>
            <w:tcW w:w="3261" w:type="dxa"/>
          </w:tcPr>
          <w:p w:rsidR="00680EE3" w:rsidRDefault="00680EE3" w:rsidP="00692468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  <w:p w:rsidR="00680EE3" w:rsidRPr="00692468" w:rsidRDefault="00022DAB" w:rsidP="00D32BAD">
            <w:pPr>
              <w:pStyle w:val="a4"/>
              <w:spacing w:before="0" w:beforeAutospacing="0" w:after="0" w:afterAutospacing="0"/>
              <w:jc w:val="center"/>
            </w:pPr>
            <w:r>
              <w:t xml:space="preserve">дачный </w:t>
            </w:r>
            <w:r w:rsidR="00680EE3">
              <w:t>земельный участок (безвозмездное бессрочное пользование)</w:t>
            </w:r>
          </w:p>
        </w:tc>
        <w:tc>
          <w:tcPr>
            <w:tcW w:w="1701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44,7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1300</w:t>
            </w:r>
          </w:p>
          <w:p w:rsidR="00680EE3" w:rsidRPr="0076389C" w:rsidRDefault="00680EE3" w:rsidP="00692468">
            <w:pPr>
              <w:pStyle w:val="a4"/>
              <w:spacing w:before="0" w:beforeAutospacing="0" w:after="0" w:afterAutospacing="0"/>
            </w:pPr>
          </w:p>
        </w:tc>
        <w:tc>
          <w:tcPr>
            <w:tcW w:w="2268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222173,49</w:t>
            </w:r>
          </w:p>
        </w:tc>
        <w:tc>
          <w:tcPr>
            <w:tcW w:w="3261" w:type="dxa"/>
          </w:tcPr>
          <w:p w:rsidR="00680EE3" w:rsidRDefault="00680EE3" w:rsidP="00692468">
            <w:pPr>
              <w:pStyle w:val="a4"/>
              <w:spacing w:before="0" w:beforeAutospacing="0" w:after="0" w:afterAutospacing="0"/>
              <w:jc w:val="center"/>
            </w:pPr>
            <w:r>
              <w:t xml:space="preserve">квартира (долевая </w:t>
            </w:r>
            <w:r>
              <w:lastRenderedPageBreak/>
              <w:t>собственность)</w:t>
            </w:r>
          </w:p>
          <w:p w:rsidR="00680EE3" w:rsidRPr="0076389C" w:rsidRDefault="00680EE3" w:rsidP="00D32BAD">
            <w:pPr>
              <w:pStyle w:val="a4"/>
              <w:spacing w:before="0" w:beforeAutospacing="0" w:after="0" w:afterAutospacing="0"/>
              <w:jc w:val="center"/>
            </w:pPr>
            <w:r>
              <w:t>земельный участок (собственность)</w:t>
            </w:r>
          </w:p>
        </w:tc>
        <w:tc>
          <w:tcPr>
            <w:tcW w:w="1701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44,7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1300</w:t>
            </w:r>
          </w:p>
        </w:tc>
        <w:tc>
          <w:tcPr>
            <w:tcW w:w="2268" w:type="dxa"/>
          </w:tcPr>
          <w:p w:rsidR="00680EE3" w:rsidRDefault="00680EE3" w:rsidP="00D32BAD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Россия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D32BAD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proofErr w:type="gramStart"/>
            <w:r>
              <w:lastRenderedPageBreak/>
              <w:t>Шкода</w:t>
            </w:r>
            <w:proofErr w:type="gramEnd"/>
            <w:r>
              <w:t xml:space="preserve"> </w:t>
            </w:r>
            <w:proofErr w:type="spellStart"/>
            <w:r>
              <w:t>Октавия</w:t>
            </w:r>
            <w:proofErr w:type="spellEnd"/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дочь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Pr="0076389C" w:rsidRDefault="00680EE3" w:rsidP="00D32BAD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44,7</w:t>
            </w:r>
          </w:p>
        </w:tc>
        <w:tc>
          <w:tcPr>
            <w:tcW w:w="2268" w:type="dxa"/>
          </w:tcPr>
          <w:p w:rsidR="00680EE3" w:rsidRDefault="00680EE3" w:rsidP="00D32BAD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дочь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44,7</w:t>
            </w:r>
          </w:p>
        </w:tc>
        <w:tc>
          <w:tcPr>
            <w:tcW w:w="2268" w:type="dxa"/>
          </w:tcPr>
          <w:p w:rsidR="00680EE3" w:rsidRDefault="00680EE3" w:rsidP="00D32BAD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44285" w:rsidRDefault="00680EE3" w:rsidP="00692DD0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44285">
              <w:rPr>
                <w:b/>
              </w:rPr>
              <w:t xml:space="preserve">Кузьмина Ирина Валентиновна 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начальник отдела</w:t>
            </w: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585454</w:t>
            </w:r>
          </w:p>
        </w:tc>
        <w:tc>
          <w:tcPr>
            <w:tcW w:w="3261" w:type="dxa"/>
          </w:tcPr>
          <w:p w:rsidR="00680EE3" w:rsidRDefault="00076567" w:rsidP="009E549E">
            <w:pPr>
              <w:pStyle w:val="a4"/>
              <w:spacing w:before="0" w:beforeAutospacing="0" w:after="0" w:afterAutospacing="0"/>
              <w:jc w:val="center"/>
            </w:pPr>
            <w:r>
              <w:t xml:space="preserve"> дачный </w:t>
            </w:r>
            <w:r w:rsidR="00680EE3">
              <w:t>земельный участок (собственность)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гараж</w:t>
            </w:r>
            <w:r w:rsidR="00167D15">
              <w:t>, земельный участок</w:t>
            </w:r>
            <w:r>
              <w:t xml:space="preserve"> (собственность)</w:t>
            </w:r>
          </w:p>
          <w:p w:rsidR="00680EE3" w:rsidRDefault="00680EE3" w:rsidP="00842882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  <w:p w:rsidR="00076567" w:rsidRDefault="00076567" w:rsidP="00842882">
            <w:pPr>
              <w:pStyle w:val="a4"/>
              <w:spacing w:before="0" w:beforeAutospacing="0" w:after="0" w:afterAutospacing="0"/>
              <w:jc w:val="center"/>
            </w:pPr>
            <w:r>
              <w:t>дачный земельный участок</w:t>
            </w:r>
          </w:p>
          <w:p w:rsidR="00076567" w:rsidRPr="0076389C" w:rsidRDefault="00076567" w:rsidP="00842882">
            <w:pPr>
              <w:pStyle w:val="a4"/>
              <w:spacing w:before="0" w:beforeAutospacing="0" w:after="0" w:afterAutospacing="0"/>
              <w:jc w:val="center"/>
            </w:pPr>
            <w:r>
              <w:t>(безвозмездное бессрочное пользование)</w:t>
            </w:r>
          </w:p>
        </w:tc>
        <w:tc>
          <w:tcPr>
            <w:tcW w:w="1701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2000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25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43,4</w:t>
            </w:r>
          </w:p>
          <w:p w:rsidR="00076567" w:rsidRDefault="00076567" w:rsidP="009E549E">
            <w:pPr>
              <w:pStyle w:val="a4"/>
              <w:spacing w:before="0" w:beforeAutospacing="0" w:after="0" w:afterAutospacing="0"/>
              <w:jc w:val="center"/>
            </w:pPr>
          </w:p>
          <w:p w:rsidR="00076567" w:rsidRPr="0076389C" w:rsidRDefault="00076567" w:rsidP="009E549E">
            <w:pPr>
              <w:pStyle w:val="a4"/>
              <w:spacing w:before="0" w:beforeAutospacing="0" w:after="0" w:afterAutospacing="0"/>
              <w:jc w:val="center"/>
            </w:pPr>
            <w:r>
              <w:t>300</w:t>
            </w:r>
          </w:p>
        </w:tc>
        <w:tc>
          <w:tcPr>
            <w:tcW w:w="2268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076567" w:rsidRDefault="00076567" w:rsidP="009E549E">
            <w:pPr>
              <w:pStyle w:val="a4"/>
              <w:spacing w:before="0" w:beforeAutospacing="0" w:after="0" w:afterAutospacing="0"/>
              <w:jc w:val="center"/>
            </w:pPr>
          </w:p>
          <w:p w:rsidR="00076567" w:rsidRPr="0076389C" w:rsidRDefault="00076567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146390</w:t>
            </w:r>
          </w:p>
        </w:tc>
        <w:tc>
          <w:tcPr>
            <w:tcW w:w="3261" w:type="dxa"/>
          </w:tcPr>
          <w:p w:rsidR="00680EE3" w:rsidRDefault="00680EE3" w:rsidP="00842882">
            <w:pPr>
              <w:pStyle w:val="a4"/>
              <w:spacing w:before="0" w:beforeAutospacing="0" w:after="0" w:afterAutospacing="0"/>
              <w:jc w:val="center"/>
            </w:pPr>
            <w:r>
              <w:t>дачный земельный участок (собственность)</w:t>
            </w:r>
          </w:p>
          <w:p w:rsidR="00680EE3" w:rsidRDefault="00680EE3" w:rsidP="00842882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  <w:p w:rsidR="00076567" w:rsidRDefault="00076567" w:rsidP="00076567">
            <w:pPr>
              <w:pStyle w:val="a4"/>
              <w:spacing w:before="0" w:beforeAutospacing="0" w:after="0" w:afterAutospacing="0"/>
              <w:jc w:val="center"/>
            </w:pPr>
            <w:r>
              <w:t>дачный земельный участок</w:t>
            </w:r>
          </w:p>
          <w:p w:rsidR="00076567" w:rsidRDefault="00076567" w:rsidP="00076567">
            <w:pPr>
              <w:pStyle w:val="a4"/>
              <w:spacing w:before="0" w:beforeAutospacing="0" w:after="0" w:afterAutospacing="0"/>
              <w:jc w:val="center"/>
            </w:pPr>
            <w:r>
              <w:t>(безвозмездное бессрочное пользование)</w:t>
            </w:r>
          </w:p>
          <w:p w:rsidR="00076567" w:rsidRDefault="00167D15" w:rsidP="00076567">
            <w:pPr>
              <w:pStyle w:val="a4"/>
              <w:spacing w:before="0" w:beforeAutospacing="0" w:after="0" w:afterAutospacing="0"/>
              <w:jc w:val="center"/>
            </w:pPr>
            <w:r>
              <w:t>гараж,</w:t>
            </w:r>
            <w:r w:rsidR="00076567">
              <w:t xml:space="preserve"> земельный участок</w:t>
            </w:r>
          </w:p>
          <w:p w:rsidR="00076567" w:rsidRPr="0076389C" w:rsidRDefault="00076567" w:rsidP="00076567">
            <w:pPr>
              <w:pStyle w:val="a4"/>
              <w:spacing w:before="0" w:beforeAutospacing="0" w:after="0" w:afterAutospacing="0"/>
              <w:jc w:val="center"/>
            </w:pPr>
            <w:r>
              <w:t>(безвозмездное бессрочное пользование)</w:t>
            </w:r>
          </w:p>
        </w:tc>
        <w:tc>
          <w:tcPr>
            <w:tcW w:w="1701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300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43,4</w:t>
            </w:r>
          </w:p>
          <w:p w:rsidR="00167D15" w:rsidRDefault="00167D15" w:rsidP="009E549E">
            <w:pPr>
              <w:pStyle w:val="a4"/>
              <w:spacing w:before="0" w:beforeAutospacing="0" w:after="0" w:afterAutospacing="0"/>
              <w:jc w:val="center"/>
            </w:pPr>
          </w:p>
          <w:p w:rsidR="00167D15" w:rsidRDefault="00167D15" w:rsidP="009E549E">
            <w:pPr>
              <w:pStyle w:val="a4"/>
              <w:spacing w:before="0" w:beforeAutospacing="0" w:after="0" w:afterAutospacing="0"/>
              <w:jc w:val="center"/>
            </w:pPr>
            <w:r>
              <w:t>2000</w:t>
            </w:r>
          </w:p>
          <w:p w:rsidR="00167D15" w:rsidRDefault="00167D15" w:rsidP="009E549E">
            <w:pPr>
              <w:pStyle w:val="a4"/>
              <w:spacing w:before="0" w:beforeAutospacing="0" w:after="0" w:afterAutospacing="0"/>
              <w:jc w:val="center"/>
            </w:pPr>
          </w:p>
          <w:p w:rsidR="00167D15" w:rsidRDefault="00167D15" w:rsidP="009E549E">
            <w:pPr>
              <w:pStyle w:val="a4"/>
              <w:spacing w:before="0" w:beforeAutospacing="0" w:after="0" w:afterAutospacing="0"/>
              <w:jc w:val="center"/>
            </w:pPr>
          </w:p>
          <w:p w:rsidR="00167D15" w:rsidRPr="0076389C" w:rsidRDefault="00167D15" w:rsidP="009E549E">
            <w:pPr>
              <w:pStyle w:val="a4"/>
              <w:spacing w:before="0" w:beforeAutospacing="0" w:after="0" w:afterAutospacing="0"/>
              <w:jc w:val="center"/>
            </w:pPr>
            <w:r>
              <w:t>25</w:t>
            </w:r>
          </w:p>
        </w:tc>
        <w:tc>
          <w:tcPr>
            <w:tcW w:w="2268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167D15" w:rsidRDefault="00167D15" w:rsidP="009E549E">
            <w:pPr>
              <w:pStyle w:val="a4"/>
              <w:spacing w:before="0" w:beforeAutospacing="0" w:after="0" w:afterAutospacing="0"/>
              <w:jc w:val="center"/>
            </w:pPr>
          </w:p>
          <w:p w:rsidR="00167D15" w:rsidRDefault="00167D15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167D15" w:rsidRDefault="00167D15" w:rsidP="009E549E">
            <w:pPr>
              <w:pStyle w:val="a4"/>
              <w:spacing w:before="0" w:beforeAutospacing="0" w:after="0" w:afterAutospacing="0"/>
              <w:jc w:val="center"/>
            </w:pPr>
          </w:p>
          <w:p w:rsidR="00167D15" w:rsidRDefault="00167D15" w:rsidP="009E549E">
            <w:pPr>
              <w:pStyle w:val="a4"/>
              <w:spacing w:before="0" w:beforeAutospacing="0" w:after="0" w:afterAutospacing="0"/>
              <w:jc w:val="center"/>
            </w:pPr>
          </w:p>
          <w:p w:rsidR="00167D15" w:rsidRPr="0076389C" w:rsidRDefault="00167D15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Default="00A31DC0" w:rsidP="009E549E">
            <w:pPr>
              <w:pStyle w:val="a4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Cherry Amulet</w:t>
            </w:r>
          </w:p>
          <w:p w:rsidR="006B5AA0" w:rsidRDefault="006B5AA0" w:rsidP="009E549E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</w:p>
          <w:p w:rsidR="00A31DC0" w:rsidRPr="00A31DC0" w:rsidRDefault="00F558DA" w:rsidP="009E549E">
            <w:pPr>
              <w:pStyle w:val="a4"/>
              <w:spacing w:before="0" w:beforeAutospacing="0" w:after="0" w:afterAutospacing="0"/>
              <w:jc w:val="center"/>
            </w:pPr>
            <w:r>
              <w:t>лодка</w:t>
            </w:r>
          </w:p>
        </w:tc>
      </w:tr>
      <w:tr w:rsidR="00680EE3" w:rsidRPr="0076389C" w:rsidTr="00692DD0">
        <w:tc>
          <w:tcPr>
            <w:tcW w:w="1985" w:type="dxa"/>
          </w:tcPr>
          <w:p w:rsidR="00680EE3" w:rsidRPr="00644285" w:rsidRDefault="00680EE3" w:rsidP="00692DD0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44285">
              <w:rPr>
                <w:b/>
              </w:rPr>
              <w:t>Куприянова Елена Владимировна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ведущий специалист</w:t>
            </w: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286242,98</w:t>
            </w:r>
          </w:p>
        </w:tc>
        <w:tc>
          <w:tcPr>
            <w:tcW w:w="3261" w:type="dxa"/>
          </w:tcPr>
          <w:p w:rsidR="00680EE3" w:rsidRPr="0076389C" w:rsidRDefault="00680EE3" w:rsidP="000F34EB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</w:tc>
        <w:tc>
          <w:tcPr>
            <w:tcW w:w="1701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74,4</w:t>
            </w:r>
          </w:p>
        </w:tc>
        <w:tc>
          <w:tcPr>
            <w:tcW w:w="2268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сын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Pr="0076389C" w:rsidRDefault="00680EE3" w:rsidP="00CC22D1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CC22D1">
            <w:pPr>
              <w:pStyle w:val="a4"/>
              <w:spacing w:before="0" w:beforeAutospacing="0" w:after="0" w:afterAutospacing="0"/>
              <w:jc w:val="center"/>
            </w:pPr>
            <w:r>
              <w:t>74,4</w:t>
            </w:r>
          </w:p>
        </w:tc>
        <w:tc>
          <w:tcPr>
            <w:tcW w:w="2268" w:type="dxa"/>
          </w:tcPr>
          <w:p w:rsidR="00680EE3" w:rsidRDefault="00680EE3" w:rsidP="00CC22D1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Pr="0076389C" w:rsidRDefault="00680EE3" w:rsidP="00CC22D1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44285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44285">
              <w:rPr>
                <w:b/>
              </w:rPr>
              <w:t>Ларионова Наталья Евгеньевна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главный специалист</w:t>
            </w: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227941,99</w:t>
            </w:r>
          </w:p>
        </w:tc>
        <w:tc>
          <w:tcPr>
            <w:tcW w:w="3261" w:type="dxa"/>
          </w:tcPr>
          <w:p w:rsidR="00680EE3" w:rsidRPr="0076389C" w:rsidRDefault="00680EE3" w:rsidP="004A2807">
            <w:pPr>
              <w:pStyle w:val="a4"/>
              <w:spacing w:before="0" w:beforeAutospacing="0" w:after="0" w:afterAutospacing="0"/>
              <w:jc w:val="center"/>
            </w:pPr>
            <w:r>
              <w:t>квартира (</w:t>
            </w:r>
            <w:proofErr w:type="gramStart"/>
            <w:r>
              <w:t>социальный</w:t>
            </w:r>
            <w:proofErr w:type="gramEnd"/>
            <w:r>
              <w:t xml:space="preserve"> </w:t>
            </w:r>
            <w:proofErr w:type="spellStart"/>
            <w:r>
              <w:t>найм</w:t>
            </w:r>
            <w:proofErr w:type="spellEnd"/>
            <w:r>
              <w:t>)</w:t>
            </w:r>
          </w:p>
        </w:tc>
        <w:tc>
          <w:tcPr>
            <w:tcW w:w="1701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68,5</w:t>
            </w:r>
          </w:p>
        </w:tc>
        <w:tc>
          <w:tcPr>
            <w:tcW w:w="2268" w:type="dxa"/>
          </w:tcPr>
          <w:p w:rsidR="00680EE3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398838,29</w:t>
            </w:r>
          </w:p>
        </w:tc>
        <w:tc>
          <w:tcPr>
            <w:tcW w:w="3261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 xml:space="preserve">жилой дом (социальный </w:t>
            </w:r>
            <w:proofErr w:type="spellStart"/>
            <w:r>
              <w:t>найм</w:t>
            </w:r>
            <w:proofErr w:type="spellEnd"/>
            <w:r>
              <w:t>)</w:t>
            </w:r>
          </w:p>
        </w:tc>
        <w:tc>
          <w:tcPr>
            <w:tcW w:w="1701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100,0</w:t>
            </w:r>
          </w:p>
        </w:tc>
        <w:tc>
          <w:tcPr>
            <w:tcW w:w="2268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дочь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квартира (</w:t>
            </w:r>
            <w:proofErr w:type="gramStart"/>
            <w:r>
              <w:t>социальный</w:t>
            </w:r>
            <w:proofErr w:type="gramEnd"/>
            <w:r>
              <w:t xml:space="preserve"> </w:t>
            </w:r>
            <w:proofErr w:type="spellStart"/>
            <w:r>
              <w:t>найм</w:t>
            </w:r>
            <w:proofErr w:type="spellEnd"/>
            <w:r>
              <w:t>)</w:t>
            </w:r>
          </w:p>
        </w:tc>
        <w:tc>
          <w:tcPr>
            <w:tcW w:w="1701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68,5</w:t>
            </w:r>
          </w:p>
        </w:tc>
        <w:tc>
          <w:tcPr>
            <w:tcW w:w="2268" w:type="dxa"/>
          </w:tcPr>
          <w:p w:rsidR="00680EE3" w:rsidRPr="0076389C" w:rsidRDefault="00680EE3" w:rsidP="00F04197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44285" w:rsidRDefault="00680EE3" w:rsidP="00692DD0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644285">
              <w:rPr>
                <w:b/>
              </w:rPr>
              <w:t>Молотобойцева</w:t>
            </w:r>
            <w:proofErr w:type="spellEnd"/>
            <w:r w:rsidRPr="00644285">
              <w:rPr>
                <w:b/>
              </w:rPr>
              <w:t xml:space="preserve"> Елена Валериевна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главный специалист</w:t>
            </w: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357727,17</w:t>
            </w:r>
          </w:p>
        </w:tc>
        <w:tc>
          <w:tcPr>
            <w:tcW w:w="3261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</w:tc>
        <w:tc>
          <w:tcPr>
            <w:tcW w:w="1701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58,0</w:t>
            </w:r>
          </w:p>
        </w:tc>
        <w:tc>
          <w:tcPr>
            <w:tcW w:w="2268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352526,25</w:t>
            </w:r>
          </w:p>
        </w:tc>
        <w:tc>
          <w:tcPr>
            <w:tcW w:w="3261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58,0</w:t>
            </w:r>
          </w:p>
        </w:tc>
        <w:tc>
          <w:tcPr>
            <w:tcW w:w="2268" w:type="dxa"/>
          </w:tcPr>
          <w:p w:rsidR="00680EE3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дочь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  <w:p w:rsidR="00680EE3" w:rsidRPr="0076389C" w:rsidRDefault="00680EE3" w:rsidP="00B6456B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</w:tc>
        <w:tc>
          <w:tcPr>
            <w:tcW w:w="1701" w:type="dxa"/>
          </w:tcPr>
          <w:p w:rsidR="00680EE3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58,0</w:t>
            </w:r>
          </w:p>
          <w:p w:rsidR="00680EE3" w:rsidRDefault="00680EE3" w:rsidP="00B92B99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48,3</w:t>
            </w:r>
          </w:p>
        </w:tc>
        <w:tc>
          <w:tcPr>
            <w:tcW w:w="2268" w:type="dxa"/>
          </w:tcPr>
          <w:p w:rsidR="00680EE3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B92B99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44285" w:rsidRDefault="00680EE3" w:rsidP="00692DD0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644285">
              <w:rPr>
                <w:b/>
              </w:rPr>
              <w:t>Молчина</w:t>
            </w:r>
            <w:proofErr w:type="spellEnd"/>
            <w:r w:rsidRPr="00644285">
              <w:rPr>
                <w:b/>
              </w:rPr>
              <w:t xml:space="preserve"> Наталия Владимировна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главный специалист</w:t>
            </w:r>
          </w:p>
        </w:tc>
        <w:tc>
          <w:tcPr>
            <w:tcW w:w="2409" w:type="dxa"/>
          </w:tcPr>
          <w:p w:rsidR="001E6635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1482117,66</w:t>
            </w:r>
            <w:r w:rsidR="001E6635">
              <w:t xml:space="preserve">, </w:t>
            </w:r>
          </w:p>
          <w:p w:rsidR="00680EE3" w:rsidRDefault="001E6635" w:rsidP="009E549E">
            <w:pPr>
              <w:pStyle w:val="a4"/>
              <w:spacing w:before="0" w:beforeAutospacing="0" w:after="0" w:afterAutospacing="0"/>
              <w:jc w:val="center"/>
            </w:pPr>
            <w:r>
              <w:t>в том числе:</w:t>
            </w:r>
          </w:p>
          <w:p w:rsidR="001E6635" w:rsidRPr="001E6635" w:rsidRDefault="001E6635" w:rsidP="00BD01F6">
            <w:pPr>
              <w:pStyle w:val="a4"/>
              <w:spacing w:before="0" w:beforeAutospacing="0" w:after="0" w:afterAutospacing="0"/>
              <w:jc w:val="center"/>
            </w:pPr>
            <w:r>
              <w:t>1330</w:t>
            </w:r>
            <w:r w:rsidR="00BD01F6">
              <w:t>000</w:t>
            </w:r>
            <w:r>
              <w:t xml:space="preserve"> руб. – доход от продажи квартиры</w:t>
            </w:r>
          </w:p>
        </w:tc>
        <w:tc>
          <w:tcPr>
            <w:tcW w:w="3261" w:type="dxa"/>
          </w:tcPr>
          <w:p w:rsidR="00680EE3" w:rsidRPr="001E0CEB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земельный участок (аренда)</w:t>
            </w:r>
          </w:p>
        </w:tc>
        <w:tc>
          <w:tcPr>
            <w:tcW w:w="1701" w:type="dxa"/>
          </w:tcPr>
          <w:p w:rsidR="00680EE3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62,6</w:t>
            </w:r>
          </w:p>
          <w:p w:rsidR="00680EE3" w:rsidRDefault="00680EE3" w:rsidP="0040172F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600</w:t>
            </w:r>
          </w:p>
        </w:tc>
        <w:tc>
          <w:tcPr>
            <w:tcW w:w="2268" w:type="dxa"/>
          </w:tcPr>
          <w:p w:rsidR="00680EE3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40172F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644285">
            <w:pPr>
              <w:pStyle w:val="a4"/>
              <w:spacing w:before="0" w:beforeAutospacing="0" w:after="0" w:afterAutospacing="0"/>
              <w:jc w:val="center"/>
            </w:pPr>
            <w:r>
              <w:t>супруг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F04197" w:rsidP="009E549E">
            <w:pPr>
              <w:pStyle w:val="a4"/>
              <w:spacing w:before="0" w:beforeAutospacing="0" w:after="0" w:afterAutospacing="0"/>
              <w:jc w:val="center"/>
            </w:pPr>
            <w:r>
              <w:t>204000</w:t>
            </w:r>
          </w:p>
        </w:tc>
        <w:tc>
          <w:tcPr>
            <w:tcW w:w="3261" w:type="dxa"/>
          </w:tcPr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</w:tc>
        <w:tc>
          <w:tcPr>
            <w:tcW w:w="1701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62,6</w:t>
            </w:r>
          </w:p>
        </w:tc>
        <w:tc>
          <w:tcPr>
            <w:tcW w:w="2268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F04197" w:rsidRDefault="00F04197" w:rsidP="009E549E">
            <w:pPr>
              <w:pStyle w:val="a4"/>
              <w:spacing w:before="0" w:beforeAutospacing="0" w:after="0" w:afterAutospacing="0"/>
              <w:jc w:val="center"/>
            </w:pPr>
            <w:r w:rsidRPr="00F558DA">
              <w:rPr>
                <w:lang w:val="en-US"/>
              </w:rPr>
              <w:t xml:space="preserve">Skoda </w:t>
            </w:r>
            <w:proofErr w:type="spellStart"/>
            <w:r w:rsidRPr="00F558DA">
              <w:rPr>
                <w:lang w:val="en-US"/>
              </w:rPr>
              <w:t>Roomster</w:t>
            </w:r>
            <w:proofErr w:type="spellEnd"/>
            <w:r>
              <w:t xml:space="preserve"> </w:t>
            </w:r>
          </w:p>
          <w:p w:rsidR="00680EE3" w:rsidRPr="00F558DA" w:rsidRDefault="00680EE3" w:rsidP="00F04197">
            <w:pPr>
              <w:pStyle w:val="a4"/>
              <w:spacing w:before="0" w:beforeAutospacing="0" w:after="0" w:afterAutospacing="0"/>
              <w:jc w:val="center"/>
            </w:pPr>
            <w:r>
              <w:t>ГАЗ 3309</w:t>
            </w: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сын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62,6</w:t>
            </w:r>
          </w:p>
        </w:tc>
        <w:tc>
          <w:tcPr>
            <w:tcW w:w="2268" w:type="dxa"/>
          </w:tcPr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дочь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62,6</w:t>
            </w:r>
          </w:p>
        </w:tc>
        <w:tc>
          <w:tcPr>
            <w:tcW w:w="2268" w:type="dxa"/>
          </w:tcPr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44285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644285">
              <w:rPr>
                <w:b/>
              </w:rPr>
              <w:t>Момотова</w:t>
            </w:r>
            <w:proofErr w:type="spellEnd"/>
            <w:r w:rsidRPr="00644285">
              <w:rPr>
                <w:b/>
              </w:rPr>
              <w:t xml:space="preserve"> Любовь Викторовна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заместитель начальника отдела</w:t>
            </w:r>
          </w:p>
        </w:tc>
        <w:tc>
          <w:tcPr>
            <w:tcW w:w="2409" w:type="dxa"/>
          </w:tcPr>
          <w:p w:rsidR="00680EE3" w:rsidRPr="0076389C" w:rsidRDefault="00680EE3" w:rsidP="00022D6E">
            <w:pPr>
              <w:pStyle w:val="a4"/>
              <w:spacing w:before="0" w:beforeAutospacing="0" w:after="0" w:afterAutospacing="0"/>
              <w:jc w:val="center"/>
            </w:pPr>
            <w:r>
              <w:t>474444,61</w:t>
            </w:r>
          </w:p>
        </w:tc>
        <w:tc>
          <w:tcPr>
            <w:tcW w:w="3261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дачный земельный участок (собственность)</w:t>
            </w:r>
          </w:p>
          <w:p w:rsidR="00680EE3" w:rsidRDefault="00680EE3" w:rsidP="00CF48D4">
            <w:pPr>
              <w:pStyle w:val="a4"/>
              <w:spacing w:before="0" w:beforeAutospacing="0" w:after="0" w:afterAutospacing="0"/>
              <w:jc w:val="center"/>
            </w:pPr>
            <w:r>
              <w:t>квартира (общая совместная собственность)</w:t>
            </w:r>
          </w:p>
          <w:p w:rsidR="00680EE3" w:rsidRPr="0076389C" w:rsidRDefault="00680EE3" w:rsidP="00CF48D4">
            <w:pPr>
              <w:pStyle w:val="a4"/>
              <w:spacing w:before="0" w:beforeAutospacing="0" w:after="0" w:afterAutospacing="0"/>
              <w:jc w:val="center"/>
            </w:pPr>
            <w:r>
              <w:t>дачный дом (собственность)</w:t>
            </w:r>
          </w:p>
        </w:tc>
        <w:tc>
          <w:tcPr>
            <w:tcW w:w="1701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812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116,3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57,2</w:t>
            </w:r>
          </w:p>
        </w:tc>
        <w:tc>
          <w:tcPr>
            <w:tcW w:w="2268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245866,32</w:t>
            </w:r>
          </w:p>
        </w:tc>
        <w:tc>
          <w:tcPr>
            <w:tcW w:w="3261" w:type="dxa"/>
          </w:tcPr>
          <w:p w:rsidR="00B92B99" w:rsidRPr="00B92B99" w:rsidRDefault="00680EE3" w:rsidP="00F04197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квартира (общая совместная собственность)</w:t>
            </w:r>
          </w:p>
        </w:tc>
        <w:tc>
          <w:tcPr>
            <w:tcW w:w="1701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116,3</w:t>
            </w:r>
          </w:p>
        </w:tc>
        <w:tc>
          <w:tcPr>
            <w:tcW w:w="2268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CF48D4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TOYOTA AVENSIS</w:t>
            </w:r>
          </w:p>
          <w:p w:rsidR="00680EE3" w:rsidRPr="00CF48D4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TOYOTA RAV-4</w:t>
            </w: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сын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116,3</w:t>
            </w:r>
          </w:p>
        </w:tc>
        <w:tc>
          <w:tcPr>
            <w:tcW w:w="2268" w:type="dxa"/>
          </w:tcPr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сын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116,3</w:t>
            </w:r>
          </w:p>
        </w:tc>
        <w:tc>
          <w:tcPr>
            <w:tcW w:w="2268" w:type="dxa"/>
          </w:tcPr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44285" w:rsidRDefault="00680EE3" w:rsidP="00644285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644285">
              <w:rPr>
                <w:b/>
              </w:rPr>
              <w:t>Мясникова</w:t>
            </w:r>
            <w:proofErr w:type="spellEnd"/>
            <w:r w:rsidRPr="00644285">
              <w:rPr>
                <w:b/>
              </w:rPr>
              <w:t xml:space="preserve"> Екатерина Валерьевна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главный специалист</w:t>
            </w:r>
          </w:p>
        </w:tc>
        <w:tc>
          <w:tcPr>
            <w:tcW w:w="2409" w:type="dxa"/>
          </w:tcPr>
          <w:p w:rsidR="00680EE3" w:rsidRPr="001E0CEB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262915</w:t>
            </w:r>
            <w:r>
              <w:t>,4</w:t>
            </w:r>
          </w:p>
        </w:tc>
        <w:tc>
          <w:tcPr>
            <w:tcW w:w="3261" w:type="dxa"/>
          </w:tcPr>
          <w:p w:rsidR="00680EE3" w:rsidRPr="00D33882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  <w:p w:rsidR="00680EE3" w:rsidRPr="00D33882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42,7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</w:p>
          <w:p w:rsidR="00680EE3" w:rsidRPr="001E0CEB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51</w:t>
            </w:r>
            <w:r>
              <w:t>,0</w:t>
            </w:r>
          </w:p>
        </w:tc>
        <w:tc>
          <w:tcPr>
            <w:tcW w:w="2268" w:type="dxa"/>
          </w:tcPr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Ford Fusion</w:t>
            </w: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супруг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579471,43</w:t>
            </w:r>
          </w:p>
        </w:tc>
        <w:tc>
          <w:tcPr>
            <w:tcW w:w="3261" w:type="dxa"/>
          </w:tcPr>
          <w:p w:rsidR="00680EE3" w:rsidRPr="001E0CEB" w:rsidRDefault="00680EE3" w:rsidP="001E0CEB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земельный участок (собственность)</w:t>
            </w:r>
          </w:p>
        </w:tc>
        <w:tc>
          <w:tcPr>
            <w:tcW w:w="1701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42,7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3300</w:t>
            </w:r>
          </w:p>
        </w:tc>
        <w:tc>
          <w:tcPr>
            <w:tcW w:w="2268" w:type="dxa"/>
          </w:tcPr>
          <w:p w:rsidR="00680EE3" w:rsidRDefault="00680EE3" w:rsidP="001E0CEB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1E0CEB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1E0CEB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44285" w:rsidRDefault="00680EE3" w:rsidP="00644285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44285">
              <w:rPr>
                <w:b/>
              </w:rPr>
              <w:t>Никитина Наталья Ильинична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главный специалист</w:t>
            </w: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308970,91</w:t>
            </w:r>
          </w:p>
        </w:tc>
        <w:tc>
          <w:tcPr>
            <w:tcW w:w="3261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квартира (собственность)</w:t>
            </w:r>
          </w:p>
        </w:tc>
        <w:tc>
          <w:tcPr>
            <w:tcW w:w="1701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49,5</w:t>
            </w:r>
          </w:p>
        </w:tc>
        <w:tc>
          <w:tcPr>
            <w:tcW w:w="2268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44285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44285">
              <w:rPr>
                <w:b/>
              </w:rPr>
              <w:t>Новоселова Ирина Юрьевна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ведущий специалист</w:t>
            </w:r>
          </w:p>
        </w:tc>
        <w:tc>
          <w:tcPr>
            <w:tcW w:w="2409" w:type="dxa"/>
          </w:tcPr>
          <w:p w:rsidR="00680EE3" w:rsidRPr="00D33882" w:rsidRDefault="00680EE3" w:rsidP="00D33882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149919</w:t>
            </w:r>
            <w:r>
              <w:t>,</w:t>
            </w:r>
            <w:r>
              <w:rPr>
                <w:lang w:val="en-US"/>
              </w:rPr>
              <w:t>9</w:t>
            </w:r>
          </w:p>
        </w:tc>
        <w:tc>
          <w:tcPr>
            <w:tcW w:w="3261" w:type="dxa"/>
          </w:tcPr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(общая совместная собственность)</w:t>
            </w:r>
          </w:p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50,3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52,9</w:t>
            </w:r>
          </w:p>
        </w:tc>
        <w:tc>
          <w:tcPr>
            <w:tcW w:w="2268" w:type="dxa"/>
          </w:tcPr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362916,43</w:t>
            </w:r>
          </w:p>
        </w:tc>
        <w:tc>
          <w:tcPr>
            <w:tcW w:w="3261" w:type="dxa"/>
          </w:tcPr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(общая совместная собственность)</w:t>
            </w:r>
          </w:p>
          <w:p w:rsidR="00680EE3" w:rsidRPr="00C01454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  <w:p w:rsidR="006B5AA0" w:rsidRPr="00C01454" w:rsidRDefault="006B5AA0" w:rsidP="00D33882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50,3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52,9</w:t>
            </w:r>
          </w:p>
        </w:tc>
        <w:tc>
          <w:tcPr>
            <w:tcW w:w="2268" w:type="dxa"/>
          </w:tcPr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ВАЗ-21093</w:t>
            </w: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сын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52,9</w:t>
            </w:r>
          </w:p>
        </w:tc>
        <w:tc>
          <w:tcPr>
            <w:tcW w:w="2268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44285" w:rsidRDefault="00680EE3" w:rsidP="00692DD0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644285">
              <w:rPr>
                <w:b/>
              </w:rPr>
              <w:t>Паничева</w:t>
            </w:r>
            <w:proofErr w:type="spellEnd"/>
            <w:r w:rsidRPr="00644285">
              <w:rPr>
                <w:b/>
              </w:rPr>
              <w:t xml:space="preserve"> Екатерина Александровна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специалист 1 разряда</w:t>
            </w:r>
          </w:p>
        </w:tc>
        <w:tc>
          <w:tcPr>
            <w:tcW w:w="2409" w:type="dxa"/>
          </w:tcPr>
          <w:p w:rsidR="00680EE3" w:rsidRPr="0076389C" w:rsidRDefault="00680EE3" w:rsidP="00F04197">
            <w:pPr>
              <w:pStyle w:val="a4"/>
              <w:spacing w:before="0" w:beforeAutospacing="0" w:after="0" w:afterAutospacing="0"/>
              <w:jc w:val="center"/>
            </w:pPr>
            <w:r>
              <w:t>3887</w:t>
            </w:r>
            <w:r w:rsidR="00F04197">
              <w:t>5</w:t>
            </w:r>
            <w:r>
              <w:t>,</w:t>
            </w:r>
            <w:r w:rsidR="00F04197">
              <w:t>54</w:t>
            </w:r>
          </w:p>
        </w:tc>
        <w:tc>
          <w:tcPr>
            <w:tcW w:w="3261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</w:tc>
        <w:tc>
          <w:tcPr>
            <w:tcW w:w="1701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70,6</w:t>
            </w:r>
          </w:p>
        </w:tc>
        <w:tc>
          <w:tcPr>
            <w:tcW w:w="2268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44285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44285">
              <w:rPr>
                <w:b/>
              </w:rPr>
              <w:t>Петрова Елена Михайловна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главный специалист</w:t>
            </w: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346107,08</w:t>
            </w:r>
          </w:p>
        </w:tc>
        <w:tc>
          <w:tcPr>
            <w:tcW w:w="3261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</w:tc>
        <w:tc>
          <w:tcPr>
            <w:tcW w:w="1701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85,2</w:t>
            </w:r>
          </w:p>
        </w:tc>
        <w:tc>
          <w:tcPr>
            <w:tcW w:w="2268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138190,59</w:t>
            </w: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</w:tc>
        <w:tc>
          <w:tcPr>
            <w:tcW w:w="1701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85,2</w:t>
            </w:r>
          </w:p>
        </w:tc>
        <w:tc>
          <w:tcPr>
            <w:tcW w:w="2268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AF65BD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TOYOTA</w:t>
            </w:r>
            <w:r>
              <w:t xml:space="preserve"> </w:t>
            </w:r>
            <w:r>
              <w:rPr>
                <w:lang w:val="en-US"/>
              </w:rPr>
              <w:t>COROLLA</w:t>
            </w: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дочь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85,2</w:t>
            </w:r>
          </w:p>
        </w:tc>
        <w:tc>
          <w:tcPr>
            <w:tcW w:w="2268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дочь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85,2</w:t>
            </w:r>
          </w:p>
        </w:tc>
        <w:tc>
          <w:tcPr>
            <w:tcW w:w="2268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44285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644285">
              <w:rPr>
                <w:b/>
              </w:rPr>
              <w:t>Проворова</w:t>
            </w:r>
            <w:proofErr w:type="spellEnd"/>
            <w:r w:rsidRPr="00644285">
              <w:rPr>
                <w:b/>
              </w:rPr>
              <w:t xml:space="preserve"> Анна Валерьевна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главный специалист</w:t>
            </w: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358606,32</w:t>
            </w:r>
          </w:p>
        </w:tc>
        <w:tc>
          <w:tcPr>
            <w:tcW w:w="3261" w:type="dxa"/>
          </w:tcPr>
          <w:p w:rsidR="00680EE3" w:rsidRDefault="00680EE3" w:rsidP="0079213F">
            <w:pPr>
              <w:pStyle w:val="a4"/>
              <w:spacing w:before="0" w:beforeAutospacing="0" w:after="0" w:afterAutospacing="0"/>
              <w:jc w:val="center"/>
            </w:pPr>
            <w:r>
              <w:t>квартира (собственность)</w:t>
            </w: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40,7</w:t>
            </w: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43,9</w:t>
            </w:r>
          </w:p>
        </w:tc>
        <w:tc>
          <w:tcPr>
            <w:tcW w:w="2268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79213F">
            <w:pPr>
              <w:pStyle w:val="a4"/>
              <w:spacing w:before="0" w:beforeAutospacing="0" w:after="0" w:afterAutospacing="0"/>
              <w:jc w:val="center"/>
            </w:pPr>
            <w:r>
              <w:t>ВАЗ-211440</w:t>
            </w: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622139,82</w:t>
            </w:r>
          </w:p>
        </w:tc>
        <w:tc>
          <w:tcPr>
            <w:tcW w:w="3261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квартира (безвозмездное бессрочное пользование)</w:t>
            </w:r>
          </w:p>
          <w:p w:rsidR="006B5AA0" w:rsidRPr="006B5AA0" w:rsidRDefault="006B5AA0" w:rsidP="009E549E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680EE3" w:rsidRPr="0076389C" w:rsidRDefault="00680EE3" w:rsidP="009A52A1">
            <w:pPr>
              <w:pStyle w:val="a4"/>
              <w:spacing w:before="0" w:beforeAutospacing="0" w:after="0" w:afterAutospacing="0"/>
              <w:jc w:val="center"/>
            </w:pPr>
            <w:r>
              <w:t>40,7</w:t>
            </w:r>
          </w:p>
        </w:tc>
        <w:tc>
          <w:tcPr>
            <w:tcW w:w="2268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Default="00680EE3" w:rsidP="00692DD0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92DD0">
              <w:rPr>
                <w:b/>
              </w:rPr>
              <w:t xml:space="preserve">Просвирякова </w:t>
            </w:r>
            <w:r w:rsidRPr="00692DD0">
              <w:rPr>
                <w:b/>
              </w:rPr>
              <w:lastRenderedPageBreak/>
              <w:t xml:space="preserve">Ольга </w:t>
            </w:r>
          </w:p>
          <w:p w:rsidR="00680EE3" w:rsidRPr="00692DD0" w:rsidRDefault="00680EE3" w:rsidP="00692DD0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92DD0">
              <w:rPr>
                <w:b/>
              </w:rPr>
              <w:t>Вячеславовна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 xml:space="preserve">главный </w:t>
            </w:r>
            <w:r>
              <w:lastRenderedPageBreak/>
              <w:t>специалист</w:t>
            </w: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351300</w:t>
            </w:r>
          </w:p>
        </w:tc>
        <w:tc>
          <w:tcPr>
            <w:tcW w:w="3261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 xml:space="preserve">квартира (долевая </w:t>
            </w:r>
            <w:r>
              <w:lastRenderedPageBreak/>
              <w:t>собственность)</w:t>
            </w:r>
          </w:p>
        </w:tc>
        <w:tc>
          <w:tcPr>
            <w:tcW w:w="1701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75,4</w:t>
            </w:r>
          </w:p>
        </w:tc>
        <w:tc>
          <w:tcPr>
            <w:tcW w:w="2268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E04141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Nissan Note</w:t>
            </w:r>
          </w:p>
        </w:tc>
      </w:tr>
      <w:tr w:rsidR="00680EE3" w:rsidRPr="0076389C" w:rsidTr="00692DD0">
        <w:tc>
          <w:tcPr>
            <w:tcW w:w="1985" w:type="dxa"/>
          </w:tcPr>
          <w:p w:rsidR="00680EE3" w:rsidRPr="00692DD0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92DD0">
              <w:rPr>
                <w:b/>
              </w:rPr>
              <w:lastRenderedPageBreak/>
              <w:t>Рожина Светлана Николаевна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старший специалист 2 разряда</w:t>
            </w:r>
          </w:p>
        </w:tc>
        <w:tc>
          <w:tcPr>
            <w:tcW w:w="2409" w:type="dxa"/>
          </w:tcPr>
          <w:p w:rsidR="00680EE3" w:rsidRPr="0076389C" w:rsidRDefault="00680EE3" w:rsidP="00DC54DB">
            <w:pPr>
              <w:pStyle w:val="a4"/>
              <w:spacing w:before="0" w:beforeAutospacing="0" w:after="0" w:afterAutospacing="0"/>
              <w:jc w:val="center"/>
            </w:pPr>
            <w:r>
              <w:t>18</w:t>
            </w:r>
            <w:r w:rsidR="00DC54DB">
              <w:t>6</w:t>
            </w:r>
            <w:r>
              <w:t>504</w:t>
            </w:r>
          </w:p>
        </w:tc>
        <w:tc>
          <w:tcPr>
            <w:tcW w:w="3261" w:type="dxa"/>
          </w:tcPr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 xml:space="preserve">квартира (долевая собственность) </w:t>
            </w:r>
          </w:p>
          <w:p w:rsidR="00680EE3" w:rsidRPr="0076389C" w:rsidRDefault="00680EE3" w:rsidP="009B5C71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73,4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43,8</w:t>
            </w:r>
          </w:p>
        </w:tc>
        <w:tc>
          <w:tcPr>
            <w:tcW w:w="2268" w:type="dxa"/>
          </w:tcPr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438926,5</w:t>
            </w:r>
          </w:p>
        </w:tc>
        <w:tc>
          <w:tcPr>
            <w:tcW w:w="3261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(собственность)</w:t>
            </w:r>
          </w:p>
        </w:tc>
        <w:tc>
          <w:tcPr>
            <w:tcW w:w="1701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43,8</w:t>
            </w:r>
          </w:p>
        </w:tc>
        <w:tc>
          <w:tcPr>
            <w:tcW w:w="2268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9B5C71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KIA CERATO</w:t>
            </w:r>
          </w:p>
        </w:tc>
      </w:tr>
      <w:tr w:rsidR="00680EE3" w:rsidRPr="0076389C" w:rsidTr="00692DD0">
        <w:tc>
          <w:tcPr>
            <w:tcW w:w="1985" w:type="dxa"/>
          </w:tcPr>
          <w:p w:rsidR="00680EE3" w:rsidRPr="009B5C71" w:rsidRDefault="00680EE3" w:rsidP="009E549E">
            <w:pPr>
              <w:pStyle w:val="a4"/>
              <w:spacing w:before="0" w:beforeAutospacing="0" w:after="0" w:afterAutospacing="0"/>
              <w:jc w:val="center"/>
            </w:pPr>
            <w:r w:rsidRPr="009B5C71">
              <w:t>сын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43,8</w:t>
            </w:r>
          </w:p>
        </w:tc>
        <w:tc>
          <w:tcPr>
            <w:tcW w:w="2268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9B5C71" w:rsidRDefault="00680EE3" w:rsidP="009E549E">
            <w:pPr>
              <w:pStyle w:val="a4"/>
              <w:spacing w:before="0" w:beforeAutospacing="0" w:after="0" w:afterAutospacing="0"/>
              <w:jc w:val="center"/>
            </w:pPr>
            <w:r w:rsidRPr="009B5C71">
              <w:t>дочь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43,8</w:t>
            </w:r>
          </w:p>
        </w:tc>
        <w:tc>
          <w:tcPr>
            <w:tcW w:w="2268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92DD0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692DD0">
              <w:rPr>
                <w:b/>
              </w:rPr>
              <w:t>Свирина</w:t>
            </w:r>
            <w:proofErr w:type="spellEnd"/>
            <w:r w:rsidRPr="00692DD0">
              <w:rPr>
                <w:b/>
              </w:rPr>
              <w:t xml:space="preserve"> Галина Львовна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начальник отдела</w:t>
            </w: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693737,8</w:t>
            </w:r>
          </w:p>
        </w:tc>
        <w:tc>
          <w:tcPr>
            <w:tcW w:w="3261" w:type="dxa"/>
          </w:tcPr>
          <w:p w:rsidR="00680EE3" w:rsidRDefault="00680EE3" w:rsidP="000F34EB">
            <w:pPr>
              <w:pStyle w:val="a4"/>
              <w:spacing w:before="0" w:beforeAutospacing="0" w:after="0" w:afterAutospacing="0"/>
              <w:jc w:val="center"/>
            </w:pPr>
            <w:r>
              <w:t>квартира (собственность)</w:t>
            </w:r>
          </w:p>
          <w:p w:rsidR="00680EE3" w:rsidRDefault="00680EE3" w:rsidP="000F34EB">
            <w:pPr>
              <w:pStyle w:val="a4"/>
              <w:spacing w:before="0" w:beforeAutospacing="0" w:after="0" w:afterAutospacing="0"/>
              <w:jc w:val="center"/>
            </w:pPr>
            <w:r>
              <w:t>квартира (собственность)</w:t>
            </w:r>
          </w:p>
          <w:p w:rsidR="00680EE3" w:rsidRPr="0076389C" w:rsidRDefault="00680EE3" w:rsidP="000F34EB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Default="00680EE3" w:rsidP="00CC22D1">
            <w:pPr>
              <w:pStyle w:val="a4"/>
              <w:spacing w:before="0" w:beforeAutospacing="0" w:after="0" w:afterAutospacing="0"/>
              <w:jc w:val="center"/>
            </w:pPr>
            <w:r>
              <w:t>61,1</w:t>
            </w:r>
          </w:p>
          <w:p w:rsidR="00680EE3" w:rsidRDefault="00680EE3" w:rsidP="00CC22D1">
            <w:pPr>
              <w:pStyle w:val="a4"/>
              <w:spacing w:before="0" w:beforeAutospacing="0" w:after="0" w:afterAutospacing="0"/>
              <w:jc w:val="center"/>
            </w:pPr>
            <w:r>
              <w:t>35,4</w:t>
            </w:r>
          </w:p>
          <w:p w:rsidR="00680EE3" w:rsidRPr="0076389C" w:rsidRDefault="00680EE3" w:rsidP="00CC22D1">
            <w:pPr>
              <w:pStyle w:val="a4"/>
              <w:spacing w:before="0" w:beforeAutospacing="0" w:after="0" w:afterAutospacing="0"/>
              <w:jc w:val="center"/>
            </w:pPr>
            <w:r>
              <w:t>58,3</w:t>
            </w:r>
          </w:p>
        </w:tc>
        <w:tc>
          <w:tcPr>
            <w:tcW w:w="2268" w:type="dxa"/>
          </w:tcPr>
          <w:p w:rsidR="00680EE3" w:rsidRDefault="00680EE3" w:rsidP="00CC22D1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CC22D1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Pr="0076389C" w:rsidRDefault="00680EE3" w:rsidP="00CC22D1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92DD0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692DD0">
              <w:rPr>
                <w:b/>
              </w:rPr>
              <w:t>Сиреникова</w:t>
            </w:r>
            <w:proofErr w:type="spellEnd"/>
            <w:r w:rsidRPr="00692DD0">
              <w:rPr>
                <w:b/>
              </w:rPr>
              <w:t xml:space="preserve"> Елена Евгеньевна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старший специалист 1 разряда</w:t>
            </w: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330619,09</w:t>
            </w:r>
          </w:p>
        </w:tc>
        <w:tc>
          <w:tcPr>
            <w:tcW w:w="3261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</w:tc>
        <w:tc>
          <w:tcPr>
            <w:tcW w:w="1701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50,2</w:t>
            </w:r>
          </w:p>
        </w:tc>
        <w:tc>
          <w:tcPr>
            <w:tcW w:w="2268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Default="00680EE3" w:rsidP="007007B2">
            <w:pPr>
              <w:pStyle w:val="a4"/>
              <w:spacing w:before="0" w:beforeAutospacing="0" w:after="0" w:afterAutospacing="0"/>
              <w:jc w:val="center"/>
            </w:pPr>
            <w:r>
              <w:t>супруг</w:t>
            </w:r>
          </w:p>
        </w:tc>
        <w:tc>
          <w:tcPr>
            <w:tcW w:w="1560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572678,39</w:t>
            </w:r>
          </w:p>
        </w:tc>
        <w:tc>
          <w:tcPr>
            <w:tcW w:w="3261" w:type="dxa"/>
          </w:tcPr>
          <w:p w:rsidR="00680EE3" w:rsidRPr="0076389C" w:rsidRDefault="00680EE3" w:rsidP="00CC22D1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</w:tc>
        <w:tc>
          <w:tcPr>
            <w:tcW w:w="1701" w:type="dxa"/>
          </w:tcPr>
          <w:p w:rsidR="00680EE3" w:rsidRPr="0076389C" w:rsidRDefault="00680EE3" w:rsidP="00CC22D1">
            <w:pPr>
              <w:pStyle w:val="a4"/>
              <w:spacing w:before="0" w:beforeAutospacing="0" w:after="0" w:afterAutospacing="0"/>
              <w:jc w:val="center"/>
            </w:pPr>
            <w:r>
              <w:t>50,2</w:t>
            </w:r>
          </w:p>
        </w:tc>
        <w:tc>
          <w:tcPr>
            <w:tcW w:w="2268" w:type="dxa"/>
          </w:tcPr>
          <w:p w:rsidR="00680EE3" w:rsidRPr="0076389C" w:rsidRDefault="00680EE3" w:rsidP="00CC22D1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ВАЗ-211140</w:t>
            </w:r>
          </w:p>
        </w:tc>
      </w:tr>
      <w:tr w:rsidR="00680EE3" w:rsidRPr="0076389C" w:rsidTr="00692DD0">
        <w:tc>
          <w:tcPr>
            <w:tcW w:w="1985" w:type="dxa"/>
          </w:tcPr>
          <w:p w:rsidR="00680EE3" w:rsidRPr="00692DD0" w:rsidRDefault="00680EE3" w:rsidP="007007B2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92DD0">
              <w:rPr>
                <w:b/>
              </w:rPr>
              <w:t>Смирнов Сергей Николаевич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начальник отдела</w:t>
            </w:r>
          </w:p>
        </w:tc>
        <w:tc>
          <w:tcPr>
            <w:tcW w:w="2409" w:type="dxa"/>
          </w:tcPr>
          <w:p w:rsidR="00680EE3" w:rsidRPr="000E31AA" w:rsidRDefault="00680EE3" w:rsidP="000E31AA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406342</w:t>
            </w:r>
            <w:r>
              <w:t>,</w:t>
            </w:r>
            <w:r>
              <w:rPr>
                <w:lang w:val="en-US"/>
              </w:rPr>
              <w:t>38</w:t>
            </w:r>
          </w:p>
        </w:tc>
        <w:tc>
          <w:tcPr>
            <w:tcW w:w="3261" w:type="dxa"/>
          </w:tcPr>
          <w:p w:rsidR="00680EE3" w:rsidRDefault="00680EE3" w:rsidP="000E31AA">
            <w:pPr>
              <w:pStyle w:val="a4"/>
              <w:spacing w:before="0" w:beforeAutospacing="0" w:after="0" w:afterAutospacing="0"/>
              <w:jc w:val="center"/>
            </w:pPr>
            <w:r>
              <w:t>квартира (собственность)</w:t>
            </w:r>
          </w:p>
          <w:p w:rsidR="00680EE3" w:rsidRDefault="00680EE3" w:rsidP="000E31AA">
            <w:pPr>
              <w:pStyle w:val="a4"/>
              <w:spacing w:before="0" w:beforeAutospacing="0" w:after="0" w:afterAutospacing="0"/>
              <w:jc w:val="center"/>
            </w:pPr>
            <w:r>
              <w:t>пользование)</w:t>
            </w:r>
          </w:p>
          <w:p w:rsidR="00A6007F" w:rsidRDefault="00A6007F" w:rsidP="00A6007F">
            <w:pPr>
              <w:pStyle w:val="a4"/>
              <w:spacing w:before="0" w:beforeAutospacing="0" w:after="0" w:afterAutospacing="0"/>
              <w:jc w:val="center"/>
            </w:pPr>
            <w:r>
              <w:t>земельный участок (безвозмездное бессрочное пользование)</w:t>
            </w:r>
          </w:p>
          <w:p w:rsidR="00680EE3" w:rsidRPr="0076389C" w:rsidRDefault="00A6007F" w:rsidP="00A6007F">
            <w:pPr>
              <w:pStyle w:val="a4"/>
              <w:spacing w:before="0" w:beforeAutospacing="0" w:after="0" w:afterAutospacing="0"/>
              <w:jc w:val="center"/>
            </w:pPr>
            <w:r>
              <w:t>гаражный бокс (безвозмездное бессрочное пользование)</w:t>
            </w:r>
          </w:p>
        </w:tc>
        <w:tc>
          <w:tcPr>
            <w:tcW w:w="1701" w:type="dxa"/>
          </w:tcPr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48,7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</w:p>
          <w:p w:rsidR="00A6007F" w:rsidRDefault="00A6007F" w:rsidP="00A6007F">
            <w:pPr>
              <w:pStyle w:val="a4"/>
              <w:spacing w:before="0" w:beforeAutospacing="0" w:after="0" w:afterAutospacing="0"/>
              <w:jc w:val="center"/>
            </w:pPr>
            <w:r>
              <w:t>612</w:t>
            </w:r>
          </w:p>
          <w:p w:rsidR="00A6007F" w:rsidRDefault="00A6007F" w:rsidP="00A6007F">
            <w:pPr>
              <w:pStyle w:val="a4"/>
              <w:spacing w:before="0" w:beforeAutospacing="0" w:after="0" w:afterAutospacing="0"/>
              <w:jc w:val="center"/>
            </w:pPr>
          </w:p>
          <w:p w:rsidR="00A6007F" w:rsidRDefault="00A6007F" w:rsidP="00A6007F">
            <w:pPr>
              <w:pStyle w:val="a4"/>
              <w:spacing w:before="0" w:beforeAutospacing="0" w:after="0" w:afterAutospacing="0"/>
              <w:jc w:val="center"/>
            </w:pPr>
          </w:p>
          <w:p w:rsidR="00A6007F" w:rsidRDefault="00A6007F" w:rsidP="00A6007F">
            <w:pPr>
              <w:pStyle w:val="a4"/>
              <w:spacing w:before="0" w:beforeAutospacing="0" w:after="0" w:afterAutospacing="0"/>
              <w:jc w:val="center"/>
            </w:pPr>
            <w:r>
              <w:t>26,5</w:t>
            </w:r>
          </w:p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268" w:type="dxa"/>
          </w:tcPr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</w:p>
          <w:p w:rsidR="00A6007F" w:rsidRDefault="00A6007F" w:rsidP="00A6007F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A6007F" w:rsidRDefault="00A6007F" w:rsidP="00A6007F">
            <w:pPr>
              <w:pStyle w:val="a4"/>
              <w:spacing w:before="0" w:beforeAutospacing="0" w:after="0" w:afterAutospacing="0"/>
              <w:jc w:val="center"/>
            </w:pPr>
          </w:p>
          <w:p w:rsidR="00A6007F" w:rsidRDefault="00A6007F" w:rsidP="00A6007F">
            <w:pPr>
              <w:pStyle w:val="a4"/>
              <w:spacing w:before="0" w:beforeAutospacing="0" w:after="0" w:afterAutospacing="0"/>
              <w:jc w:val="center"/>
            </w:pPr>
          </w:p>
          <w:p w:rsidR="00A6007F" w:rsidRDefault="00A6007F" w:rsidP="00A6007F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Pr="0076389C" w:rsidRDefault="00680EE3" w:rsidP="00DC54DB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rPr>
                <w:lang w:val="en-US"/>
              </w:rPr>
              <w:t>Hyundai Getz</w:t>
            </w: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7007B2">
            <w:pPr>
              <w:pStyle w:val="a4"/>
              <w:spacing w:before="0" w:beforeAutospacing="0" w:after="0" w:afterAutospacing="0"/>
              <w:jc w:val="center"/>
            </w:pPr>
            <w:r>
              <w:t>супруга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140484,03</w:t>
            </w:r>
          </w:p>
        </w:tc>
        <w:tc>
          <w:tcPr>
            <w:tcW w:w="3261" w:type="dxa"/>
          </w:tcPr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(собственность)</w:t>
            </w:r>
          </w:p>
          <w:p w:rsidR="00680EE3" w:rsidRDefault="00A6007F" w:rsidP="00D33882">
            <w:pPr>
              <w:pStyle w:val="a4"/>
              <w:spacing w:before="0" w:beforeAutospacing="0" w:after="0" w:afterAutospacing="0"/>
              <w:jc w:val="center"/>
            </w:pPr>
            <w:r>
              <w:t xml:space="preserve"> садовый </w:t>
            </w:r>
            <w:r w:rsidR="00680EE3">
              <w:t>земельный участок (собственность)</w:t>
            </w:r>
          </w:p>
          <w:p w:rsidR="00680EE3" w:rsidRDefault="00680EE3" w:rsidP="00CC0EBA">
            <w:pPr>
              <w:pStyle w:val="a4"/>
              <w:spacing w:before="0" w:beforeAutospacing="0" w:after="0" w:afterAutospacing="0"/>
              <w:jc w:val="center"/>
            </w:pPr>
            <w:r>
              <w:t>гаражный бокс (собственность)</w:t>
            </w:r>
          </w:p>
          <w:p w:rsidR="00680EE3" w:rsidRPr="0076389C" w:rsidRDefault="00680EE3" w:rsidP="00CC0EBA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28,3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612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26,5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48,7</w:t>
            </w:r>
          </w:p>
        </w:tc>
        <w:tc>
          <w:tcPr>
            <w:tcW w:w="2268" w:type="dxa"/>
          </w:tcPr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сын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 xml:space="preserve">квартира (безвозмездное </w:t>
            </w:r>
            <w:r>
              <w:lastRenderedPageBreak/>
              <w:t>бессрочное пользование)</w:t>
            </w:r>
          </w:p>
          <w:p w:rsidR="00C2197D" w:rsidRDefault="00C2197D" w:rsidP="00C2197D">
            <w:pPr>
              <w:pStyle w:val="a4"/>
              <w:spacing w:before="0" w:beforeAutospacing="0" w:after="0" w:afterAutospacing="0"/>
              <w:jc w:val="center"/>
            </w:pPr>
            <w:r>
              <w:t>земельный участок (безвозмездное бессрочное пользование)</w:t>
            </w:r>
          </w:p>
          <w:p w:rsidR="00C2197D" w:rsidRPr="0076389C" w:rsidRDefault="00C2197D" w:rsidP="00C2197D">
            <w:pPr>
              <w:pStyle w:val="a4"/>
              <w:spacing w:before="0" w:beforeAutospacing="0" w:after="0" w:afterAutospacing="0"/>
              <w:jc w:val="center"/>
            </w:pPr>
            <w:r>
              <w:t>гаражный бокс (безвозмездное бессрочное пользование)</w:t>
            </w:r>
          </w:p>
        </w:tc>
        <w:tc>
          <w:tcPr>
            <w:tcW w:w="1701" w:type="dxa"/>
          </w:tcPr>
          <w:p w:rsidR="00C2197D" w:rsidRDefault="00680EE3" w:rsidP="00C2197D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48,7</w:t>
            </w:r>
          </w:p>
          <w:p w:rsidR="00C2197D" w:rsidRDefault="00C2197D" w:rsidP="00C2197D">
            <w:pPr>
              <w:pStyle w:val="a4"/>
              <w:spacing w:before="0" w:beforeAutospacing="0" w:after="0" w:afterAutospacing="0"/>
              <w:jc w:val="center"/>
            </w:pPr>
          </w:p>
          <w:p w:rsidR="00C2197D" w:rsidRDefault="00C2197D" w:rsidP="00C2197D">
            <w:pPr>
              <w:pStyle w:val="a4"/>
              <w:spacing w:before="0" w:beforeAutospacing="0" w:after="0" w:afterAutospacing="0"/>
            </w:pPr>
            <w:r>
              <w:t xml:space="preserve">         612</w:t>
            </w:r>
          </w:p>
          <w:p w:rsidR="00C2197D" w:rsidRDefault="00C2197D" w:rsidP="00C2197D">
            <w:pPr>
              <w:pStyle w:val="a4"/>
              <w:spacing w:before="0" w:beforeAutospacing="0" w:after="0" w:afterAutospacing="0"/>
              <w:jc w:val="center"/>
            </w:pPr>
          </w:p>
          <w:p w:rsidR="00C2197D" w:rsidRDefault="00C2197D" w:rsidP="00C2197D">
            <w:pPr>
              <w:pStyle w:val="a4"/>
              <w:spacing w:before="0" w:beforeAutospacing="0" w:after="0" w:afterAutospacing="0"/>
              <w:jc w:val="center"/>
            </w:pPr>
          </w:p>
          <w:p w:rsidR="00C2197D" w:rsidRDefault="00C2197D" w:rsidP="00C2197D">
            <w:pPr>
              <w:pStyle w:val="a4"/>
              <w:spacing w:before="0" w:beforeAutospacing="0" w:after="0" w:afterAutospacing="0"/>
              <w:jc w:val="center"/>
            </w:pPr>
            <w:r>
              <w:t>26,5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C2197D" w:rsidRPr="0076389C" w:rsidRDefault="00C2197D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268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 xml:space="preserve">Россия </w:t>
            </w:r>
          </w:p>
          <w:p w:rsidR="00C2197D" w:rsidRDefault="00C2197D" w:rsidP="009E549E">
            <w:pPr>
              <w:pStyle w:val="a4"/>
              <w:spacing w:before="0" w:beforeAutospacing="0" w:after="0" w:afterAutospacing="0"/>
              <w:jc w:val="center"/>
            </w:pPr>
          </w:p>
          <w:p w:rsidR="00C2197D" w:rsidRDefault="00C2197D" w:rsidP="00C2197D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C2197D" w:rsidRDefault="00C2197D" w:rsidP="00C2197D">
            <w:pPr>
              <w:pStyle w:val="a4"/>
              <w:spacing w:before="0" w:beforeAutospacing="0" w:after="0" w:afterAutospacing="0"/>
              <w:jc w:val="center"/>
            </w:pPr>
          </w:p>
          <w:p w:rsidR="00C2197D" w:rsidRDefault="00C2197D" w:rsidP="00C2197D">
            <w:pPr>
              <w:pStyle w:val="a4"/>
              <w:spacing w:before="0" w:beforeAutospacing="0" w:after="0" w:afterAutospacing="0"/>
              <w:jc w:val="center"/>
            </w:pPr>
          </w:p>
          <w:p w:rsidR="00C2197D" w:rsidRPr="0076389C" w:rsidRDefault="00C2197D" w:rsidP="00C2197D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сын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  <w:p w:rsidR="00C2197D" w:rsidRDefault="00C2197D" w:rsidP="00C2197D">
            <w:pPr>
              <w:pStyle w:val="a4"/>
              <w:spacing w:before="0" w:beforeAutospacing="0" w:after="0" w:afterAutospacing="0"/>
              <w:jc w:val="center"/>
            </w:pPr>
            <w:r>
              <w:t>земельный участок (безвозмездное бессрочное пользование)</w:t>
            </w:r>
          </w:p>
          <w:p w:rsidR="00C2197D" w:rsidRPr="0076389C" w:rsidRDefault="00C2197D" w:rsidP="00C2197D">
            <w:pPr>
              <w:pStyle w:val="a4"/>
              <w:spacing w:before="0" w:beforeAutospacing="0" w:after="0" w:afterAutospacing="0"/>
              <w:jc w:val="center"/>
            </w:pPr>
            <w:r>
              <w:t>гаражный бокс (безвозмездное бессрочное пользование)</w:t>
            </w:r>
          </w:p>
        </w:tc>
        <w:tc>
          <w:tcPr>
            <w:tcW w:w="1701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48,7</w:t>
            </w:r>
          </w:p>
          <w:p w:rsidR="00C2197D" w:rsidRDefault="00C2197D" w:rsidP="009E549E">
            <w:pPr>
              <w:pStyle w:val="a4"/>
              <w:spacing w:before="0" w:beforeAutospacing="0" w:after="0" w:afterAutospacing="0"/>
              <w:jc w:val="center"/>
            </w:pPr>
          </w:p>
          <w:p w:rsidR="00C2197D" w:rsidRDefault="00C2197D" w:rsidP="00C2197D">
            <w:pPr>
              <w:pStyle w:val="a4"/>
              <w:spacing w:before="0" w:beforeAutospacing="0" w:after="0" w:afterAutospacing="0"/>
              <w:jc w:val="center"/>
            </w:pPr>
            <w:r>
              <w:t>612</w:t>
            </w:r>
          </w:p>
          <w:p w:rsidR="00C2197D" w:rsidRDefault="00C2197D" w:rsidP="00C2197D">
            <w:pPr>
              <w:pStyle w:val="a4"/>
              <w:spacing w:before="0" w:beforeAutospacing="0" w:after="0" w:afterAutospacing="0"/>
              <w:jc w:val="center"/>
            </w:pPr>
          </w:p>
          <w:p w:rsidR="00C2197D" w:rsidRDefault="00C2197D" w:rsidP="00C2197D">
            <w:pPr>
              <w:pStyle w:val="a4"/>
              <w:spacing w:before="0" w:beforeAutospacing="0" w:after="0" w:afterAutospacing="0"/>
              <w:jc w:val="center"/>
            </w:pPr>
          </w:p>
          <w:p w:rsidR="00C2197D" w:rsidRDefault="00C2197D" w:rsidP="00C2197D">
            <w:pPr>
              <w:pStyle w:val="a4"/>
              <w:spacing w:before="0" w:beforeAutospacing="0" w:after="0" w:afterAutospacing="0"/>
              <w:jc w:val="center"/>
            </w:pPr>
            <w:r>
              <w:t>26,5</w:t>
            </w:r>
          </w:p>
          <w:p w:rsidR="00C2197D" w:rsidRPr="0076389C" w:rsidRDefault="00C2197D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268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C2197D" w:rsidRDefault="00C2197D" w:rsidP="009E549E">
            <w:pPr>
              <w:pStyle w:val="a4"/>
              <w:spacing w:before="0" w:beforeAutospacing="0" w:after="0" w:afterAutospacing="0"/>
              <w:jc w:val="center"/>
            </w:pPr>
          </w:p>
          <w:p w:rsidR="00C2197D" w:rsidRDefault="00C2197D" w:rsidP="00C2197D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C2197D" w:rsidRDefault="00C2197D" w:rsidP="00C2197D">
            <w:pPr>
              <w:pStyle w:val="a4"/>
              <w:spacing w:before="0" w:beforeAutospacing="0" w:after="0" w:afterAutospacing="0"/>
              <w:jc w:val="center"/>
            </w:pPr>
          </w:p>
          <w:p w:rsidR="00C2197D" w:rsidRDefault="00C2197D" w:rsidP="00C2197D">
            <w:pPr>
              <w:pStyle w:val="a4"/>
              <w:spacing w:before="0" w:beforeAutospacing="0" w:after="0" w:afterAutospacing="0"/>
              <w:jc w:val="center"/>
            </w:pPr>
          </w:p>
          <w:p w:rsidR="00C2197D" w:rsidRPr="0076389C" w:rsidRDefault="00C2197D" w:rsidP="00C2197D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92DD0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92DD0">
              <w:rPr>
                <w:b/>
              </w:rPr>
              <w:t>Смолина Наталия Эдуардовна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старший специалист 1 разряда</w:t>
            </w: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274150,56</w:t>
            </w:r>
          </w:p>
        </w:tc>
        <w:tc>
          <w:tcPr>
            <w:tcW w:w="3261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  <w:p w:rsidR="00680EE3" w:rsidRDefault="00680EE3" w:rsidP="00E442BD">
            <w:pPr>
              <w:pStyle w:val="a4"/>
              <w:spacing w:before="0" w:beforeAutospacing="0" w:after="0" w:afterAutospacing="0"/>
              <w:jc w:val="center"/>
            </w:pPr>
            <w:r>
              <w:t>земельный участок (безвозмездное бессрочное пользование)</w:t>
            </w:r>
          </w:p>
          <w:p w:rsidR="00680EE3" w:rsidRPr="0076389C" w:rsidRDefault="00680EE3" w:rsidP="00E442BD">
            <w:pPr>
              <w:pStyle w:val="a4"/>
              <w:spacing w:before="0" w:beforeAutospacing="0" w:after="0" w:afterAutospacing="0"/>
              <w:jc w:val="center"/>
            </w:pPr>
            <w:r>
              <w:t>земельный участок (безвозмездное бессрочное пользование)</w:t>
            </w:r>
          </w:p>
        </w:tc>
        <w:tc>
          <w:tcPr>
            <w:tcW w:w="1701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97,3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78,6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420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582</w:t>
            </w:r>
          </w:p>
        </w:tc>
        <w:tc>
          <w:tcPr>
            <w:tcW w:w="2268" w:type="dxa"/>
          </w:tcPr>
          <w:p w:rsidR="00680EE3" w:rsidRDefault="00680EE3" w:rsidP="00E442BD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E442BD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E442BD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E442BD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E442BD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E442BD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E442BD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E442BD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1E6635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829784</w:t>
            </w:r>
          </w:p>
        </w:tc>
        <w:tc>
          <w:tcPr>
            <w:tcW w:w="3261" w:type="dxa"/>
          </w:tcPr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(собственность)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(собственность)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земельный участок (собственность)</w:t>
            </w:r>
          </w:p>
          <w:p w:rsidR="00680EE3" w:rsidRDefault="00680EE3" w:rsidP="00E442BD">
            <w:pPr>
              <w:pStyle w:val="a4"/>
              <w:spacing w:before="0" w:beforeAutospacing="0" w:after="0" w:afterAutospacing="0"/>
              <w:jc w:val="center"/>
            </w:pPr>
            <w:r>
              <w:t>земельный участок (собственность)</w:t>
            </w:r>
          </w:p>
          <w:p w:rsidR="00680EE3" w:rsidRDefault="00680EE3" w:rsidP="00E442BD">
            <w:pPr>
              <w:pStyle w:val="a4"/>
              <w:spacing w:before="0" w:beforeAutospacing="0" w:after="0" w:afterAutospacing="0"/>
              <w:jc w:val="center"/>
            </w:pPr>
            <w:r>
              <w:t>гараж (собственность)</w:t>
            </w:r>
          </w:p>
          <w:p w:rsidR="00680EE3" w:rsidRPr="0076389C" w:rsidRDefault="00680EE3" w:rsidP="00E442BD">
            <w:pPr>
              <w:pStyle w:val="a4"/>
              <w:spacing w:before="0" w:beforeAutospacing="0" w:after="0" w:afterAutospacing="0"/>
              <w:jc w:val="center"/>
            </w:pPr>
            <w:r>
              <w:t>гараж (собственность)</w:t>
            </w:r>
          </w:p>
        </w:tc>
        <w:tc>
          <w:tcPr>
            <w:tcW w:w="1701" w:type="dxa"/>
          </w:tcPr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97,3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78,6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420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582</w:t>
            </w:r>
          </w:p>
          <w:p w:rsidR="001553B4" w:rsidRDefault="001553B4" w:rsidP="00D33882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</w:p>
          <w:p w:rsidR="001553B4" w:rsidRDefault="001553B4" w:rsidP="00D33882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  <w:p w:rsidR="001553B4" w:rsidRPr="001553B4" w:rsidRDefault="001553B4" w:rsidP="00D33882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24</w:t>
            </w:r>
          </w:p>
        </w:tc>
        <w:tc>
          <w:tcPr>
            <w:tcW w:w="2268" w:type="dxa"/>
          </w:tcPr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E442BD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Pr="0076389C" w:rsidRDefault="00680EE3" w:rsidP="00E442BD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TOYOTA LAND CRUISER PRADO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</w:p>
          <w:p w:rsidR="00680EE3" w:rsidRPr="00D33882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TOYOTA RAV-4</w:t>
            </w:r>
          </w:p>
        </w:tc>
      </w:tr>
      <w:tr w:rsidR="00680EE3" w:rsidRPr="0076389C" w:rsidTr="00692DD0">
        <w:tc>
          <w:tcPr>
            <w:tcW w:w="1985" w:type="dxa"/>
          </w:tcPr>
          <w:p w:rsidR="00680EE3" w:rsidRPr="00692DD0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92DD0">
              <w:rPr>
                <w:b/>
              </w:rPr>
              <w:t>Степанова Мария Геннадьевна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старший специалист 1 разряда</w:t>
            </w: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298357,87</w:t>
            </w:r>
          </w:p>
        </w:tc>
        <w:tc>
          <w:tcPr>
            <w:tcW w:w="3261" w:type="dxa"/>
          </w:tcPr>
          <w:p w:rsidR="00680EE3" w:rsidRDefault="00680EE3" w:rsidP="00E47E18">
            <w:pPr>
              <w:pStyle w:val="a4"/>
              <w:spacing w:before="0" w:beforeAutospacing="0" w:after="0" w:afterAutospacing="0"/>
              <w:jc w:val="center"/>
            </w:pPr>
            <w:r>
              <w:t xml:space="preserve">квартира (долевая собственность) </w:t>
            </w:r>
          </w:p>
          <w:p w:rsidR="00680EE3" w:rsidRPr="0076389C" w:rsidRDefault="00680EE3" w:rsidP="00E47E18">
            <w:pPr>
              <w:pStyle w:val="a4"/>
              <w:spacing w:before="0" w:beforeAutospacing="0" w:after="0" w:afterAutospacing="0"/>
              <w:jc w:val="center"/>
            </w:pPr>
            <w:r>
              <w:t>земельный участок (аренда)</w:t>
            </w:r>
          </w:p>
        </w:tc>
        <w:tc>
          <w:tcPr>
            <w:tcW w:w="1701" w:type="dxa"/>
          </w:tcPr>
          <w:p w:rsidR="00680EE3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74,9</w:t>
            </w:r>
          </w:p>
          <w:p w:rsidR="00680EE3" w:rsidRDefault="00680EE3" w:rsidP="0040172F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1500</w:t>
            </w:r>
          </w:p>
        </w:tc>
        <w:tc>
          <w:tcPr>
            <w:tcW w:w="2268" w:type="dxa"/>
          </w:tcPr>
          <w:p w:rsidR="00680EE3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40172F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супруг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298958,17</w:t>
            </w:r>
          </w:p>
        </w:tc>
        <w:tc>
          <w:tcPr>
            <w:tcW w:w="3261" w:type="dxa"/>
          </w:tcPr>
          <w:p w:rsidR="00680EE3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 xml:space="preserve">квартира (безвозмездное бессрочное пользование) </w:t>
            </w:r>
          </w:p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земельный участок (аренда)</w:t>
            </w:r>
          </w:p>
        </w:tc>
        <w:tc>
          <w:tcPr>
            <w:tcW w:w="1701" w:type="dxa"/>
          </w:tcPr>
          <w:p w:rsidR="00680EE3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74,9</w:t>
            </w:r>
          </w:p>
          <w:p w:rsidR="00680EE3" w:rsidRDefault="00680EE3" w:rsidP="0040172F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1500</w:t>
            </w:r>
          </w:p>
        </w:tc>
        <w:tc>
          <w:tcPr>
            <w:tcW w:w="2268" w:type="dxa"/>
          </w:tcPr>
          <w:p w:rsidR="00680EE3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40172F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сын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74,9</w:t>
            </w:r>
          </w:p>
        </w:tc>
        <w:tc>
          <w:tcPr>
            <w:tcW w:w="2268" w:type="dxa"/>
          </w:tcPr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дочь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74,9</w:t>
            </w:r>
          </w:p>
        </w:tc>
        <w:tc>
          <w:tcPr>
            <w:tcW w:w="2268" w:type="dxa"/>
          </w:tcPr>
          <w:p w:rsidR="00680EE3" w:rsidRPr="0076389C" w:rsidRDefault="00680EE3" w:rsidP="0040172F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92DD0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692DD0">
              <w:rPr>
                <w:b/>
              </w:rPr>
              <w:t>Тарарышкина</w:t>
            </w:r>
            <w:proofErr w:type="spellEnd"/>
            <w:r w:rsidRPr="00692DD0">
              <w:rPr>
                <w:b/>
              </w:rPr>
              <w:t xml:space="preserve"> Анна Алексеевна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старший специалист 2 разряда</w:t>
            </w: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229791,67</w:t>
            </w:r>
          </w:p>
        </w:tc>
        <w:tc>
          <w:tcPr>
            <w:tcW w:w="3261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</w:tc>
        <w:tc>
          <w:tcPr>
            <w:tcW w:w="1701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42,7</w:t>
            </w:r>
          </w:p>
        </w:tc>
        <w:tc>
          <w:tcPr>
            <w:tcW w:w="2268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0</w:t>
            </w:r>
          </w:p>
        </w:tc>
        <w:tc>
          <w:tcPr>
            <w:tcW w:w="3261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8F6CB0">
            <w:pPr>
              <w:pStyle w:val="a4"/>
              <w:spacing w:before="0" w:beforeAutospacing="0" w:after="0" w:afterAutospacing="0"/>
              <w:jc w:val="center"/>
            </w:pPr>
            <w:r>
              <w:t>42,7</w:t>
            </w:r>
          </w:p>
        </w:tc>
        <w:tc>
          <w:tcPr>
            <w:tcW w:w="2268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дочь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Default="00680EE3" w:rsidP="00D33882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t>квартира (безвозмездное бессрочное пользование)</w:t>
            </w:r>
          </w:p>
          <w:p w:rsidR="00B92B99" w:rsidRPr="00B92B99" w:rsidRDefault="00B92B99" w:rsidP="00D33882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</w:p>
        </w:tc>
        <w:tc>
          <w:tcPr>
            <w:tcW w:w="1701" w:type="dxa"/>
          </w:tcPr>
          <w:p w:rsidR="00680EE3" w:rsidRPr="0076389C" w:rsidRDefault="00680EE3" w:rsidP="008F6CB0">
            <w:pPr>
              <w:pStyle w:val="a4"/>
              <w:spacing w:before="0" w:beforeAutospacing="0" w:after="0" w:afterAutospacing="0"/>
              <w:jc w:val="center"/>
            </w:pPr>
            <w:r>
              <w:t>42,7</w:t>
            </w:r>
          </w:p>
        </w:tc>
        <w:tc>
          <w:tcPr>
            <w:tcW w:w="2268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92DD0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92DD0">
              <w:rPr>
                <w:b/>
              </w:rPr>
              <w:t>Топоркова Светлана Вячеславовна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главный специалист</w:t>
            </w: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329159,68</w:t>
            </w:r>
          </w:p>
        </w:tc>
        <w:tc>
          <w:tcPr>
            <w:tcW w:w="3261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гараж (собственность)</w:t>
            </w:r>
          </w:p>
          <w:p w:rsidR="00680EE3" w:rsidRPr="0076389C" w:rsidRDefault="00680EE3" w:rsidP="005307FB">
            <w:pPr>
              <w:pStyle w:val="a4"/>
              <w:spacing w:before="0" w:beforeAutospacing="0" w:after="0" w:afterAutospacing="0"/>
              <w:jc w:val="center"/>
            </w:pPr>
            <w:r>
              <w:t>квартира (</w:t>
            </w:r>
            <w:proofErr w:type="gramStart"/>
            <w:r w:rsidR="005307FB">
              <w:t>социальный</w:t>
            </w:r>
            <w:proofErr w:type="gramEnd"/>
            <w:r w:rsidR="005307FB">
              <w:t xml:space="preserve"> </w:t>
            </w:r>
            <w:proofErr w:type="spellStart"/>
            <w:r w:rsidR="005307FB">
              <w:t>найм</w:t>
            </w:r>
            <w:proofErr w:type="spellEnd"/>
            <w:r>
              <w:t>)</w:t>
            </w:r>
          </w:p>
        </w:tc>
        <w:tc>
          <w:tcPr>
            <w:tcW w:w="1701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19,2</w:t>
            </w: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47,7</w:t>
            </w:r>
          </w:p>
        </w:tc>
        <w:tc>
          <w:tcPr>
            <w:tcW w:w="2268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дочь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</w:t>
            </w:r>
            <w:proofErr w:type="gramStart"/>
            <w:r w:rsidR="005307FB">
              <w:t>социальный</w:t>
            </w:r>
            <w:proofErr w:type="gramEnd"/>
            <w:r w:rsidR="005307FB">
              <w:t xml:space="preserve"> </w:t>
            </w:r>
            <w:proofErr w:type="spellStart"/>
            <w:r w:rsidR="005307FB">
              <w:t>найм</w:t>
            </w:r>
            <w:proofErr w:type="spellEnd"/>
            <w:r>
              <w:t>)</w:t>
            </w:r>
          </w:p>
        </w:tc>
        <w:tc>
          <w:tcPr>
            <w:tcW w:w="1701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47,7</w:t>
            </w:r>
          </w:p>
        </w:tc>
        <w:tc>
          <w:tcPr>
            <w:tcW w:w="2268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92DD0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92DD0">
              <w:rPr>
                <w:b/>
              </w:rPr>
              <w:t>Уханов Юрий Николаевич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главный специалист</w:t>
            </w: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339231,56</w:t>
            </w:r>
          </w:p>
        </w:tc>
        <w:tc>
          <w:tcPr>
            <w:tcW w:w="3261" w:type="dxa"/>
          </w:tcPr>
          <w:p w:rsidR="00680EE3" w:rsidRPr="00D562E4" w:rsidRDefault="00680EE3" w:rsidP="005307FB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  <w:p w:rsidR="00D562E4" w:rsidRDefault="00D562E4" w:rsidP="005307FB">
            <w:pPr>
              <w:pStyle w:val="a4"/>
              <w:spacing w:before="0" w:beforeAutospacing="0" w:after="0" w:afterAutospacing="0"/>
              <w:jc w:val="center"/>
            </w:pPr>
            <w:r>
              <w:t>земельный участок (безвозмездное бессрочное пользование)</w:t>
            </w:r>
          </w:p>
          <w:p w:rsidR="00D562E4" w:rsidRPr="00D562E4" w:rsidRDefault="00D562E4" w:rsidP="005307FB">
            <w:pPr>
              <w:pStyle w:val="a4"/>
              <w:spacing w:before="0" w:beforeAutospacing="0" w:after="0" w:afterAutospacing="0"/>
              <w:jc w:val="center"/>
            </w:pPr>
            <w:r>
              <w:t>гаражный бокс (безвозмездное бессрочное пользование)</w:t>
            </w:r>
          </w:p>
        </w:tc>
        <w:tc>
          <w:tcPr>
            <w:tcW w:w="1701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63,6</w:t>
            </w:r>
          </w:p>
          <w:p w:rsidR="00D562E4" w:rsidRDefault="00D562E4" w:rsidP="009E549E">
            <w:pPr>
              <w:pStyle w:val="a4"/>
              <w:spacing w:before="0" w:beforeAutospacing="0" w:after="0" w:afterAutospacing="0"/>
              <w:jc w:val="center"/>
            </w:pPr>
          </w:p>
          <w:p w:rsidR="00D562E4" w:rsidRDefault="00D562E4" w:rsidP="009E549E">
            <w:pPr>
              <w:pStyle w:val="a4"/>
              <w:spacing w:before="0" w:beforeAutospacing="0" w:after="0" w:afterAutospacing="0"/>
              <w:jc w:val="center"/>
            </w:pPr>
            <w:r>
              <w:t>898</w:t>
            </w:r>
          </w:p>
          <w:p w:rsidR="00D562E4" w:rsidRDefault="00D562E4" w:rsidP="009E549E">
            <w:pPr>
              <w:pStyle w:val="a4"/>
              <w:spacing w:before="0" w:beforeAutospacing="0" w:after="0" w:afterAutospacing="0"/>
              <w:jc w:val="center"/>
            </w:pPr>
          </w:p>
          <w:p w:rsidR="00D562E4" w:rsidRDefault="00D562E4" w:rsidP="009E549E">
            <w:pPr>
              <w:pStyle w:val="a4"/>
              <w:spacing w:before="0" w:beforeAutospacing="0" w:after="0" w:afterAutospacing="0"/>
              <w:jc w:val="center"/>
            </w:pPr>
          </w:p>
          <w:p w:rsidR="00D562E4" w:rsidRDefault="00D562E4" w:rsidP="009E549E">
            <w:pPr>
              <w:pStyle w:val="a4"/>
              <w:spacing w:before="0" w:beforeAutospacing="0" w:after="0" w:afterAutospacing="0"/>
              <w:jc w:val="center"/>
            </w:pPr>
            <w:r>
              <w:t>21,2</w:t>
            </w:r>
          </w:p>
          <w:p w:rsidR="00680EE3" w:rsidRPr="0076389C" w:rsidRDefault="00680EE3" w:rsidP="005307FB">
            <w:pPr>
              <w:pStyle w:val="a4"/>
              <w:spacing w:before="0" w:beforeAutospacing="0" w:after="0" w:afterAutospacing="0"/>
            </w:pPr>
          </w:p>
        </w:tc>
        <w:tc>
          <w:tcPr>
            <w:tcW w:w="2268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D562E4" w:rsidRDefault="00D562E4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D562E4" w:rsidRDefault="00D562E4" w:rsidP="009E549E">
            <w:pPr>
              <w:pStyle w:val="a4"/>
              <w:spacing w:before="0" w:beforeAutospacing="0" w:after="0" w:afterAutospacing="0"/>
              <w:jc w:val="center"/>
            </w:pPr>
          </w:p>
          <w:p w:rsidR="00D562E4" w:rsidRDefault="00D562E4" w:rsidP="009E549E">
            <w:pPr>
              <w:pStyle w:val="a4"/>
              <w:spacing w:before="0" w:beforeAutospacing="0" w:after="0" w:afterAutospacing="0"/>
              <w:jc w:val="center"/>
            </w:pPr>
          </w:p>
          <w:p w:rsidR="00D562E4" w:rsidRPr="0076389C" w:rsidRDefault="00D562E4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ВАЗ-21053</w:t>
            </w: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A52A1">
            <w:pPr>
              <w:pStyle w:val="a4"/>
              <w:spacing w:before="0" w:beforeAutospacing="0" w:after="0" w:afterAutospacing="0"/>
              <w:jc w:val="center"/>
            </w:pPr>
            <w:r>
              <w:t>378793,54</w:t>
            </w:r>
          </w:p>
        </w:tc>
        <w:tc>
          <w:tcPr>
            <w:tcW w:w="3261" w:type="dxa"/>
          </w:tcPr>
          <w:p w:rsidR="00680EE3" w:rsidRDefault="00680EE3" w:rsidP="009A52A1">
            <w:pPr>
              <w:pStyle w:val="a4"/>
              <w:spacing w:before="0" w:beforeAutospacing="0" w:after="0" w:afterAutospacing="0"/>
              <w:jc w:val="center"/>
            </w:pPr>
            <w:r>
              <w:t>земельный участок (собственность)</w:t>
            </w:r>
          </w:p>
          <w:p w:rsidR="00680EE3" w:rsidRDefault="00680EE3" w:rsidP="009A52A1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  <w:p w:rsidR="00B92B99" w:rsidRPr="00D562E4" w:rsidRDefault="00680EE3" w:rsidP="005307FB">
            <w:pPr>
              <w:pStyle w:val="a4"/>
              <w:spacing w:before="0" w:beforeAutospacing="0" w:after="0" w:afterAutospacing="0"/>
              <w:jc w:val="center"/>
            </w:pPr>
            <w:r>
              <w:t>гараж</w:t>
            </w:r>
            <w:r w:rsidR="00D562E4">
              <w:t>ный бокс</w:t>
            </w:r>
            <w:r>
              <w:t xml:space="preserve"> (собственность)</w:t>
            </w:r>
          </w:p>
        </w:tc>
        <w:tc>
          <w:tcPr>
            <w:tcW w:w="1701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898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63,6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21,2</w:t>
            </w:r>
          </w:p>
        </w:tc>
        <w:tc>
          <w:tcPr>
            <w:tcW w:w="2268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92DD0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692DD0">
              <w:rPr>
                <w:b/>
              </w:rPr>
              <w:t>Шамигулова</w:t>
            </w:r>
            <w:proofErr w:type="spellEnd"/>
            <w:r w:rsidRPr="00692DD0">
              <w:rPr>
                <w:b/>
              </w:rPr>
              <w:t xml:space="preserve"> Евгения Геннадьевна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 xml:space="preserve">начальник отдела, главный </w:t>
            </w:r>
            <w:r>
              <w:lastRenderedPageBreak/>
              <w:t>бухгалтер</w:t>
            </w:r>
          </w:p>
        </w:tc>
        <w:tc>
          <w:tcPr>
            <w:tcW w:w="2409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2285092,33</w:t>
            </w:r>
          </w:p>
          <w:p w:rsidR="00BD01F6" w:rsidRDefault="00BD01F6" w:rsidP="009E549E">
            <w:pPr>
              <w:pStyle w:val="a4"/>
              <w:spacing w:before="0" w:beforeAutospacing="0" w:after="0" w:afterAutospacing="0"/>
              <w:jc w:val="center"/>
            </w:pPr>
            <w:r>
              <w:t>в том числе:</w:t>
            </w:r>
          </w:p>
          <w:p w:rsidR="00BD01F6" w:rsidRPr="0076389C" w:rsidRDefault="00BD01F6" w:rsidP="009E549E">
            <w:pPr>
              <w:pStyle w:val="a4"/>
              <w:spacing w:before="0" w:beforeAutospacing="0" w:after="0" w:afterAutospacing="0"/>
              <w:jc w:val="center"/>
            </w:pPr>
            <w:r>
              <w:t xml:space="preserve">1700000 руб. – доход </w:t>
            </w:r>
            <w:r>
              <w:lastRenderedPageBreak/>
              <w:t>от продажи квартиры</w:t>
            </w:r>
          </w:p>
        </w:tc>
        <w:tc>
          <w:tcPr>
            <w:tcW w:w="3261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квартира (долевая собственность)</w:t>
            </w: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 xml:space="preserve">нежилое помещение </w:t>
            </w:r>
            <w:r>
              <w:lastRenderedPageBreak/>
              <w:t>(собственность)</w:t>
            </w:r>
          </w:p>
        </w:tc>
        <w:tc>
          <w:tcPr>
            <w:tcW w:w="1701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81,5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6,7</w:t>
            </w:r>
          </w:p>
        </w:tc>
        <w:tc>
          <w:tcPr>
            <w:tcW w:w="2268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Форд Фокус</w:t>
            </w: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lastRenderedPageBreak/>
              <w:t>дочь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1700000</w:t>
            </w:r>
          </w:p>
          <w:p w:rsidR="00BD01F6" w:rsidRDefault="00BD01F6" w:rsidP="00BD01F6">
            <w:pPr>
              <w:pStyle w:val="a4"/>
              <w:spacing w:before="0" w:beforeAutospacing="0" w:after="0" w:afterAutospacing="0"/>
              <w:jc w:val="center"/>
            </w:pPr>
            <w:r>
              <w:t>в том числе:</w:t>
            </w:r>
          </w:p>
          <w:p w:rsidR="00BD01F6" w:rsidRPr="0076389C" w:rsidRDefault="00BD01F6" w:rsidP="00BD01F6">
            <w:pPr>
              <w:pStyle w:val="a4"/>
              <w:spacing w:before="0" w:beforeAutospacing="0" w:after="0" w:afterAutospacing="0"/>
              <w:jc w:val="center"/>
            </w:pPr>
            <w:r>
              <w:t>1700000 руб. – доход от продажи квартиры</w:t>
            </w:r>
          </w:p>
        </w:tc>
        <w:tc>
          <w:tcPr>
            <w:tcW w:w="3261" w:type="dxa"/>
          </w:tcPr>
          <w:p w:rsidR="00680EE3" w:rsidRPr="0076389C" w:rsidRDefault="00680EE3" w:rsidP="00001278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</w:tc>
        <w:tc>
          <w:tcPr>
            <w:tcW w:w="1701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81,5</w:t>
            </w:r>
          </w:p>
        </w:tc>
        <w:tc>
          <w:tcPr>
            <w:tcW w:w="2268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92DD0" w:rsidRDefault="00680EE3" w:rsidP="00692DD0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92DD0">
              <w:rPr>
                <w:b/>
              </w:rPr>
              <w:t xml:space="preserve">Шаховская Нина </w:t>
            </w:r>
          </w:p>
          <w:p w:rsidR="00680EE3" w:rsidRPr="0076389C" w:rsidRDefault="00680EE3" w:rsidP="00692DD0">
            <w:pPr>
              <w:pStyle w:val="a4"/>
              <w:spacing w:before="0" w:beforeAutospacing="0" w:after="0" w:afterAutospacing="0"/>
              <w:jc w:val="center"/>
            </w:pPr>
            <w:r w:rsidRPr="00692DD0">
              <w:rPr>
                <w:b/>
              </w:rPr>
              <w:t>Ильинична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старший специалист 1 разряда</w:t>
            </w: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340891,84</w:t>
            </w:r>
          </w:p>
        </w:tc>
        <w:tc>
          <w:tcPr>
            <w:tcW w:w="3261" w:type="dxa"/>
          </w:tcPr>
          <w:p w:rsidR="00680EE3" w:rsidRPr="0076389C" w:rsidRDefault="00680EE3" w:rsidP="00001278">
            <w:pPr>
              <w:pStyle w:val="a4"/>
              <w:spacing w:before="0" w:beforeAutospacing="0" w:after="0" w:afterAutospacing="0"/>
              <w:jc w:val="center"/>
            </w:pPr>
            <w:r>
              <w:t>квартира (собственность)</w:t>
            </w:r>
          </w:p>
        </w:tc>
        <w:tc>
          <w:tcPr>
            <w:tcW w:w="1701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47,1</w:t>
            </w:r>
          </w:p>
        </w:tc>
        <w:tc>
          <w:tcPr>
            <w:tcW w:w="2268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92DD0" w:rsidRDefault="00680EE3" w:rsidP="00692DD0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92DD0">
              <w:rPr>
                <w:b/>
              </w:rPr>
              <w:t>Шибалова Любовь Владимировна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главный специалист</w:t>
            </w: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322485,37</w:t>
            </w:r>
          </w:p>
        </w:tc>
        <w:tc>
          <w:tcPr>
            <w:tcW w:w="3261" w:type="dxa"/>
          </w:tcPr>
          <w:p w:rsidR="00680EE3" w:rsidRDefault="00680EE3" w:rsidP="009C72EF">
            <w:pPr>
              <w:pStyle w:val="a4"/>
              <w:spacing w:before="0" w:beforeAutospacing="0" w:after="0" w:afterAutospacing="0"/>
              <w:jc w:val="center"/>
            </w:pPr>
            <w:r>
              <w:t>квартира (общая совместная собственность)</w:t>
            </w: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64,8</w:t>
            </w:r>
          </w:p>
        </w:tc>
        <w:tc>
          <w:tcPr>
            <w:tcW w:w="2268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795848,98</w:t>
            </w:r>
          </w:p>
        </w:tc>
        <w:tc>
          <w:tcPr>
            <w:tcW w:w="3261" w:type="dxa"/>
          </w:tcPr>
          <w:p w:rsidR="00680EE3" w:rsidRPr="0076389C" w:rsidRDefault="00680EE3" w:rsidP="006B5AA0">
            <w:pPr>
              <w:pStyle w:val="a4"/>
              <w:spacing w:before="0" w:beforeAutospacing="0" w:after="0" w:afterAutospacing="0"/>
              <w:jc w:val="center"/>
            </w:pPr>
            <w:r>
              <w:t>квартира (общая совместная собственность)</w:t>
            </w:r>
          </w:p>
        </w:tc>
        <w:tc>
          <w:tcPr>
            <w:tcW w:w="1701" w:type="dxa"/>
          </w:tcPr>
          <w:p w:rsidR="00680EE3" w:rsidRPr="0076389C" w:rsidRDefault="00680EE3" w:rsidP="00CC22D1">
            <w:pPr>
              <w:pStyle w:val="a4"/>
              <w:spacing w:before="0" w:beforeAutospacing="0" w:after="0" w:afterAutospacing="0"/>
              <w:jc w:val="center"/>
            </w:pPr>
            <w:r>
              <w:t>64,8</w:t>
            </w:r>
          </w:p>
        </w:tc>
        <w:tc>
          <w:tcPr>
            <w:tcW w:w="2268" w:type="dxa"/>
          </w:tcPr>
          <w:p w:rsidR="00680EE3" w:rsidRPr="0076389C" w:rsidRDefault="00680EE3" w:rsidP="00CC22D1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692DD0">
            <w:pPr>
              <w:pStyle w:val="a4"/>
              <w:spacing w:before="0" w:beforeAutospacing="0" w:after="0" w:afterAutospacing="0"/>
              <w:jc w:val="center"/>
            </w:pPr>
            <w:r>
              <w:t xml:space="preserve">сын 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Pr="0076389C" w:rsidRDefault="00680EE3" w:rsidP="009C72EF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CC22D1">
            <w:pPr>
              <w:pStyle w:val="a4"/>
              <w:spacing w:before="0" w:beforeAutospacing="0" w:after="0" w:afterAutospacing="0"/>
              <w:jc w:val="center"/>
            </w:pPr>
            <w:r>
              <w:t>64,8</w:t>
            </w:r>
          </w:p>
        </w:tc>
        <w:tc>
          <w:tcPr>
            <w:tcW w:w="2268" w:type="dxa"/>
          </w:tcPr>
          <w:p w:rsidR="00680EE3" w:rsidRPr="0076389C" w:rsidRDefault="00680EE3" w:rsidP="00CC22D1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сын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Pr="0076389C" w:rsidRDefault="00680EE3" w:rsidP="009C72EF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CC22D1">
            <w:pPr>
              <w:pStyle w:val="a4"/>
              <w:spacing w:before="0" w:beforeAutospacing="0" w:after="0" w:afterAutospacing="0"/>
              <w:jc w:val="center"/>
            </w:pPr>
            <w:r>
              <w:t>64,8</w:t>
            </w:r>
          </w:p>
        </w:tc>
        <w:tc>
          <w:tcPr>
            <w:tcW w:w="2268" w:type="dxa"/>
          </w:tcPr>
          <w:p w:rsidR="00680EE3" w:rsidRPr="0076389C" w:rsidRDefault="00680EE3" w:rsidP="00CC22D1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92DD0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692DD0">
              <w:rPr>
                <w:b/>
              </w:rPr>
              <w:t>Шиляева</w:t>
            </w:r>
            <w:proofErr w:type="spellEnd"/>
            <w:r w:rsidRPr="00692DD0">
              <w:rPr>
                <w:b/>
              </w:rPr>
              <w:t xml:space="preserve"> Валентина Сергеевна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начальник управления</w:t>
            </w: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635121,79</w:t>
            </w:r>
          </w:p>
        </w:tc>
        <w:tc>
          <w:tcPr>
            <w:tcW w:w="3261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</w:tc>
        <w:tc>
          <w:tcPr>
            <w:tcW w:w="1701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71,3</w:t>
            </w:r>
          </w:p>
        </w:tc>
        <w:tc>
          <w:tcPr>
            <w:tcW w:w="2268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74126,97</w:t>
            </w:r>
          </w:p>
        </w:tc>
        <w:tc>
          <w:tcPr>
            <w:tcW w:w="3261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бессрочное пользование)</w:t>
            </w:r>
          </w:p>
        </w:tc>
        <w:tc>
          <w:tcPr>
            <w:tcW w:w="1701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71,3</w:t>
            </w:r>
          </w:p>
        </w:tc>
        <w:tc>
          <w:tcPr>
            <w:tcW w:w="2268" w:type="dxa"/>
          </w:tcPr>
          <w:p w:rsidR="00680EE3" w:rsidRPr="0076389C" w:rsidRDefault="00680EE3" w:rsidP="00D33882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92DD0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r w:rsidRPr="00692DD0">
              <w:rPr>
                <w:b/>
              </w:rPr>
              <w:t>Шушкова Анастасия Николаевна</w:t>
            </w:r>
          </w:p>
        </w:tc>
        <w:tc>
          <w:tcPr>
            <w:tcW w:w="1560" w:type="dxa"/>
          </w:tcPr>
          <w:p w:rsidR="00680EE3" w:rsidRPr="0076389C" w:rsidRDefault="00680EE3" w:rsidP="00692DD0">
            <w:pPr>
              <w:pStyle w:val="a4"/>
              <w:spacing w:before="0" w:beforeAutospacing="0" w:after="0" w:afterAutospacing="0"/>
              <w:jc w:val="center"/>
            </w:pPr>
            <w:r>
              <w:t>ведущий специалист</w:t>
            </w: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210350</w:t>
            </w:r>
          </w:p>
        </w:tc>
        <w:tc>
          <w:tcPr>
            <w:tcW w:w="3261" w:type="dxa"/>
          </w:tcPr>
          <w:p w:rsidR="00680EE3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квартира (долевая собственность)</w:t>
            </w:r>
          </w:p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1701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48,2</w:t>
            </w:r>
          </w:p>
        </w:tc>
        <w:tc>
          <w:tcPr>
            <w:tcW w:w="2268" w:type="dxa"/>
          </w:tcPr>
          <w:p w:rsidR="00680EE3" w:rsidRPr="0076389C" w:rsidRDefault="00680EE3" w:rsidP="00B92B99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0F64C5" w:rsidRDefault="00680EE3" w:rsidP="00C07615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TOYOTA AURIS</w:t>
            </w:r>
          </w:p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692DD0" w:rsidRDefault="00680EE3" w:rsidP="009E549E">
            <w:pPr>
              <w:pStyle w:val="a4"/>
              <w:spacing w:before="0" w:beforeAutospacing="0" w:after="0" w:afterAutospacing="0"/>
              <w:jc w:val="center"/>
              <w:rPr>
                <w:b/>
              </w:rPr>
            </w:pPr>
            <w:proofErr w:type="spellStart"/>
            <w:r w:rsidRPr="00692DD0">
              <w:rPr>
                <w:b/>
              </w:rPr>
              <w:t>Якубянская</w:t>
            </w:r>
            <w:proofErr w:type="spellEnd"/>
            <w:r w:rsidRPr="00692DD0">
              <w:rPr>
                <w:b/>
              </w:rPr>
              <w:t xml:space="preserve"> Елена </w:t>
            </w:r>
          </w:p>
          <w:p w:rsidR="00680EE3" w:rsidRPr="0076389C" w:rsidRDefault="00680EE3" w:rsidP="00692DD0">
            <w:pPr>
              <w:pStyle w:val="a4"/>
              <w:spacing w:before="0" w:beforeAutospacing="0" w:after="0" w:afterAutospacing="0"/>
              <w:jc w:val="center"/>
            </w:pPr>
            <w:r w:rsidRPr="00692DD0">
              <w:rPr>
                <w:b/>
              </w:rPr>
              <w:t>Александровна</w:t>
            </w:r>
          </w:p>
        </w:tc>
        <w:tc>
          <w:tcPr>
            <w:tcW w:w="1560" w:type="dxa"/>
          </w:tcPr>
          <w:p w:rsidR="00680EE3" w:rsidRPr="0076389C" w:rsidRDefault="00680EE3" w:rsidP="00692DD0">
            <w:pPr>
              <w:pStyle w:val="a4"/>
              <w:spacing w:before="0" w:beforeAutospacing="0" w:after="0" w:afterAutospacing="0"/>
              <w:jc w:val="center"/>
            </w:pPr>
            <w:r>
              <w:t>главный специалист</w:t>
            </w: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280071</w:t>
            </w:r>
          </w:p>
        </w:tc>
        <w:tc>
          <w:tcPr>
            <w:tcW w:w="3261" w:type="dxa"/>
          </w:tcPr>
          <w:p w:rsidR="00680EE3" w:rsidRPr="0076389C" w:rsidRDefault="00680EE3" w:rsidP="009D0F7B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пользование)</w:t>
            </w:r>
          </w:p>
        </w:tc>
        <w:tc>
          <w:tcPr>
            <w:tcW w:w="1701" w:type="dxa"/>
          </w:tcPr>
          <w:p w:rsidR="00680EE3" w:rsidRPr="009D0F7B" w:rsidRDefault="00680EE3" w:rsidP="009D0F7B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2268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9D0F7B" w:rsidRDefault="00680EE3" w:rsidP="00B92B99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Hyundai Getz</w:t>
            </w: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супруг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346013</w:t>
            </w:r>
          </w:p>
        </w:tc>
        <w:tc>
          <w:tcPr>
            <w:tcW w:w="3261" w:type="dxa"/>
          </w:tcPr>
          <w:p w:rsidR="00680EE3" w:rsidRPr="0076389C" w:rsidRDefault="00680EE3" w:rsidP="00CC22D1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пользование)</w:t>
            </w:r>
          </w:p>
        </w:tc>
        <w:tc>
          <w:tcPr>
            <w:tcW w:w="1701" w:type="dxa"/>
          </w:tcPr>
          <w:p w:rsidR="00680EE3" w:rsidRPr="009D0F7B" w:rsidRDefault="00680EE3" w:rsidP="00CC22D1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2268" w:type="dxa"/>
          </w:tcPr>
          <w:p w:rsidR="00680EE3" w:rsidRPr="0076389C" w:rsidRDefault="00680EE3" w:rsidP="00CC22D1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  <w:tr w:rsidR="00680EE3" w:rsidRPr="0076389C" w:rsidTr="00692DD0">
        <w:tc>
          <w:tcPr>
            <w:tcW w:w="198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  <w:r>
              <w:t>сын</w:t>
            </w:r>
          </w:p>
        </w:tc>
        <w:tc>
          <w:tcPr>
            <w:tcW w:w="1560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2409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  <w:tc>
          <w:tcPr>
            <w:tcW w:w="3261" w:type="dxa"/>
          </w:tcPr>
          <w:p w:rsidR="00680EE3" w:rsidRPr="0076389C" w:rsidRDefault="00680EE3" w:rsidP="00CC22D1">
            <w:pPr>
              <w:pStyle w:val="a4"/>
              <w:spacing w:before="0" w:beforeAutospacing="0" w:after="0" w:afterAutospacing="0"/>
              <w:jc w:val="center"/>
            </w:pPr>
            <w:r>
              <w:t>квартира (безвозмездное пользование)</w:t>
            </w:r>
          </w:p>
        </w:tc>
        <w:tc>
          <w:tcPr>
            <w:tcW w:w="1701" w:type="dxa"/>
          </w:tcPr>
          <w:p w:rsidR="00680EE3" w:rsidRPr="009D0F7B" w:rsidRDefault="00680EE3" w:rsidP="00CC22D1">
            <w:pPr>
              <w:pStyle w:val="a4"/>
              <w:spacing w:before="0" w:beforeAutospacing="0" w:after="0" w:afterAutospacing="0"/>
              <w:jc w:val="center"/>
              <w:rPr>
                <w:lang w:val="en-US"/>
              </w:rPr>
            </w:pPr>
            <w:r>
              <w:rPr>
                <w:lang w:val="en-US"/>
              </w:rPr>
              <w:t>35</w:t>
            </w:r>
            <w:r>
              <w:t>,</w:t>
            </w:r>
            <w:r>
              <w:rPr>
                <w:lang w:val="en-US"/>
              </w:rPr>
              <w:t>7</w:t>
            </w:r>
          </w:p>
        </w:tc>
        <w:tc>
          <w:tcPr>
            <w:tcW w:w="2268" w:type="dxa"/>
          </w:tcPr>
          <w:p w:rsidR="00680EE3" w:rsidRPr="0076389C" w:rsidRDefault="00680EE3" w:rsidP="00CC22D1">
            <w:pPr>
              <w:pStyle w:val="a4"/>
              <w:spacing w:before="0" w:beforeAutospacing="0" w:after="0" w:afterAutospacing="0"/>
              <w:jc w:val="center"/>
            </w:pPr>
            <w:r>
              <w:t>Россия</w:t>
            </w:r>
          </w:p>
        </w:tc>
        <w:tc>
          <w:tcPr>
            <w:tcW w:w="2835" w:type="dxa"/>
          </w:tcPr>
          <w:p w:rsidR="00680EE3" w:rsidRPr="0076389C" w:rsidRDefault="00680EE3" w:rsidP="009E549E">
            <w:pPr>
              <w:pStyle w:val="a4"/>
              <w:spacing w:before="0" w:beforeAutospacing="0" w:after="0" w:afterAutospacing="0"/>
              <w:jc w:val="center"/>
            </w:pPr>
          </w:p>
        </w:tc>
      </w:tr>
    </w:tbl>
    <w:p w:rsidR="009E549E" w:rsidRPr="0076389C" w:rsidRDefault="009E549E" w:rsidP="009E549E">
      <w:pPr>
        <w:pStyle w:val="a4"/>
        <w:spacing w:before="0" w:beforeAutospacing="0" w:after="0" w:afterAutospacing="0"/>
        <w:jc w:val="center"/>
      </w:pPr>
    </w:p>
    <w:p w:rsidR="009E549E" w:rsidRDefault="009E549E" w:rsidP="009E549E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9E549E" w:rsidRPr="009E549E" w:rsidRDefault="009E549E" w:rsidP="009E549E">
      <w:pPr>
        <w:pStyle w:val="a4"/>
        <w:spacing w:before="0" w:beforeAutospacing="0" w:after="0" w:afterAutospacing="0"/>
        <w:jc w:val="center"/>
        <w:rPr>
          <w:sz w:val="28"/>
          <w:szCs w:val="28"/>
        </w:rPr>
      </w:pPr>
    </w:p>
    <w:p w:rsidR="00036A3A" w:rsidRPr="00887429" w:rsidRDefault="00036A3A" w:rsidP="00887429"/>
    <w:sectPr w:rsidR="00036A3A" w:rsidRPr="00887429" w:rsidSect="00692DD0">
      <w:headerReference w:type="default" r:id="rId7"/>
      <w:pgSz w:w="16838" w:h="11906" w:orient="landscape"/>
      <w:pgMar w:top="709" w:right="851" w:bottom="566" w:left="709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075A6" w:rsidRDefault="007075A6" w:rsidP="00B96DBA">
      <w:pPr>
        <w:spacing w:after="0" w:line="240" w:lineRule="auto"/>
      </w:pPr>
      <w:r>
        <w:separator/>
      </w:r>
    </w:p>
  </w:endnote>
  <w:endnote w:type="continuationSeparator" w:id="0">
    <w:p w:rsidR="007075A6" w:rsidRDefault="007075A6" w:rsidP="00B96DB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075A6" w:rsidRDefault="007075A6" w:rsidP="00B96DBA">
      <w:pPr>
        <w:spacing w:after="0" w:line="240" w:lineRule="auto"/>
      </w:pPr>
      <w:r>
        <w:separator/>
      </w:r>
    </w:p>
  </w:footnote>
  <w:footnote w:type="continuationSeparator" w:id="0">
    <w:p w:rsidR="007075A6" w:rsidRDefault="007075A6" w:rsidP="00B96DB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E6635" w:rsidRDefault="001E6635">
    <w:pPr>
      <w:pStyle w:val="a6"/>
    </w:pPr>
  </w:p>
  <w:p w:rsidR="001E6635" w:rsidRDefault="001E6635">
    <w:pPr>
      <w:pStyle w:val="a6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87429"/>
    <w:rsid w:val="00001278"/>
    <w:rsid w:val="00006FDE"/>
    <w:rsid w:val="0002035E"/>
    <w:rsid w:val="00020B53"/>
    <w:rsid w:val="00022D6E"/>
    <w:rsid w:val="00022DAB"/>
    <w:rsid w:val="00027E0E"/>
    <w:rsid w:val="00031A47"/>
    <w:rsid w:val="0003204D"/>
    <w:rsid w:val="00036A3A"/>
    <w:rsid w:val="00053060"/>
    <w:rsid w:val="00060DAE"/>
    <w:rsid w:val="00076567"/>
    <w:rsid w:val="000800BE"/>
    <w:rsid w:val="000C55D8"/>
    <w:rsid w:val="000C5809"/>
    <w:rsid w:val="000D3A5D"/>
    <w:rsid w:val="000D3A61"/>
    <w:rsid w:val="000E18D3"/>
    <w:rsid w:val="000E31AA"/>
    <w:rsid w:val="000F34EB"/>
    <w:rsid w:val="000F64C5"/>
    <w:rsid w:val="000F7F8D"/>
    <w:rsid w:val="001005D9"/>
    <w:rsid w:val="00131D6F"/>
    <w:rsid w:val="00143ED2"/>
    <w:rsid w:val="001517C1"/>
    <w:rsid w:val="001553B4"/>
    <w:rsid w:val="00167D15"/>
    <w:rsid w:val="00171464"/>
    <w:rsid w:val="001743CF"/>
    <w:rsid w:val="001B33C3"/>
    <w:rsid w:val="001C3E2C"/>
    <w:rsid w:val="001C67D6"/>
    <w:rsid w:val="001E0CEB"/>
    <w:rsid w:val="001E6635"/>
    <w:rsid w:val="001F4899"/>
    <w:rsid w:val="002000FB"/>
    <w:rsid w:val="00220FD7"/>
    <w:rsid w:val="00230D8F"/>
    <w:rsid w:val="00231785"/>
    <w:rsid w:val="00240DEA"/>
    <w:rsid w:val="00241460"/>
    <w:rsid w:val="002519D3"/>
    <w:rsid w:val="002527CD"/>
    <w:rsid w:val="00260056"/>
    <w:rsid w:val="0026005D"/>
    <w:rsid w:val="00261C3D"/>
    <w:rsid w:val="00266A88"/>
    <w:rsid w:val="0027169B"/>
    <w:rsid w:val="00274DFF"/>
    <w:rsid w:val="00296637"/>
    <w:rsid w:val="002A20EA"/>
    <w:rsid w:val="002A4688"/>
    <w:rsid w:val="002A6624"/>
    <w:rsid w:val="002B35E5"/>
    <w:rsid w:val="002C2199"/>
    <w:rsid w:val="002E2474"/>
    <w:rsid w:val="00305A82"/>
    <w:rsid w:val="00306AE2"/>
    <w:rsid w:val="003146AA"/>
    <w:rsid w:val="00321DBB"/>
    <w:rsid w:val="003269B2"/>
    <w:rsid w:val="00336EF4"/>
    <w:rsid w:val="00346580"/>
    <w:rsid w:val="00351DCC"/>
    <w:rsid w:val="003648AB"/>
    <w:rsid w:val="00375B86"/>
    <w:rsid w:val="00376113"/>
    <w:rsid w:val="00386217"/>
    <w:rsid w:val="003A5FFA"/>
    <w:rsid w:val="003B6FFA"/>
    <w:rsid w:val="003C1DEF"/>
    <w:rsid w:val="003C5E1E"/>
    <w:rsid w:val="003D14E4"/>
    <w:rsid w:val="003E5028"/>
    <w:rsid w:val="00400310"/>
    <w:rsid w:val="0040172F"/>
    <w:rsid w:val="0041547D"/>
    <w:rsid w:val="004255A6"/>
    <w:rsid w:val="00427621"/>
    <w:rsid w:val="004523E5"/>
    <w:rsid w:val="00460D2C"/>
    <w:rsid w:val="00461278"/>
    <w:rsid w:val="004864F3"/>
    <w:rsid w:val="0049121D"/>
    <w:rsid w:val="004960E3"/>
    <w:rsid w:val="004A2807"/>
    <w:rsid w:val="004A4BF5"/>
    <w:rsid w:val="004B55FB"/>
    <w:rsid w:val="004C3941"/>
    <w:rsid w:val="004D0BCB"/>
    <w:rsid w:val="004D3C06"/>
    <w:rsid w:val="00506890"/>
    <w:rsid w:val="00510B0B"/>
    <w:rsid w:val="0051331A"/>
    <w:rsid w:val="00514F05"/>
    <w:rsid w:val="00523AC0"/>
    <w:rsid w:val="005307FB"/>
    <w:rsid w:val="00535F6F"/>
    <w:rsid w:val="00537AD8"/>
    <w:rsid w:val="005508AD"/>
    <w:rsid w:val="00563B0D"/>
    <w:rsid w:val="005704FC"/>
    <w:rsid w:val="00576BE3"/>
    <w:rsid w:val="005A1BD0"/>
    <w:rsid w:val="005B6951"/>
    <w:rsid w:val="005C530F"/>
    <w:rsid w:val="005D7D11"/>
    <w:rsid w:val="005E03A9"/>
    <w:rsid w:val="005E1966"/>
    <w:rsid w:val="005E2DE9"/>
    <w:rsid w:val="0060216D"/>
    <w:rsid w:val="006059C3"/>
    <w:rsid w:val="00614523"/>
    <w:rsid w:val="00626DAF"/>
    <w:rsid w:val="00644285"/>
    <w:rsid w:val="00646649"/>
    <w:rsid w:val="00651CB6"/>
    <w:rsid w:val="006536EF"/>
    <w:rsid w:val="00656CEC"/>
    <w:rsid w:val="00666CC4"/>
    <w:rsid w:val="00680EE3"/>
    <w:rsid w:val="0069140F"/>
    <w:rsid w:val="00692468"/>
    <w:rsid w:val="00692DD0"/>
    <w:rsid w:val="006A420B"/>
    <w:rsid w:val="006B4ECA"/>
    <w:rsid w:val="006B5AA0"/>
    <w:rsid w:val="006C57CC"/>
    <w:rsid w:val="006C5A03"/>
    <w:rsid w:val="006D0BCD"/>
    <w:rsid w:val="006D19B5"/>
    <w:rsid w:val="006E337B"/>
    <w:rsid w:val="006E44AC"/>
    <w:rsid w:val="006E4F57"/>
    <w:rsid w:val="006F1FE6"/>
    <w:rsid w:val="007007B2"/>
    <w:rsid w:val="00704479"/>
    <w:rsid w:val="007075A6"/>
    <w:rsid w:val="00726605"/>
    <w:rsid w:val="007278BD"/>
    <w:rsid w:val="00755FEE"/>
    <w:rsid w:val="00756BC6"/>
    <w:rsid w:val="00762CD8"/>
    <w:rsid w:val="0076389C"/>
    <w:rsid w:val="00767155"/>
    <w:rsid w:val="0078099D"/>
    <w:rsid w:val="0079213F"/>
    <w:rsid w:val="00796CC7"/>
    <w:rsid w:val="007A74D8"/>
    <w:rsid w:val="007A7882"/>
    <w:rsid w:val="007B0134"/>
    <w:rsid w:val="007B64CA"/>
    <w:rsid w:val="007B7FC4"/>
    <w:rsid w:val="007C4C5F"/>
    <w:rsid w:val="007D65B2"/>
    <w:rsid w:val="007D7437"/>
    <w:rsid w:val="007E5548"/>
    <w:rsid w:val="007F0001"/>
    <w:rsid w:val="008015AC"/>
    <w:rsid w:val="008076C4"/>
    <w:rsid w:val="008221CA"/>
    <w:rsid w:val="008249E2"/>
    <w:rsid w:val="0083010A"/>
    <w:rsid w:val="00831830"/>
    <w:rsid w:val="00832C67"/>
    <w:rsid w:val="008353F3"/>
    <w:rsid w:val="00842882"/>
    <w:rsid w:val="00843E45"/>
    <w:rsid w:val="008561C7"/>
    <w:rsid w:val="00870CED"/>
    <w:rsid w:val="00871D52"/>
    <w:rsid w:val="0087242C"/>
    <w:rsid w:val="00873DEC"/>
    <w:rsid w:val="00877ADB"/>
    <w:rsid w:val="008846BB"/>
    <w:rsid w:val="00885CE3"/>
    <w:rsid w:val="00887429"/>
    <w:rsid w:val="00887DCB"/>
    <w:rsid w:val="008A737F"/>
    <w:rsid w:val="008E04F7"/>
    <w:rsid w:val="008F3104"/>
    <w:rsid w:val="008F3664"/>
    <w:rsid w:val="008F5674"/>
    <w:rsid w:val="008F6CB0"/>
    <w:rsid w:val="00902A1D"/>
    <w:rsid w:val="009071A8"/>
    <w:rsid w:val="009233BB"/>
    <w:rsid w:val="009270B9"/>
    <w:rsid w:val="009314F0"/>
    <w:rsid w:val="009368BE"/>
    <w:rsid w:val="009374B1"/>
    <w:rsid w:val="00941067"/>
    <w:rsid w:val="009478DA"/>
    <w:rsid w:val="00964E08"/>
    <w:rsid w:val="00974704"/>
    <w:rsid w:val="00975B0B"/>
    <w:rsid w:val="00977041"/>
    <w:rsid w:val="009A05D8"/>
    <w:rsid w:val="009A52A1"/>
    <w:rsid w:val="009B3142"/>
    <w:rsid w:val="009B5C71"/>
    <w:rsid w:val="009C72EF"/>
    <w:rsid w:val="009D0F7B"/>
    <w:rsid w:val="009D750B"/>
    <w:rsid w:val="009E549E"/>
    <w:rsid w:val="009F329E"/>
    <w:rsid w:val="00A26C54"/>
    <w:rsid w:val="00A31DC0"/>
    <w:rsid w:val="00A3288D"/>
    <w:rsid w:val="00A43BB3"/>
    <w:rsid w:val="00A44977"/>
    <w:rsid w:val="00A514AC"/>
    <w:rsid w:val="00A6007F"/>
    <w:rsid w:val="00A63397"/>
    <w:rsid w:val="00A676E0"/>
    <w:rsid w:val="00A74378"/>
    <w:rsid w:val="00A753C0"/>
    <w:rsid w:val="00A934C0"/>
    <w:rsid w:val="00A96130"/>
    <w:rsid w:val="00AA3FBB"/>
    <w:rsid w:val="00AB1884"/>
    <w:rsid w:val="00AD069D"/>
    <w:rsid w:val="00AD1286"/>
    <w:rsid w:val="00AF5B30"/>
    <w:rsid w:val="00AF5EA2"/>
    <w:rsid w:val="00AF65BD"/>
    <w:rsid w:val="00B1229B"/>
    <w:rsid w:val="00B16A75"/>
    <w:rsid w:val="00B21195"/>
    <w:rsid w:val="00B24E0F"/>
    <w:rsid w:val="00B25833"/>
    <w:rsid w:val="00B25870"/>
    <w:rsid w:val="00B27825"/>
    <w:rsid w:val="00B45E5A"/>
    <w:rsid w:val="00B57DF5"/>
    <w:rsid w:val="00B6456B"/>
    <w:rsid w:val="00B657EC"/>
    <w:rsid w:val="00B677B9"/>
    <w:rsid w:val="00B73973"/>
    <w:rsid w:val="00B84461"/>
    <w:rsid w:val="00B92B99"/>
    <w:rsid w:val="00B96DBA"/>
    <w:rsid w:val="00BA616C"/>
    <w:rsid w:val="00BA79DA"/>
    <w:rsid w:val="00BB2123"/>
    <w:rsid w:val="00BC0ED2"/>
    <w:rsid w:val="00BC2459"/>
    <w:rsid w:val="00BC45B9"/>
    <w:rsid w:val="00BD01F6"/>
    <w:rsid w:val="00BE3FEE"/>
    <w:rsid w:val="00BE5C25"/>
    <w:rsid w:val="00C01454"/>
    <w:rsid w:val="00C02B31"/>
    <w:rsid w:val="00C06EF8"/>
    <w:rsid w:val="00C07615"/>
    <w:rsid w:val="00C14A34"/>
    <w:rsid w:val="00C16D30"/>
    <w:rsid w:val="00C2197D"/>
    <w:rsid w:val="00C234A0"/>
    <w:rsid w:val="00C35C81"/>
    <w:rsid w:val="00C40410"/>
    <w:rsid w:val="00C43588"/>
    <w:rsid w:val="00C44201"/>
    <w:rsid w:val="00C44991"/>
    <w:rsid w:val="00C6129C"/>
    <w:rsid w:val="00C72ADF"/>
    <w:rsid w:val="00C7677C"/>
    <w:rsid w:val="00C9121F"/>
    <w:rsid w:val="00C951DE"/>
    <w:rsid w:val="00C979AC"/>
    <w:rsid w:val="00CB666F"/>
    <w:rsid w:val="00CC0EBA"/>
    <w:rsid w:val="00CC22D1"/>
    <w:rsid w:val="00CF48D4"/>
    <w:rsid w:val="00D255FB"/>
    <w:rsid w:val="00D32BAD"/>
    <w:rsid w:val="00D33118"/>
    <w:rsid w:val="00D33882"/>
    <w:rsid w:val="00D43A5C"/>
    <w:rsid w:val="00D47D1C"/>
    <w:rsid w:val="00D562E4"/>
    <w:rsid w:val="00D647FD"/>
    <w:rsid w:val="00D82A30"/>
    <w:rsid w:val="00D958C2"/>
    <w:rsid w:val="00D97456"/>
    <w:rsid w:val="00DA04DD"/>
    <w:rsid w:val="00DA62E9"/>
    <w:rsid w:val="00DC54DB"/>
    <w:rsid w:val="00DE528C"/>
    <w:rsid w:val="00E04141"/>
    <w:rsid w:val="00E13360"/>
    <w:rsid w:val="00E14E05"/>
    <w:rsid w:val="00E21446"/>
    <w:rsid w:val="00E22DAD"/>
    <w:rsid w:val="00E2674E"/>
    <w:rsid w:val="00E3790B"/>
    <w:rsid w:val="00E43F3E"/>
    <w:rsid w:val="00E442BD"/>
    <w:rsid w:val="00E46F64"/>
    <w:rsid w:val="00E47860"/>
    <w:rsid w:val="00E47E18"/>
    <w:rsid w:val="00E533B7"/>
    <w:rsid w:val="00E65E29"/>
    <w:rsid w:val="00EA1C8B"/>
    <w:rsid w:val="00EA4CCC"/>
    <w:rsid w:val="00EE3093"/>
    <w:rsid w:val="00EE3475"/>
    <w:rsid w:val="00EF5AEC"/>
    <w:rsid w:val="00F04197"/>
    <w:rsid w:val="00F07913"/>
    <w:rsid w:val="00F21D5C"/>
    <w:rsid w:val="00F32465"/>
    <w:rsid w:val="00F35D18"/>
    <w:rsid w:val="00F361C0"/>
    <w:rsid w:val="00F420B3"/>
    <w:rsid w:val="00F515B2"/>
    <w:rsid w:val="00F558DA"/>
    <w:rsid w:val="00F6603E"/>
    <w:rsid w:val="00FA48C8"/>
    <w:rsid w:val="00FB1B30"/>
    <w:rsid w:val="00FB26D1"/>
    <w:rsid w:val="00FB5D44"/>
    <w:rsid w:val="00FC7775"/>
    <w:rsid w:val="00FD1A89"/>
    <w:rsid w:val="00FD2423"/>
    <w:rsid w:val="00FE51D4"/>
    <w:rsid w:val="00FE77F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6A3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87429"/>
    <w:rPr>
      <w:b/>
      <w:bCs/>
    </w:rPr>
  </w:style>
  <w:style w:type="paragraph" w:styleId="a4">
    <w:name w:val="Normal (Web)"/>
    <w:basedOn w:val="a"/>
    <w:uiPriority w:val="99"/>
    <w:unhideWhenUsed/>
    <w:rsid w:val="0088742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9E549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B96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B96DBA"/>
  </w:style>
  <w:style w:type="paragraph" w:styleId="a8">
    <w:name w:val="footer"/>
    <w:basedOn w:val="a"/>
    <w:link w:val="a9"/>
    <w:uiPriority w:val="99"/>
    <w:semiHidden/>
    <w:unhideWhenUsed/>
    <w:rsid w:val="00B96DB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B96DBA"/>
  </w:style>
  <w:style w:type="paragraph" w:styleId="aa">
    <w:name w:val="Balloon Text"/>
    <w:basedOn w:val="a"/>
    <w:link w:val="ab"/>
    <w:uiPriority w:val="99"/>
    <w:semiHidden/>
    <w:unhideWhenUsed/>
    <w:rsid w:val="00B96D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B96DBA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1550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67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4507509">
              <w:marLeft w:val="2025"/>
              <w:marRight w:val="202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19595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558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0866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616927">
              <w:marLeft w:val="0"/>
              <w:marRight w:val="0"/>
              <w:marTop w:val="300"/>
              <w:marBottom w:val="7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08786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27645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968315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3399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0404016">
              <w:marLeft w:val="2700"/>
              <w:marRight w:val="270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30851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60A045A-21A4-4E21-A51E-4EF098AF95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12</Pages>
  <Words>2110</Words>
  <Characters>12030</Characters>
  <Application>Microsoft Office Word</Application>
  <DocSecurity>0</DocSecurity>
  <Lines>100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Kononyuk_OE</dc:creator>
  <cp:lastModifiedBy>Кузьмина</cp:lastModifiedBy>
  <cp:revision>2</cp:revision>
  <cp:lastPrinted>2012-05-11T05:01:00Z</cp:lastPrinted>
  <dcterms:created xsi:type="dcterms:W3CDTF">2012-08-13T09:17:00Z</dcterms:created>
  <dcterms:modified xsi:type="dcterms:W3CDTF">2012-08-13T09:17:00Z</dcterms:modified>
</cp:coreProperties>
</file>